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2521F6" w14:paraId="65C371D3" w14:textId="77777777" w:rsidTr="003F1ECC">
        <w:trPr>
          <w:trHeight w:hRule="exact" w:val="2948"/>
        </w:trPr>
        <w:tc>
          <w:tcPr>
            <w:tcW w:w="11185" w:type="dxa"/>
            <w:shd w:val="clear" w:color="auto" w:fill="00AFAA"/>
            <w:vAlign w:val="center"/>
          </w:tcPr>
          <w:p w14:paraId="3192BF58" w14:textId="77777777" w:rsidR="00974E99" w:rsidRPr="002521F6" w:rsidRDefault="00974E99" w:rsidP="009A1FCD">
            <w:pPr>
              <w:pStyle w:val="Documenttype"/>
            </w:pPr>
            <w:r w:rsidRPr="002521F6">
              <w:t xml:space="preserve">IALA </w:t>
            </w:r>
            <w:r w:rsidR="009A1FCD" w:rsidRPr="002521F6">
              <w:t>Model Course</w:t>
            </w:r>
          </w:p>
        </w:tc>
      </w:tr>
    </w:tbl>
    <w:p w14:paraId="15F2AA36" w14:textId="77777777" w:rsidR="008972C3" w:rsidRPr="002521F6" w:rsidRDefault="008972C3" w:rsidP="003274DB"/>
    <w:p w14:paraId="19788514" w14:textId="77777777" w:rsidR="00D74AE1" w:rsidRPr="002521F6" w:rsidRDefault="00D74AE1" w:rsidP="003274DB"/>
    <w:p w14:paraId="0531A2C7" w14:textId="77777777" w:rsidR="00A04A9D" w:rsidRDefault="00AD585E" w:rsidP="00A04A9D">
      <w:pPr>
        <w:pStyle w:val="Documentnumber"/>
      </w:pPr>
      <w:r w:rsidRPr="002521F6">
        <w:t xml:space="preserve">L1 </w:t>
      </w:r>
      <w:r w:rsidR="00A04A9D">
        <w:t>3</w:t>
      </w:r>
    </w:p>
    <w:p w14:paraId="4FDD1A58" w14:textId="77777777" w:rsidR="00A04A9D" w:rsidRPr="00A04A9D" w:rsidRDefault="00A04A9D" w:rsidP="00A04A9D"/>
    <w:p w14:paraId="658F6812" w14:textId="77777777" w:rsidR="00A04A9D" w:rsidRPr="002521F6" w:rsidRDefault="00A04A9D" w:rsidP="00A04A9D">
      <w:pPr>
        <w:pStyle w:val="Documentname"/>
      </w:pPr>
      <w:r w:rsidRPr="002521F6">
        <w:t>Aids to Navigation Manager Training</w:t>
      </w:r>
    </w:p>
    <w:p w14:paraId="0DA53760" w14:textId="192C343F" w:rsidR="00776004" w:rsidRPr="002521F6" w:rsidRDefault="004C6CA4" w:rsidP="004C6CA4">
      <w:pPr>
        <w:pStyle w:val="Documentname"/>
      </w:pPr>
      <w:r w:rsidRPr="002521F6">
        <w:t>L</w:t>
      </w:r>
      <w:r w:rsidR="00A04A9D">
        <w:t xml:space="preserve">evel 1 - </w:t>
      </w:r>
      <w:r w:rsidRPr="002521F6">
        <w:t xml:space="preserve">Use of </w:t>
      </w:r>
      <w:r w:rsidR="00A04A9D">
        <w:t xml:space="preserve">the </w:t>
      </w:r>
      <w:r w:rsidRPr="002521F6">
        <w:t>IALA Risk Management Tools</w:t>
      </w:r>
    </w:p>
    <w:p w14:paraId="164A22E3" w14:textId="77777777" w:rsidR="00D74AE1" w:rsidRPr="002521F6" w:rsidRDefault="00D74AE1" w:rsidP="00D74AE1"/>
    <w:p w14:paraId="35291D1B" w14:textId="77777777" w:rsidR="00BC27F6" w:rsidRPr="002521F6" w:rsidRDefault="00BC27F6" w:rsidP="00D74AE1"/>
    <w:p w14:paraId="054E68F5" w14:textId="77777777" w:rsidR="00913B44" w:rsidRPr="002521F6" w:rsidRDefault="00913B44" w:rsidP="00D74AE1"/>
    <w:p w14:paraId="2C1D31CF" w14:textId="77777777" w:rsidR="00913B44" w:rsidRPr="002521F6" w:rsidRDefault="00913B44" w:rsidP="00D74AE1"/>
    <w:p w14:paraId="770C8B84" w14:textId="77777777" w:rsidR="00913B44" w:rsidRPr="002521F6" w:rsidRDefault="00913B44" w:rsidP="00D74AE1"/>
    <w:p w14:paraId="3751456F" w14:textId="77777777" w:rsidR="00913B44" w:rsidRPr="002521F6" w:rsidRDefault="00913B44" w:rsidP="00D74AE1"/>
    <w:p w14:paraId="43E17E2D" w14:textId="77777777" w:rsidR="00913B44" w:rsidRPr="002521F6" w:rsidRDefault="00913B44" w:rsidP="00D74AE1"/>
    <w:p w14:paraId="3CB26FCC" w14:textId="77777777" w:rsidR="00913B44" w:rsidRPr="002521F6" w:rsidRDefault="00913B44" w:rsidP="00D74AE1"/>
    <w:p w14:paraId="2477AAB8" w14:textId="77777777" w:rsidR="00913B44" w:rsidRPr="002521F6" w:rsidRDefault="00913B44" w:rsidP="00D74AE1"/>
    <w:p w14:paraId="1DDD24DF" w14:textId="77777777" w:rsidR="00913B44" w:rsidRPr="002521F6" w:rsidRDefault="00913B44" w:rsidP="00D74AE1"/>
    <w:p w14:paraId="47DC3230" w14:textId="77777777" w:rsidR="00913B44" w:rsidRPr="002521F6" w:rsidRDefault="00913B44" w:rsidP="00D74AE1"/>
    <w:p w14:paraId="3627D275" w14:textId="77777777" w:rsidR="00913B44" w:rsidRPr="002521F6" w:rsidRDefault="00913B44" w:rsidP="00D74AE1"/>
    <w:p w14:paraId="30C19F3B" w14:textId="77777777" w:rsidR="00913B44" w:rsidRPr="002521F6" w:rsidRDefault="00913B44" w:rsidP="00D74AE1"/>
    <w:p w14:paraId="0F067447" w14:textId="77777777" w:rsidR="00913B44" w:rsidRPr="002521F6" w:rsidRDefault="00913B44" w:rsidP="00D74AE1"/>
    <w:p w14:paraId="05A7731B" w14:textId="77777777" w:rsidR="00913B44" w:rsidRPr="002521F6" w:rsidRDefault="00913B44" w:rsidP="00D74AE1"/>
    <w:p w14:paraId="03F785D7" w14:textId="77777777" w:rsidR="00913B44" w:rsidRPr="002521F6" w:rsidRDefault="00913B44" w:rsidP="00D74AE1"/>
    <w:p w14:paraId="49D630F8" w14:textId="77777777" w:rsidR="00913B44" w:rsidRPr="002521F6" w:rsidRDefault="00913B44" w:rsidP="00D74AE1"/>
    <w:p w14:paraId="514D01CF" w14:textId="77777777" w:rsidR="00913B44" w:rsidRPr="002521F6" w:rsidRDefault="00913B44" w:rsidP="00D74AE1"/>
    <w:p w14:paraId="124B4316" w14:textId="77777777" w:rsidR="00913B44" w:rsidRPr="002521F6" w:rsidRDefault="00913B44" w:rsidP="00D74AE1"/>
    <w:p w14:paraId="6C595125" w14:textId="77777777" w:rsidR="00913B44" w:rsidRPr="002521F6" w:rsidRDefault="00913B44" w:rsidP="00D74AE1"/>
    <w:p w14:paraId="22D0AAEF" w14:textId="77777777" w:rsidR="00913B44" w:rsidRPr="002521F6" w:rsidRDefault="00913B44" w:rsidP="00D74AE1"/>
    <w:p w14:paraId="3A3A4D6B" w14:textId="3DDD590F" w:rsidR="00913B44" w:rsidRPr="002521F6" w:rsidRDefault="00913B44" w:rsidP="00913B44">
      <w:pPr>
        <w:pStyle w:val="Editionnumber"/>
      </w:pPr>
      <w:r w:rsidRPr="002521F6">
        <w:t xml:space="preserve">Edition </w:t>
      </w:r>
      <w:r w:rsidR="004C6CA4" w:rsidRPr="002521F6">
        <w:t>2</w:t>
      </w:r>
      <w:r w:rsidRPr="002521F6">
        <w:t>.0</w:t>
      </w:r>
    </w:p>
    <w:p w14:paraId="69B8DD5B" w14:textId="13D7E6E4" w:rsidR="00913B44" w:rsidRPr="002521F6" w:rsidRDefault="00913B44" w:rsidP="00913B44">
      <w:pPr>
        <w:pStyle w:val="Documentdate"/>
      </w:pPr>
      <w:r w:rsidRPr="002521F6">
        <w:t>D</w:t>
      </w:r>
      <w:r w:rsidR="004C6CA4" w:rsidRPr="002521F6">
        <w:t>ecember 2015</w:t>
      </w:r>
    </w:p>
    <w:p w14:paraId="4705865E" w14:textId="77777777" w:rsidR="00913B44" w:rsidRPr="002521F6" w:rsidRDefault="00913B44" w:rsidP="00D74AE1">
      <w:pPr>
        <w:sectPr w:rsidR="00913B44" w:rsidRPr="002521F6"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3A009AB1" w14:textId="77777777" w:rsidR="00914E26" w:rsidRPr="002521F6" w:rsidRDefault="00914E26" w:rsidP="00914E26">
      <w:pPr>
        <w:pStyle w:val="BodyText"/>
      </w:pPr>
      <w:r w:rsidRPr="002521F6">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2521F6" w14:paraId="0CE11104" w14:textId="77777777" w:rsidTr="005E4659">
        <w:tc>
          <w:tcPr>
            <w:tcW w:w="1908" w:type="dxa"/>
          </w:tcPr>
          <w:p w14:paraId="443B4A46" w14:textId="77777777" w:rsidR="00914E26" w:rsidRPr="002521F6" w:rsidRDefault="00914E26" w:rsidP="00ED030E">
            <w:pPr>
              <w:pStyle w:val="Tableheading"/>
              <w:rPr>
                <w:lang w:val="en-GB"/>
              </w:rPr>
            </w:pPr>
            <w:r w:rsidRPr="002521F6">
              <w:rPr>
                <w:lang w:val="en-GB"/>
              </w:rPr>
              <w:t>Date</w:t>
            </w:r>
          </w:p>
        </w:tc>
        <w:tc>
          <w:tcPr>
            <w:tcW w:w="3576" w:type="dxa"/>
          </w:tcPr>
          <w:p w14:paraId="319D2E55" w14:textId="77777777" w:rsidR="00914E26" w:rsidRPr="002521F6" w:rsidRDefault="00914E26" w:rsidP="00ED030E">
            <w:pPr>
              <w:pStyle w:val="Tableheading"/>
              <w:rPr>
                <w:lang w:val="en-GB"/>
              </w:rPr>
            </w:pPr>
            <w:r w:rsidRPr="002521F6">
              <w:rPr>
                <w:lang w:val="en-GB"/>
              </w:rPr>
              <w:t>Page / Section Revised</w:t>
            </w:r>
          </w:p>
        </w:tc>
        <w:tc>
          <w:tcPr>
            <w:tcW w:w="5001" w:type="dxa"/>
          </w:tcPr>
          <w:p w14:paraId="7607309E" w14:textId="77777777" w:rsidR="00914E26" w:rsidRPr="002521F6" w:rsidRDefault="00914E26" w:rsidP="00ED030E">
            <w:pPr>
              <w:pStyle w:val="Tableheading"/>
              <w:rPr>
                <w:lang w:val="en-GB"/>
              </w:rPr>
            </w:pPr>
            <w:r w:rsidRPr="002521F6">
              <w:rPr>
                <w:lang w:val="en-GB"/>
              </w:rPr>
              <w:t>Requirement for Revision</w:t>
            </w:r>
          </w:p>
        </w:tc>
      </w:tr>
      <w:tr w:rsidR="004C6CA4" w:rsidRPr="002521F6" w14:paraId="510569A3" w14:textId="77777777" w:rsidTr="005E4659">
        <w:trPr>
          <w:trHeight w:val="851"/>
        </w:trPr>
        <w:tc>
          <w:tcPr>
            <w:tcW w:w="1908" w:type="dxa"/>
            <w:vAlign w:val="center"/>
          </w:tcPr>
          <w:p w14:paraId="3156846C" w14:textId="5D358C13" w:rsidR="004C6CA4" w:rsidRPr="002521F6" w:rsidRDefault="004C6CA4" w:rsidP="004C6CA4">
            <w:pPr>
              <w:pStyle w:val="Tabletext"/>
            </w:pPr>
            <w:r w:rsidRPr="002521F6">
              <w:t>December 2015</w:t>
            </w:r>
          </w:p>
        </w:tc>
        <w:tc>
          <w:tcPr>
            <w:tcW w:w="3576" w:type="dxa"/>
            <w:vAlign w:val="center"/>
          </w:tcPr>
          <w:p w14:paraId="70A155D4" w14:textId="4E65EC3C" w:rsidR="004C6CA4" w:rsidRPr="002521F6" w:rsidRDefault="004C6CA4" w:rsidP="004C6CA4">
            <w:pPr>
              <w:pStyle w:val="Tabletext"/>
            </w:pPr>
            <w:r w:rsidRPr="002521F6">
              <w:t xml:space="preserve">Part </w:t>
            </w:r>
            <w:r w:rsidR="000F5C25">
              <w:t>1</w:t>
            </w:r>
          </w:p>
          <w:p w14:paraId="5F22DF07" w14:textId="13E147A1" w:rsidR="004C6CA4" w:rsidRPr="002521F6" w:rsidRDefault="004C6CA4" w:rsidP="000F5C25">
            <w:pPr>
              <w:pStyle w:val="Tabletext"/>
            </w:pPr>
            <w:r w:rsidRPr="002521F6">
              <w:t xml:space="preserve">Part </w:t>
            </w:r>
            <w:r w:rsidR="000F5C25">
              <w:t>2</w:t>
            </w:r>
          </w:p>
        </w:tc>
        <w:tc>
          <w:tcPr>
            <w:tcW w:w="5001" w:type="dxa"/>
            <w:vAlign w:val="center"/>
          </w:tcPr>
          <w:p w14:paraId="14CFC66C" w14:textId="77777777" w:rsidR="004C6CA4" w:rsidRPr="002521F6" w:rsidRDefault="004C6CA4" w:rsidP="004C6CA4">
            <w:pPr>
              <w:pStyle w:val="Tabletext"/>
            </w:pPr>
            <w:r w:rsidRPr="002521F6">
              <w:t>Minor editorial changes</w:t>
            </w:r>
          </w:p>
          <w:p w14:paraId="57D2E76F" w14:textId="351DE0CE" w:rsidR="004C6CA4" w:rsidRPr="002521F6" w:rsidRDefault="004C6CA4" w:rsidP="004C6CA4">
            <w:pPr>
              <w:pStyle w:val="Tabletext"/>
            </w:pPr>
            <w:r w:rsidRPr="002521F6">
              <w:t>Amendments to content based on feedback and experience</w:t>
            </w:r>
          </w:p>
        </w:tc>
      </w:tr>
      <w:tr w:rsidR="004C6CA4" w:rsidRPr="002521F6" w14:paraId="373B313D" w14:textId="77777777" w:rsidTr="005E4659">
        <w:trPr>
          <w:trHeight w:val="851"/>
        </w:trPr>
        <w:tc>
          <w:tcPr>
            <w:tcW w:w="1908" w:type="dxa"/>
            <w:vAlign w:val="center"/>
          </w:tcPr>
          <w:p w14:paraId="57B263A9" w14:textId="77777777" w:rsidR="004C6CA4" w:rsidRPr="002521F6" w:rsidRDefault="004C6CA4" w:rsidP="00914E26">
            <w:pPr>
              <w:pStyle w:val="Tabletext"/>
            </w:pPr>
          </w:p>
        </w:tc>
        <w:tc>
          <w:tcPr>
            <w:tcW w:w="3576" w:type="dxa"/>
            <w:vAlign w:val="center"/>
          </w:tcPr>
          <w:p w14:paraId="71A6353D" w14:textId="77777777" w:rsidR="004C6CA4" w:rsidRPr="002521F6" w:rsidRDefault="004C6CA4" w:rsidP="00914E26">
            <w:pPr>
              <w:pStyle w:val="Tabletext"/>
            </w:pPr>
          </w:p>
        </w:tc>
        <w:tc>
          <w:tcPr>
            <w:tcW w:w="5001" w:type="dxa"/>
            <w:vAlign w:val="center"/>
          </w:tcPr>
          <w:p w14:paraId="1055661D" w14:textId="77777777" w:rsidR="004C6CA4" w:rsidRPr="002521F6" w:rsidRDefault="004C6CA4" w:rsidP="00914E26">
            <w:pPr>
              <w:pStyle w:val="Tabletext"/>
            </w:pPr>
          </w:p>
        </w:tc>
      </w:tr>
      <w:tr w:rsidR="004C6CA4" w:rsidRPr="002521F6" w14:paraId="0FB36C69" w14:textId="77777777" w:rsidTr="005E4659">
        <w:trPr>
          <w:trHeight w:val="851"/>
        </w:trPr>
        <w:tc>
          <w:tcPr>
            <w:tcW w:w="1908" w:type="dxa"/>
            <w:vAlign w:val="center"/>
          </w:tcPr>
          <w:p w14:paraId="74DCCEAB" w14:textId="77777777" w:rsidR="004C6CA4" w:rsidRPr="002521F6" w:rsidRDefault="004C6CA4" w:rsidP="00914E26">
            <w:pPr>
              <w:pStyle w:val="Tabletext"/>
            </w:pPr>
          </w:p>
        </w:tc>
        <w:tc>
          <w:tcPr>
            <w:tcW w:w="3576" w:type="dxa"/>
            <w:vAlign w:val="center"/>
          </w:tcPr>
          <w:p w14:paraId="55F16A55" w14:textId="77777777" w:rsidR="004C6CA4" w:rsidRPr="002521F6" w:rsidRDefault="004C6CA4" w:rsidP="00914E26">
            <w:pPr>
              <w:pStyle w:val="Tabletext"/>
            </w:pPr>
          </w:p>
        </w:tc>
        <w:tc>
          <w:tcPr>
            <w:tcW w:w="5001" w:type="dxa"/>
            <w:vAlign w:val="center"/>
          </w:tcPr>
          <w:p w14:paraId="29893498" w14:textId="77777777" w:rsidR="004C6CA4" w:rsidRPr="002521F6" w:rsidRDefault="004C6CA4" w:rsidP="00914E26">
            <w:pPr>
              <w:pStyle w:val="Tabletext"/>
            </w:pPr>
          </w:p>
        </w:tc>
      </w:tr>
      <w:tr w:rsidR="004C6CA4" w:rsidRPr="002521F6" w14:paraId="3918308C" w14:textId="77777777" w:rsidTr="005E4659">
        <w:trPr>
          <w:trHeight w:val="851"/>
        </w:trPr>
        <w:tc>
          <w:tcPr>
            <w:tcW w:w="1908" w:type="dxa"/>
            <w:vAlign w:val="center"/>
          </w:tcPr>
          <w:p w14:paraId="7152ACAB" w14:textId="77777777" w:rsidR="004C6CA4" w:rsidRPr="002521F6" w:rsidRDefault="004C6CA4" w:rsidP="00914E26">
            <w:pPr>
              <w:pStyle w:val="Tabletext"/>
            </w:pPr>
          </w:p>
        </w:tc>
        <w:tc>
          <w:tcPr>
            <w:tcW w:w="3576" w:type="dxa"/>
            <w:vAlign w:val="center"/>
          </w:tcPr>
          <w:p w14:paraId="0BB702A0" w14:textId="77777777" w:rsidR="004C6CA4" w:rsidRPr="002521F6" w:rsidRDefault="004C6CA4" w:rsidP="00914E26">
            <w:pPr>
              <w:pStyle w:val="Tabletext"/>
            </w:pPr>
          </w:p>
        </w:tc>
        <w:tc>
          <w:tcPr>
            <w:tcW w:w="5001" w:type="dxa"/>
            <w:vAlign w:val="center"/>
          </w:tcPr>
          <w:p w14:paraId="06EC7A30" w14:textId="77777777" w:rsidR="004C6CA4" w:rsidRPr="002521F6" w:rsidRDefault="004C6CA4" w:rsidP="00914E26">
            <w:pPr>
              <w:pStyle w:val="Tabletext"/>
            </w:pPr>
          </w:p>
        </w:tc>
      </w:tr>
      <w:tr w:rsidR="004C6CA4" w:rsidRPr="002521F6" w14:paraId="0A09C773" w14:textId="77777777" w:rsidTr="005E4659">
        <w:trPr>
          <w:trHeight w:val="851"/>
        </w:trPr>
        <w:tc>
          <w:tcPr>
            <w:tcW w:w="1908" w:type="dxa"/>
            <w:vAlign w:val="center"/>
          </w:tcPr>
          <w:p w14:paraId="700B2BAB" w14:textId="77777777" w:rsidR="004C6CA4" w:rsidRPr="002521F6" w:rsidRDefault="004C6CA4" w:rsidP="00914E26">
            <w:pPr>
              <w:pStyle w:val="Tabletext"/>
            </w:pPr>
          </w:p>
        </w:tc>
        <w:tc>
          <w:tcPr>
            <w:tcW w:w="3576" w:type="dxa"/>
            <w:vAlign w:val="center"/>
          </w:tcPr>
          <w:p w14:paraId="779743E4" w14:textId="77777777" w:rsidR="004C6CA4" w:rsidRPr="002521F6" w:rsidRDefault="004C6CA4" w:rsidP="00914E26">
            <w:pPr>
              <w:pStyle w:val="Tabletext"/>
            </w:pPr>
          </w:p>
        </w:tc>
        <w:tc>
          <w:tcPr>
            <w:tcW w:w="5001" w:type="dxa"/>
            <w:vAlign w:val="center"/>
          </w:tcPr>
          <w:p w14:paraId="01147CF1" w14:textId="77777777" w:rsidR="004C6CA4" w:rsidRPr="002521F6" w:rsidRDefault="004C6CA4" w:rsidP="00914E26">
            <w:pPr>
              <w:pStyle w:val="Tabletext"/>
            </w:pPr>
          </w:p>
        </w:tc>
      </w:tr>
      <w:tr w:rsidR="004C6CA4" w:rsidRPr="002521F6" w14:paraId="40F5C665" w14:textId="77777777" w:rsidTr="005E4659">
        <w:trPr>
          <w:trHeight w:val="851"/>
        </w:trPr>
        <w:tc>
          <w:tcPr>
            <w:tcW w:w="1908" w:type="dxa"/>
            <w:vAlign w:val="center"/>
          </w:tcPr>
          <w:p w14:paraId="34354C76" w14:textId="77777777" w:rsidR="004C6CA4" w:rsidRPr="002521F6" w:rsidRDefault="004C6CA4" w:rsidP="00914E26">
            <w:pPr>
              <w:pStyle w:val="Tabletext"/>
            </w:pPr>
          </w:p>
        </w:tc>
        <w:tc>
          <w:tcPr>
            <w:tcW w:w="3576" w:type="dxa"/>
            <w:vAlign w:val="center"/>
          </w:tcPr>
          <w:p w14:paraId="7BC32D5B" w14:textId="77777777" w:rsidR="004C6CA4" w:rsidRPr="002521F6" w:rsidRDefault="004C6CA4" w:rsidP="00914E26">
            <w:pPr>
              <w:pStyle w:val="Tabletext"/>
            </w:pPr>
          </w:p>
        </w:tc>
        <w:tc>
          <w:tcPr>
            <w:tcW w:w="5001" w:type="dxa"/>
            <w:vAlign w:val="center"/>
          </w:tcPr>
          <w:p w14:paraId="09B0067E" w14:textId="77777777" w:rsidR="004C6CA4" w:rsidRPr="002521F6" w:rsidRDefault="004C6CA4" w:rsidP="00914E26">
            <w:pPr>
              <w:pStyle w:val="Tabletext"/>
            </w:pPr>
          </w:p>
        </w:tc>
      </w:tr>
      <w:tr w:rsidR="004C6CA4" w:rsidRPr="002521F6" w14:paraId="28EACB73" w14:textId="77777777" w:rsidTr="005E4659">
        <w:trPr>
          <w:trHeight w:val="851"/>
        </w:trPr>
        <w:tc>
          <w:tcPr>
            <w:tcW w:w="1908" w:type="dxa"/>
            <w:vAlign w:val="center"/>
          </w:tcPr>
          <w:p w14:paraId="2FC8FA7E" w14:textId="77777777" w:rsidR="004C6CA4" w:rsidRPr="002521F6" w:rsidRDefault="004C6CA4" w:rsidP="00914E26">
            <w:pPr>
              <w:pStyle w:val="Tabletext"/>
            </w:pPr>
          </w:p>
        </w:tc>
        <w:tc>
          <w:tcPr>
            <w:tcW w:w="3576" w:type="dxa"/>
            <w:vAlign w:val="center"/>
          </w:tcPr>
          <w:p w14:paraId="4C3E7988" w14:textId="77777777" w:rsidR="004C6CA4" w:rsidRPr="002521F6" w:rsidRDefault="004C6CA4" w:rsidP="00914E26">
            <w:pPr>
              <w:pStyle w:val="Tabletext"/>
            </w:pPr>
          </w:p>
        </w:tc>
        <w:tc>
          <w:tcPr>
            <w:tcW w:w="5001" w:type="dxa"/>
            <w:vAlign w:val="center"/>
          </w:tcPr>
          <w:p w14:paraId="13C9345F" w14:textId="77777777" w:rsidR="004C6CA4" w:rsidRPr="002521F6" w:rsidRDefault="004C6CA4" w:rsidP="00914E26">
            <w:pPr>
              <w:pStyle w:val="Tabletext"/>
            </w:pPr>
          </w:p>
        </w:tc>
      </w:tr>
    </w:tbl>
    <w:p w14:paraId="528BB153" w14:textId="77777777" w:rsidR="00914E26" w:rsidRPr="002521F6" w:rsidRDefault="00914E26" w:rsidP="00D74AE1"/>
    <w:p w14:paraId="541E9FFB" w14:textId="77777777" w:rsidR="005E4659" w:rsidRPr="002521F6" w:rsidRDefault="005E4659" w:rsidP="00914E26">
      <w:pPr>
        <w:spacing w:after="200" w:line="276" w:lineRule="auto"/>
        <w:sectPr w:rsidR="005E4659" w:rsidRPr="002521F6" w:rsidSect="00F00376">
          <w:headerReference w:type="default" r:id="rId10"/>
          <w:footerReference w:type="default" r:id="rId11"/>
          <w:pgSz w:w="11906" w:h="16838" w:code="9"/>
          <w:pgMar w:top="567" w:right="794" w:bottom="567" w:left="907" w:header="567" w:footer="567" w:gutter="0"/>
          <w:cols w:space="708"/>
          <w:docGrid w:linePitch="360"/>
        </w:sectPr>
      </w:pPr>
    </w:p>
    <w:p w14:paraId="5E31989B" w14:textId="77777777" w:rsidR="002B58A9" w:rsidRDefault="00CA3E18">
      <w:pPr>
        <w:pStyle w:val="TOC1"/>
        <w:rPr>
          <w:rFonts w:eastAsiaTheme="minorEastAsia"/>
          <w:b w:val="0"/>
          <w:color w:val="auto"/>
          <w:sz w:val="24"/>
          <w:szCs w:val="24"/>
          <w:lang w:val="en-US"/>
        </w:rPr>
      </w:pPr>
      <w:r>
        <w:lastRenderedPageBreak/>
        <w:fldChar w:fldCharType="begin"/>
      </w:r>
      <w:r>
        <w:instrText xml:space="preserve"> TOC \o "1-3" \t "Annex,1,Appendix,2,Part,1,Module,4" </w:instrText>
      </w:r>
      <w:r>
        <w:fldChar w:fldCharType="separate"/>
      </w:r>
      <w:r w:rsidR="002B58A9" w:rsidRPr="007E5707">
        <w:t>PART 1 - COURSE OVERVIEW</w:t>
      </w:r>
      <w:r w:rsidR="002B58A9">
        <w:tab/>
      </w:r>
      <w:r w:rsidR="002B58A9">
        <w:fldChar w:fldCharType="begin"/>
      </w:r>
      <w:r w:rsidR="002B58A9">
        <w:instrText xml:space="preserve"> PAGEREF _Toc449169080 \h </w:instrText>
      </w:r>
      <w:r w:rsidR="002B58A9">
        <w:fldChar w:fldCharType="separate"/>
      </w:r>
      <w:r w:rsidR="002B58A9">
        <w:t>6</w:t>
      </w:r>
      <w:r w:rsidR="002B58A9">
        <w:fldChar w:fldCharType="end"/>
      </w:r>
    </w:p>
    <w:p w14:paraId="2FB86986"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_Toc449169081 \h </w:instrText>
      </w:r>
      <w:r>
        <w:fldChar w:fldCharType="separate"/>
      </w:r>
      <w:r>
        <w:t>6</w:t>
      </w:r>
      <w:r>
        <w:fldChar w:fldCharType="end"/>
      </w:r>
    </w:p>
    <w:p w14:paraId="50B503C8"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O</w:t>
      </w:r>
      <w:r w:rsidRPr="007E5707">
        <w:t>BJECTIVE</w:t>
      </w:r>
      <w:r>
        <w:tab/>
      </w:r>
      <w:r>
        <w:fldChar w:fldCharType="begin"/>
      </w:r>
      <w:r>
        <w:instrText xml:space="preserve"> PAGEREF _Toc449169082 \h </w:instrText>
      </w:r>
      <w:r>
        <w:fldChar w:fldCharType="separate"/>
      </w:r>
      <w:r>
        <w:t>6</w:t>
      </w:r>
      <w:r>
        <w:fldChar w:fldCharType="end"/>
      </w:r>
    </w:p>
    <w:p w14:paraId="4B5F0225"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C</w:t>
      </w:r>
      <w:r w:rsidRPr="007E5707">
        <w:t>OURSE OUTLINE</w:t>
      </w:r>
      <w:r>
        <w:tab/>
      </w:r>
      <w:r>
        <w:fldChar w:fldCharType="begin"/>
      </w:r>
      <w:r>
        <w:instrText xml:space="preserve"> PAGEREF _Toc449169083 \h </w:instrText>
      </w:r>
      <w:r>
        <w:fldChar w:fldCharType="separate"/>
      </w:r>
      <w:r>
        <w:t>6</w:t>
      </w:r>
      <w:r>
        <w:fldChar w:fldCharType="end"/>
      </w:r>
    </w:p>
    <w:p w14:paraId="16E23443" w14:textId="77777777" w:rsidR="002B58A9" w:rsidRDefault="002B58A9">
      <w:pPr>
        <w:pStyle w:val="TOC1"/>
        <w:rPr>
          <w:rFonts w:eastAsiaTheme="minorEastAsia"/>
          <w:b w:val="0"/>
          <w:color w:val="auto"/>
          <w:sz w:val="24"/>
          <w:szCs w:val="24"/>
          <w:lang w:val="en-US"/>
        </w:rPr>
      </w:pPr>
      <w:r w:rsidRPr="007E5707">
        <w:t>4.</w:t>
      </w:r>
      <w:r>
        <w:rPr>
          <w:rFonts w:eastAsiaTheme="minorEastAsia"/>
          <w:b w:val="0"/>
          <w:color w:val="auto"/>
          <w:sz w:val="24"/>
          <w:szCs w:val="24"/>
          <w:lang w:val="en-US"/>
        </w:rPr>
        <w:tab/>
      </w:r>
      <w:r>
        <w:t>S</w:t>
      </w:r>
      <w:r w:rsidRPr="007E5707">
        <w:t>PECIFIC COURSE RELATED TEACHING AIDS AND NOTES</w:t>
      </w:r>
      <w:r>
        <w:tab/>
      </w:r>
      <w:r>
        <w:fldChar w:fldCharType="begin"/>
      </w:r>
      <w:r>
        <w:instrText xml:space="preserve"> PAGEREF _Toc449169084 \h </w:instrText>
      </w:r>
      <w:r>
        <w:fldChar w:fldCharType="separate"/>
      </w:r>
      <w:r>
        <w:t>7</w:t>
      </w:r>
      <w:r>
        <w:fldChar w:fldCharType="end"/>
      </w:r>
    </w:p>
    <w:p w14:paraId="7EFBBA9D" w14:textId="77777777" w:rsidR="002B58A9" w:rsidRDefault="002B58A9">
      <w:pPr>
        <w:pStyle w:val="TOC1"/>
        <w:rPr>
          <w:rFonts w:eastAsiaTheme="minorEastAsia"/>
          <w:b w:val="0"/>
          <w:color w:val="auto"/>
          <w:sz w:val="24"/>
          <w:szCs w:val="24"/>
          <w:lang w:val="en-US"/>
        </w:rPr>
      </w:pPr>
      <w:r w:rsidRPr="007E5707">
        <w:t>5.</w:t>
      </w:r>
      <w:r>
        <w:rPr>
          <w:rFonts w:eastAsiaTheme="minorEastAsia"/>
          <w:b w:val="0"/>
          <w:color w:val="auto"/>
          <w:sz w:val="24"/>
          <w:szCs w:val="24"/>
          <w:lang w:val="en-US"/>
        </w:rPr>
        <w:tab/>
      </w:r>
      <w:r>
        <w:t>P</w:t>
      </w:r>
      <w:r w:rsidRPr="007E5707">
        <w:t>RE-COURSE READING</w:t>
      </w:r>
      <w:r>
        <w:tab/>
      </w:r>
      <w:r>
        <w:fldChar w:fldCharType="begin"/>
      </w:r>
      <w:r>
        <w:instrText xml:space="preserve"> PAGEREF _Toc449169085 \h </w:instrText>
      </w:r>
      <w:r>
        <w:fldChar w:fldCharType="separate"/>
      </w:r>
      <w:r>
        <w:t>7</w:t>
      </w:r>
      <w:r>
        <w:fldChar w:fldCharType="end"/>
      </w:r>
    </w:p>
    <w:p w14:paraId="1A3315CB" w14:textId="77777777" w:rsidR="002B58A9" w:rsidRDefault="002B58A9">
      <w:pPr>
        <w:pStyle w:val="TOC1"/>
        <w:rPr>
          <w:rFonts w:eastAsiaTheme="minorEastAsia"/>
          <w:b w:val="0"/>
          <w:color w:val="auto"/>
          <w:sz w:val="24"/>
          <w:szCs w:val="24"/>
          <w:lang w:val="en-US"/>
        </w:rPr>
      </w:pPr>
      <w:r w:rsidRPr="007E5707">
        <w:t>6.</w:t>
      </w:r>
      <w:r>
        <w:rPr>
          <w:rFonts w:eastAsiaTheme="minorEastAsia"/>
          <w:b w:val="0"/>
          <w:color w:val="auto"/>
          <w:sz w:val="24"/>
          <w:szCs w:val="24"/>
          <w:lang w:val="en-US"/>
        </w:rPr>
        <w:tab/>
      </w:r>
      <w:r>
        <w:t>C</w:t>
      </w:r>
      <w:r w:rsidRPr="007E5707">
        <w:t>ERTIFICATION</w:t>
      </w:r>
      <w:r>
        <w:tab/>
      </w:r>
      <w:r>
        <w:fldChar w:fldCharType="begin"/>
      </w:r>
      <w:r>
        <w:instrText xml:space="preserve"> PAGEREF _Toc449169086 \h </w:instrText>
      </w:r>
      <w:r>
        <w:fldChar w:fldCharType="separate"/>
      </w:r>
      <w:r>
        <w:t>7</w:t>
      </w:r>
      <w:r>
        <w:fldChar w:fldCharType="end"/>
      </w:r>
    </w:p>
    <w:p w14:paraId="34D7D0DB" w14:textId="77777777" w:rsidR="002B58A9" w:rsidRDefault="002B58A9">
      <w:pPr>
        <w:pStyle w:val="TOC1"/>
        <w:rPr>
          <w:rFonts w:eastAsiaTheme="minorEastAsia"/>
          <w:b w:val="0"/>
          <w:color w:val="auto"/>
          <w:sz w:val="24"/>
          <w:szCs w:val="24"/>
          <w:lang w:val="en-US"/>
        </w:rPr>
      </w:pPr>
      <w:r w:rsidRPr="007E5707">
        <w:t>7.</w:t>
      </w:r>
      <w:r>
        <w:rPr>
          <w:rFonts w:eastAsiaTheme="minorEastAsia"/>
          <w:b w:val="0"/>
          <w:color w:val="auto"/>
          <w:sz w:val="24"/>
          <w:szCs w:val="24"/>
          <w:lang w:val="en-US"/>
        </w:rPr>
        <w:tab/>
      </w:r>
      <w:r>
        <w:t>ACRONYMS</w:t>
      </w:r>
      <w:r>
        <w:tab/>
      </w:r>
      <w:r>
        <w:fldChar w:fldCharType="begin"/>
      </w:r>
      <w:r>
        <w:instrText xml:space="preserve"> PAGEREF _Toc449169087 \h </w:instrText>
      </w:r>
      <w:r>
        <w:fldChar w:fldCharType="separate"/>
      </w:r>
      <w:r>
        <w:t>7</w:t>
      </w:r>
      <w:r>
        <w:fldChar w:fldCharType="end"/>
      </w:r>
    </w:p>
    <w:p w14:paraId="56743FAB" w14:textId="77777777" w:rsidR="002B58A9" w:rsidRDefault="002B58A9">
      <w:pPr>
        <w:pStyle w:val="TOC1"/>
        <w:rPr>
          <w:rFonts w:eastAsiaTheme="minorEastAsia"/>
          <w:b w:val="0"/>
          <w:color w:val="auto"/>
          <w:sz w:val="24"/>
          <w:szCs w:val="24"/>
          <w:lang w:val="en-US"/>
        </w:rPr>
      </w:pPr>
      <w:r w:rsidRPr="007E5707">
        <w:t>8.</w:t>
      </w:r>
      <w:r>
        <w:rPr>
          <w:rFonts w:eastAsiaTheme="minorEastAsia"/>
          <w:b w:val="0"/>
          <w:color w:val="auto"/>
          <w:sz w:val="24"/>
          <w:szCs w:val="24"/>
          <w:lang w:val="en-US"/>
        </w:rPr>
        <w:tab/>
      </w:r>
      <w:r>
        <w:t>DEFINITIONS</w:t>
      </w:r>
      <w:r>
        <w:tab/>
      </w:r>
      <w:r>
        <w:fldChar w:fldCharType="begin"/>
      </w:r>
      <w:r>
        <w:instrText xml:space="preserve"> PAGEREF _Toc449169088 \h </w:instrText>
      </w:r>
      <w:r>
        <w:fldChar w:fldCharType="separate"/>
      </w:r>
      <w:r>
        <w:t>8</w:t>
      </w:r>
      <w:r>
        <w:fldChar w:fldCharType="end"/>
      </w:r>
    </w:p>
    <w:p w14:paraId="44BB625B" w14:textId="77777777" w:rsidR="002B58A9" w:rsidRDefault="002B58A9">
      <w:pPr>
        <w:pStyle w:val="TOC1"/>
        <w:rPr>
          <w:rFonts w:eastAsiaTheme="minorEastAsia"/>
          <w:b w:val="0"/>
          <w:color w:val="auto"/>
          <w:sz w:val="24"/>
          <w:szCs w:val="24"/>
          <w:lang w:val="en-US"/>
        </w:rPr>
      </w:pPr>
      <w:r w:rsidRPr="007E5707">
        <w:t>9.</w:t>
      </w:r>
      <w:r>
        <w:rPr>
          <w:rFonts w:eastAsiaTheme="minorEastAsia"/>
          <w:b w:val="0"/>
          <w:color w:val="auto"/>
          <w:sz w:val="24"/>
          <w:szCs w:val="24"/>
          <w:lang w:val="en-US"/>
        </w:rPr>
        <w:tab/>
      </w:r>
      <w:r>
        <w:t>R</w:t>
      </w:r>
      <w:r w:rsidRPr="007E5707">
        <w:t>EFERENCES</w:t>
      </w:r>
      <w:r>
        <w:tab/>
      </w:r>
      <w:r>
        <w:fldChar w:fldCharType="begin"/>
      </w:r>
      <w:r>
        <w:instrText xml:space="preserve"> PAGEREF _Toc449169089 \h </w:instrText>
      </w:r>
      <w:r>
        <w:fldChar w:fldCharType="separate"/>
      </w:r>
      <w:r>
        <w:t>8</w:t>
      </w:r>
      <w:r>
        <w:fldChar w:fldCharType="end"/>
      </w:r>
    </w:p>
    <w:p w14:paraId="63B911BA" w14:textId="77777777" w:rsidR="002B58A9" w:rsidRDefault="002B58A9">
      <w:pPr>
        <w:pStyle w:val="TOC1"/>
        <w:rPr>
          <w:rFonts w:eastAsiaTheme="minorEastAsia"/>
          <w:b w:val="0"/>
          <w:color w:val="auto"/>
          <w:sz w:val="24"/>
          <w:szCs w:val="24"/>
          <w:lang w:val="en-US"/>
        </w:rPr>
      </w:pPr>
      <w:r w:rsidRPr="007E5707">
        <w:t>PART 2</w:t>
      </w:r>
      <w:r>
        <w:t xml:space="preserve"> - </w:t>
      </w:r>
      <w:r w:rsidRPr="007E5707">
        <w:t>DELIVERY OF THE MODEL COURSE</w:t>
      </w:r>
      <w:r>
        <w:tab/>
      </w:r>
      <w:r>
        <w:fldChar w:fldCharType="begin"/>
      </w:r>
      <w:r>
        <w:instrText xml:space="preserve"> PAGEREF _Toc449169090 \h </w:instrText>
      </w:r>
      <w:r>
        <w:fldChar w:fldCharType="separate"/>
      </w:r>
      <w:r>
        <w:t>9</w:t>
      </w:r>
      <w:r>
        <w:fldChar w:fldCharType="end"/>
      </w:r>
    </w:p>
    <w:p w14:paraId="4DE9F026" w14:textId="77777777" w:rsidR="002B58A9" w:rsidRDefault="002B58A9">
      <w:pPr>
        <w:pStyle w:val="TOC4"/>
        <w:rPr>
          <w:rFonts w:eastAsiaTheme="minorEastAsia"/>
          <w:b w:val="0"/>
          <w:noProof/>
          <w:color w:val="auto"/>
          <w:sz w:val="24"/>
          <w:szCs w:val="24"/>
          <w:lang w:val="en-US"/>
        </w:rPr>
      </w:pPr>
      <w:r>
        <w:rPr>
          <w:noProof/>
        </w:rPr>
        <w:t>MODULE 1</w:t>
      </w:r>
      <w:r>
        <w:rPr>
          <w:rFonts w:eastAsiaTheme="minorEastAsia"/>
          <w:b w:val="0"/>
          <w:noProof/>
          <w:color w:val="auto"/>
          <w:sz w:val="24"/>
          <w:szCs w:val="24"/>
          <w:lang w:val="en-US"/>
        </w:rPr>
        <w:tab/>
      </w:r>
      <w:r>
        <w:rPr>
          <w:noProof/>
        </w:rPr>
        <w:t>INTERNATIONAL AND REGIONAL OVERVIEW</w:t>
      </w:r>
      <w:r>
        <w:rPr>
          <w:noProof/>
        </w:rPr>
        <w:tab/>
      </w:r>
      <w:r>
        <w:rPr>
          <w:noProof/>
        </w:rPr>
        <w:fldChar w:fldCharType="begin"/>
      </w:r>
      <w:r>
        <w:rPr>
          <w:noProof/>
        </w:rPr>
        <w:instrText xml:space="preserve"> PAGEREF _Toc449169091 \h </w:instrText>
      </w:r>
      <w:r>
        <w:rPr>
          <w:noProof/>
        </w:rPr>
      </w:r>
      <w:r>
        <w:rPr>
          <w:noProof/>
        </w:rPr>
        <w:fldChar w:fldCharType="separate"/>
      </w:r>
      <w:r>
        <w:rPr>
          <w:noProof/>
        </w:rPr>
        <w:t>9</w:t>
      </w:r>
      <w:r>
        <w:rPr>
          <w:noProof/>
        </w:rPr>
        <w:fldChar w:fldCharType="end"/>
      </w:r>
    </w:p>
    <w:p w14:paraId="22AECB02"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_Toc449169092 \h </w:instrText>
      </w:r>
      <w:r>
        <w:fldChar w:fldCharType="separate"/>
      </w:r>
      <w:r>
        <w:t>9</w:t>
      </w:r>
      <w:r>
        <w:fldChar w:fldCharType="end"/>
      </w:r>
    </w:p>
    <w:p w14:paraId="26AEC01A"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_Toc449169093 \h </w:instrText>
      </w:r>
      <w:r>
        <w:fldChar w:fldCharType="separate"/>
      </w:r>
      <w:r>
        <w:t>9</w:t>
      </w:r>
      <w:r>
        <w:fldChar w:fldCharType="end"/>
      </w:r>
    </w:p>
    <w:p w14:paraId="190C7E03"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rsidRPr="007E5707">
        <w:t>DETAILED TEACHING SYLLABUS FOR MODULE 1 – INTERNATIONAL AND REGIONAL OVERVIEW</w:t>
      </w:r>
      <w:r>
        <w:tab/>
      </w:r>
      <w:r>
        <w:fldChar w:fldCharType="begin"/>
      </w:r>
      <w:r>
        <w:instrText xml:space="preserve"> PAGEREF _Toc449169094 \h </w:instrText>
      </w:r>
      <w:r>
        <w:fldChar w:fldCharType="separate"/>
      </w:r>
      <w:r>
        <w:t>9</w:t>
      </w:r>
      <w:r>
        <w:fldChar w:fldCharType="end"/>
      </w:r>
    </w:p>
    <w:p w14:paraId="0F4B0765" w14:textId="77777777" w:rsidR="002B58A9" w:rsidRDefault="002B58A9">
      <w:pPr>
        <w:pStyle w:val="TOC4"/>
        <w:rPr>
          <w:rFonts w:eastAsiaTheme="minorEastAsia"/>
          <w:b w:val="0"/>
          <w:noProof/>
          <w:color w:val="auto"/>
          <w:sz w:val="24"/>
          <w:szCs w:val="24"/>
          <w:lang w:val="en-US"/>
        </w:rPr>
      </w:pPr>
      <w:r>
        <w:rPr>
          <w:noProof/>
        </w:rPr>
        <w:t>MODULE 2</w:t>
      </w:r>
      <w:r>
        <w:rPr>
          <w:rFonts w:eastAsiaTheme="minorEastAsia"/>
          <w:b w:val="0"/>
          <w:noProof/>
          <w:color w:val="auto"/>
          <w:sz w:val="24"/>
          <w:szCs w:val="24"/>
          <w:lang w:val="en-US"/>
        </w:rPr>
        <w:tab/>
      </w:r>
      <w:r>
        <w:rPr>
          <w:noProof/>
        </w:rPr>
        <w:t>INTRODUCTION TO THE IALA RISK MANAGEMENT TOOLBOX</w:t>
      </w:r>
      <w:r>
        <w:rPr>
          <w:noProof/>
        </w:rPr>
        <w:tab/>
      </w:r>
      <w:r>
        <w:rPr>
          <w:noProof/>
        </w:rPr>
        <w:fldChar w:fldCharType="begin"/>
      </w:r>
      <w:r>
        <w:rPr>
          <w:noProof/>
        </w:rPr>
        <w:instrText xml:space="preserve"> PAGEREF _Toc449169095 \h </w:instrText>
      </w:r>
      <w:r>
        <w:rPr>
          <w:noProof/>
        </w:rPr>
      </w:r>
      <w:r>
        <w:rPr>
          <w:noProof/>
        </w:rPr>
        <w:fldChar w:fldCharType="separate"/>
      </w:r>
      <w:r>
        <w:rPr>
          <w:noProof/>
        </w:rPr>
        <w:t>11</w:t>
      </w:r>
      <w:r>
        <w:rPr>
          <w:noProof/>
        </w:rPr>
        <w:fldChar w:fldCharType="end"/>
      </w:r>
    </w:p>
    <w:p w14:paraId="4C675A0C"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_Toc449169096 \h </w:instrText>
      </w:r>
      <w:r>
        <w:fldChar w:fldCharType="separate"/>
      </w:r>
      <w:r>
        <w:t>11</w:t>
      </w:r>
      <w:r>
        <w:fldChar w:fldCharType="end"/>
      </w:r>
    </w:p>
    <w:p w14:paraId="33F66C94"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_Toc449169097 \h </w:instrText>
      </w:r>
      <w:r>
        <w:fldChar w:fldCharType="separate"/>
      </w:r>
      <w:r>
        <w:t>11</w:t>
      </w:r>
      <w:r>
        <w:fldChar w:fldCharType="end"/>
      </w:r>
    </w:p>
    <w:p w14:paraId="0FB04B07"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2 – INTRODUCTION TO THE IALA RISK MANAGEMENT TOOLBOX</w:t>
      </w:r>
      <w:r>
        <w:tab/>
      </w:r>
      <w:r>
        <w:fldChar w:fldCharType="begin"/>
      </w:r>
      <w:r>
        <w:instrText xml:space="preserve"> PAGEREF _Toc449169098 \h </w:instrText>
      </w:r>
      <w:r>
        <w:fldChar w:fldCharType="separate"/>
      </w:r>
      <w:r>
        <w:t>11</w:t>
      </w:r>
      <w:r>
        <w:fldChar w:fldCharType="end"/>
      </w:r>
    </w:p>
    <w:p w14:paraId="793AF62D" w14:textId="77777777" w:rsidR="002B58A9" w:rsidRDefault="002B58A9">
      <w:pPr>
        <w:pStyle w:val="TOC4"/>
        <w:rPr>
          <w:rFonts w:eastAsiaTheme="minorEastAsia"/>
          <w:b w:val="0"/>
          <w:noProof/>
          <w:color w:val="auto"/>
          <w:sz w:val="24"/>
          <w:szCs w:val="24"/>
          <w:lang w:val="en-US"/>
        </w:rPr>
      </w:pPr>
      <w:r>
        <w:rPr>
          <w:noProof/>
        </w:rPr>
        <w:t>MODULE 3</w:t>
      </w:r>
      <w:r>
        <w:rPr>
          <w:rFonts w:eastAsiaTheme="minorEastAsia"/>
          <w:b w:val="0"/>
          <w:noProof/>
          <w:color w:val="auto"/>
          <w:sz w:val="24"/>
          <w:szCs w:val="24"/>
          <w:lang w:val="en-US"/>
        </w:rPr>
        <w:tab/>
      </w:r>
      <w:r>
        <w:rPr>
          <w:noProof/>
        </w:rPr>
        <w:t>IWRAP MK2</w:t>
      </w:r>
      <w:r>
        <w:rPr>
          <w:noProof/>
        </w:rPr>
        <w:tab/>
      </w:r>
      <w:r>
        <w:rPr>
          <w:noProof/>
        </w:rPr>
        <w:fldChar w:fldCharType="begin"/>
      </w:r>
      <w:r>
        <w:rPr>
          <w:noProof/>
        </w:rPr>
        <w:instrText xml:space="preserve"> PAGEREF _Toc449169099 \h </w:instrText>
      </w:r>
      <w:r>
        <w:rPr>
          <w:noProof/>
        </w:rPr>
      </w:r>
      <w:r>
        <w:rPr>
          <w:noProof/>
        </w:rPr>
        <w:fldChar w:fldCharType="separate"/>
      </w:r>
      <w:r>
        <w:rPr>
          <w:noProof/>
        </w:rPr>
        <w:t>13</w:t>
      </w:r>
      <w:r>
        <w:rPr>
          <w:noProof/>
        </w:rPr>
        <w:fldChar w:fldCharType="end"/>
      </w:r>
    </w:p>
    <w:p w14:paraId="660303BF"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_Toc449169100 \h </w:instrText>
      </w:r>
      <w:r>
        <w:fldChar w:fldCharType="separate"/>
      </w:r>
      <w:r>
        <w:t>13</w:t>
      </w:r>
      <w:r>
        <w:fldChar w:fldCharType="end"/>
      </w:r>
    </w:p>
    <w:p w14:paraId="1CB3A9B4"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_Toc449169101 \h </w:instrText>
      </w:r>
      <w:r>
        <w:fldChar w:fldCharType="separate"/>
      </w:r>
      <w:r>
        <w:t>13</w:t>
      </w:r>
      <w:r>
        <w:fldChar w:fldCharType="end"/>
      </w:r>
    </w:p>
    <w:p w14:paraId="338226C6"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3 – IWRAP MK2</w:t>
      </w:r>
      <w:r>
        <w:tab/>
      </w:r>
      <w:r>
        <w:fldChar w:fldCharType="begin"/>
      </w:r>
      <w:r>
        <w:instrText xml:space="preserve"> PAGEREF _Toc449169102 \h </w:instrText>
      </w:r>
      <w:r>
        <w:fldChar w:fldCharType="separate"/>
      </w:r>
      <w:r>
        <w:t>13</w:t>
      </w:r>
      <w:r>
        <w:fldChar w:fldCharType="end"/>
      </w:r>
    </w:p>
    <w:p w14:paraId="23163F3E" w14:textId="77777777" w:rsidR="002B58A9" w:rsidRDefault="002B58A9">
      <w:pPr>
        <w:pStyle w:val="TOC4"/>
        <w:rPr>
          <w:rFonts w:eastAsiaTheme="minorEastAsia"/>
          <w:b w:val="0"/>
          <w:noProof/>
          <w:color w:val="auto"/>
          <w:sz w:val="24"/>
          <w:szCs w:val="24"/>
          <w:lang w:val="en-US"/>
        </w:rPr>
      </w:pPr>
      <w:r>
        <w:rPr>
          <w:noProof/>
        </w:rPr>
        <w:t>MODULE 4</w:t>
      </w:r>
      <w:r>
        <w:rPr>
          <w:rFonts w:eastAsiaTheme="minorEastAsia"/>
          <w:b w:val="0"/>
          <w:noProof/>
          <w:color w:val="auto"/>
          <w:sz w:val="24"/>
          <w:szCs w:val="24"/>
          <w:lang w:val="en-US"/>
        </w:rPr>
        <w:tab/>
      </w:r>
      <w:r>
        <w:rPr>
          <w:noProof/>
        </w:rPr>
        <w:t>PAWSA</w:t>
      </w:r>
      <w:r>
        <w:rPr>
          <w:noProof/>
        </w:rPr>
        <w:tab/>
      </w:r>
      <w:r>
        <w:rPr>
          <w:noProof/>
        </w:rPr>
        <w:fldChar w:fldCharType="begin"/>
      </w:r>
      <w:r>
        <w:rPr>
          <w:noProof/>
        </w:rPr>
        <w:instrText xml:space="preserve"> PAGEREF _Toc449169103 \h </w:instrText>
      </w:r>
      <w:r>
        <w:rPr>
          <w:noProof/>
        </w:rPr>
      </w:r>
      <w:r>
        <w:rPr>
          <w:noProof/>
        </w:rPr>
        <w:fldChar w:fldCharType="separate"/>
      </w:r>
      <w:r>
        <w:rPr>
          <w:noProof/>
        </w:rPr>
        <w:t>15</w:t>
      </w:r>
      <w:r>
        <w:rPr>
          <w:noProof/>
        </w:rPr>
        <w:fldChar w:fldCharType="end"/>
      </w:r>
    </w:p>
    <w:p w14:paraId="2784E1AD"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_Toc449169104 \h </w:instrText>
      </w:r>
      <w:r>
        <w:fldChar w:fldCharType="separate"/>
      </w:r>
      <w:r>
        <w:t>15</w:t>
      </w:r>
      <w:r>
        <w:fldChar w:fldCharType="end"/>
      </w:r>
    </w:p>
    <w:p w14:paraId="2FD26D82"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_Toc449169105 \h </w:instrText>
      </w:r>
      <w:r>
        <w:fldChar w:fldCharType="separate"/>
      </w:r>
      <w:r>
        <w:t>15</w:t>
      </w:r>
      <w:r>
        <w:fldChar w:fldCharType="end"/>
      </w:r>
    </w:p>
    <w:p w14:paraId="36BFEEE4"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3 – PAWSA</w:t>
      </w:r>
      <w:r>
        <w:tab/>
      </w:r>
      <w:r>
        <w:fldChar w:fldCharType="begin"/>
      </w:r>
      <w:r>
        <w:instrText xml:space="preserve"> PAGEREF _Toc449169106 \h </w:instrText>
      </w:r>
      <w:r>
        <w:fldChar w:fldCharType="separate"/>
      </w:r>
      <w:r>
        <w:t>15</w:t>
      </w:r>
      <w:r>
        <w:fldChar w:fldCharType="end"/>
      </w:r>
    </w:p>
    <w:p w14:paraId="7C3C726C" w14:textId="77777777" w:rsidR="002B58A9" w:rsidRDefault="002B58A9">
      <w:pPr>
        <w:pStyle w:val="TOC4"/>
        <w:rPr>
          <w:rFonts w:eastAsiaTheme="minorEastAsia"/>
          <w:b w:val="0"/>
          <w:noProof/>
          <w:color w:val="auto"/>
          <w:sz w:val="24"/>
          <w:szCs w:val="24"/>
          <w:lang w:val="en-US"/>
        </w:rPr>
      </w:pPr>
      <w:r>
        <w:rPr>
          <w:noProof/>
        </w:rPr>
        <w:t>MODULE 5</w:t>
      </w:r>
      <w:r>
        <w:rPr>
          <w:rFonts w:eastAsiaTheme="minorEastAsia"/>
          <w:b w:val="0"/>
          <w:noProof/>
          <w:color w:val="auto"/>
          <w:sz w:val="24"/>
          <w:szCs w:val="24"/>
          <w:lang w:val="en-US"/>
        </w:rPr>
        <w:tab/>
      </w:r>
      <w:r>
        <w:rPr>
          <w:noProof/>
        </w:rPr>
        <w:t>SIMULATION</w:t>
      </w:r>
      <w:r>
        <w:rPr>
          <w:noProof/>
        </w:rPr>
        <w:tab/>
      </w:r>
      <w:r>
        <w:rPr>
          <w:noProof/>
        </w:rPr>
        <w:fldChar w:fldCharType="begin"/>
      </w:r>
      <w:r>
        <w:rPr>
          <w:noProof/>
        </w:rPr>
        <w:instrText xml:space="preserve"> PAGEREF _Toc449169107 \h </w:instrText>
      </w:r>
      <w:r>
        <w:rPr>
          <w:noProof/>
        </w:rPr>
      </w:r>
      <w:r>
        <w:rPr>
          <w:noProof/>
        </w:rPr>
        <w:fldChar w:fldCharType="separate"/>
      </w:r>
      <w:r>
        <w:rPr>
          <w:noProof/>
        </w:rPr>
        <w:t>17</w:t>
      </w:r>
      <w:r>
        <w:rPr>
          <w:noProof/>
        </w:rPr>
        <w:fldChar w:fldCharType="end"/>
      </w:r>
    </w:p>
    <w:p w14:paraId="35FE9205"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_Toc449169108 \h </w:instrText>
      </w:r>
      <w:r>
        <w:fldChar w:fldCharType="separate"/>
      </w:r>
      <w:r>
        <w:t>17</w:t>
      </w:r>
      <w:r>
        <w:fldChar w:fldCharType="end"/>
      </w:r>
    </w:p>
    <w:p w14:paraId="02349C2B"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_Toc449169109 \h </w:instrText>
      </w:r>
      <w:r>
        <w:fldChar w:fldCharType="separate"/>
      </w:r>
      <w:r>
        <w:t>17</w:t>
      </w:r>
      <w:r>
        <w:fldChar w:fldCharType="end"/>
      </w:r>
    </w:p>
    <w:p w14:paraId="3757C2A3"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5 – SIMULATION</w:t>
      </w:r>
      <w:r>
        <w:tab/>
      </w:r>
      <w:r>
        <w:fldChar w:fldCharType="begin"/>
      </w:r>
      <w:r>
        <w:instrText xml:space="preserve"> PAGEREF _Toc449169110 \h </w:instrText>
      </w:r>
      <w:r>
        <w:fldChar w:fldCharType="separate"/>
      </w:r>
      <w:r>
        <w:t>17</w:t>
      </w:r>
      <w:r>
        <w:fldChar w:fldCharType="end"/>
      </w:r>
    </w:p>
    <w:p w14:paraId="3CD2B6B7" w14:textId="77777777" w:rsidR="002B58A9" w:rsidRDefault="002B58A9">
      <w:pPr>
        <w:pStyle w:val="TOC4"/>
        <w:rPr>
          <w:rFonts w:eastAsiaTheme="minorEastAsia"/>
          <w:b w:val="0"/>
          <w:noProof/>
          <w:color w:val="auto"/>
          <w:sz w:val="24"/>
          <w:szCs w:val="24"/>
          <w:lang w:val="en-US"/>
        </w:rPr>
      </w:pPr>
      <w:r>
        <w:rPr>
          <w:noProof/>
        </w:rPr>
        <w:t>MODULE 6</w:t>
      </w:r>
      <w:r>
        <w:rPr>
          <w:rFonts w:eastAsiaTheme="minorEastAsia"/>
          <w:b w:val="0"/>
          <w:noProof/>
          <w:color w:val="auto"/>
          <w:sz w:val="24"/>
          <w:szCs w:val="24"/>
          <w:lang w:val="en-US"/>
        </w:rPr>
        <w:tab/>
      </w:r>
      <w:r>
        <w:rPr>
          <w:noProof/>
        </w:rPr>
        <w:t>COMPLEMENTARY USE OF THE IALA RISK MANAGEMENT TOOLBOX</w:t>
      </w:r>
      <w:r>
        <w:rPr>
          <w:noProof/>
        </w:rPr>
        <w:tab/>
      </w:r>
      <w:r>
        <w:rPr>
          <w:noProof/>
        </w:rPr>
        <w:fldChar w:fldCharType="begin"/>
      </w:r>
      <w:r>
        <w:rPr>
          <w:noProof/>
        </w:rPr>
        <w:instrText xml:space="preserve"> PAGEREF _Toc449169111 \h </w:instrText>
      </w:r>
      <w:r>
        <w:rPr>
          <w:noProof/>
        </w:rPr>
      </w:r>
      <w:r>
        <w:rPr>
          <w:noProof/>
        </w:rPr>
        <w:fldChar w:fldCharType="separate"/>
      </w:r>
      <w:r>
        <w:rPr>
          <w:noProof/>
        </w:rPr>
        <w:t>19</w:t>
      </w:r>
      <w:r>
        <w:rPr>
          <w:noProof/>
        </w:rPr>
        <w:fldChar w:fldCharType="end"/>
      </w:r>
    </w:p>
    <w:p w14:paraId="7AB8709B"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_Toc449169112 \h </w:instrText>
      </w:r>
      <w:r>
        <w:fldChar w:fldCharType="separate"/>
      </w:r>
      <w:r>
        <w:t>19</w:t>
      </w:r>
      <w:r>
        <w:fldChar w:fldCharType="end"/>
      </w:r>
    </w:p>
    <w:p w14:paraId="10C4DA41"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_Toc449169113 \h </w:instrText>
      </w:r>
      <w:r>
        <w:fldChar w:fldCharType="separate"/>
      </w:r>
      <w:r>
        <w:t>19</w:t>
      </w:r>
      <w:r>
        <w:fldChar w:fldCharType="end"/>
      </w:r>
    </w:p>
    <w:p w14:paraId="6AF5B179"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6 – COMPLEMENTARY USE OF THE IALA RISK MANAGEMENT TOOLBOX</w:t>
      </w:r>
      <w:r>
        <w:tab/>
      </w:r>
      <w:r>
        <w:fldChar w:fldCharType="begin"/>
      </w:r>
      <w:r>
        <w:instrText xml:space="preserve"> PAGEREF _Toc449169114 \h </w:instrText>
      </w:r>
      <w:r>
        <w:fldChar w:fldCharType="separate"/>
      </w:r>
      <w:r>
        <w:t>19</w:t>
      </w:r>
      <w:r>
        <w:fldChar w:fldCharType="end"/>
      </w:r>
    </w:p>
    <w:p w14:paraId="6EA66232" w14:textId="77777777" w:rsidR="002B58A9" w:rsidRDefault="002B58A9">
      <w:pPr>
        <w:pStyle w:val="TOC4"/>
        <w:rPr>
          <w:rFonts w:eastAsiaTheme="minorEastAsia"/>
          <w:b w:val="0"/>
          <w:noProof/>
          <w:color w:val="auto"/>
          <w:sz w:val="24"/>
          <w:szCs w:val="24"/>
          <w:lang w:val="en-US"/>
        </w:rPr>
      </w:pPr>
      <w:r>
        <w:rPr>
          <w:noProof/>
        </w:rPr>
        <w:lastRenderedPageBreak/>
        <w:t>MODULE 7</w:t>
      </w:r>
      <w:r>
        <w:rPr>
          <w:rFonts w:eastAsiaTheme="minorEastAsia"/>
          <w:b w:val="0"/>
          <w:noProof/>
          <w:color w:val="auto"/>
          <w:sz w:val="24"/>
          <w:szCs w:val="24"/>
          <w:lang w:val="en-US"/>
        </w:rPr>
        <w:tab/>
      </w:r>
      <w:r>
        <w:rPr>
          <w:noProof/>
        </w:rPr>
        <w:t>DISCUSSION ON THE IALA RISK MANAGEMENT TOOLBOX</w:t>
      </w:r>
      <w:r>
        <w:rPr>
          <w:noProof/>
        </w:rPr>
        <w:tab/>
      </w:r>
      <w:r>
        <w:rPr>
          <w:noProof/>
        </w:rPr>
        <w:fldChar w:fldCharType="begin"/>
      </w:r>
      <w:r>
        <w:rPr>
          <w:noProof/>
        </w:rPr>
        <w:instrText xml:space="preserve"> PAGEREF _Toc449169115 \h </w:instrText>
      </w:r>
      <w:r>
        <w:rPr>
          <w:noProof/>
        </w:rPr>
      </w:r>
      <w:r>
        <w:rPr>
          <w:noProof/>
        </w:rPr>
        <w:fldChar w:fldCharType="separate"/>
      </w:r>
      <w:r>
        <w:rPr>
          <w:noProof/>
        </w:rPr>
        <w:t>21</w:t>
      </w:r>
      <w:r>
        <w:rPr>
          <w:noProof/>
        </w:rPr>
        <w:fldChar w:fldCharType="end"/>
      </w:r>
    </w:p>
    <w:p w14:paraId="00120018"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_Toc449169116 \h </w:instrText>
      </w:r>
      <w:r>
        <w:fldChar w:fldCharType="separate"/>
      </w:r>
      <w:r>
        <w:t>21</w:t>
      </w:r>
      <w:r>
        <w:fldChar w:fldCharType="end"/>
      </w:r>
    </w:p>
    <w:p w14:paraId="4D9A49CC" w14:textId="77777777" w:rsidR="002B58A9" w:rsidRDefault="002B58A9">
      <w:pPr>
        <w:pStyle w:val="TOC1"/>
        <w:rPr>
          <w:rFonts w:eastAsiaTheme="minorEastAsia"/>
          <w:b w:val="0"/>
          <w:color w:val="auto"/>
          <w:sz w:val="24"/>
          <w:szCs w:val="24"/>
          <w:lang w:val="en-US"/>
        </w:rPr>
      </w:pPr>
      <w:r w:rsidRPr="007E5707">
        <w:rPr>
          <w:lang w:eastAsia="de-DE"/>
        </w:rPr>
        <w:t>2.</w:t>
      </w:r>
      <w:r>
        <w:rPr>
          <w:rFonts w:eastAsiaTheme="minorEastAsia"/>
          <w:b w:val="0"/>
          <w:color w:val="auto"/>
          <w:sz w:val="24"/>
          <w:szCs w:val="24"/>
          <w:lang w:val="en-US"/>
        </w:rPr>
        <w:tab/>
      </w:r>
      <w:r>
        <w:rPr>
          <w:lang w:eastAsia="de-DE"/>
        </w:rPr>
        <w:t>L</w:t>
      </w:r>
      <w:r w:rsidRPr="007E5707">
        <w:rPr>
          <w:lang w:eastAsia="de-DE"/>
        </w:rPr>
        <w:t>EARNING OBJECTIVES</w:t>
      </w:r>
      <w:r>
        <w:tab/>
      </w:r>
      <w:r>
        <w:fldChar w:fldCharType="begin"/>
      </w:r>
      <w:r>
        <w:instrText xml:space="preserve"> PAGEREF _Toc449169117 \h </w:instrText>
      </w:r>
      <w:r>
        <w:fldChar w:fldCharType="separate"/>
      </w:r>
      <w:r>
        <w:t>21</w:t>
      </w:r>
      <w:r>
        <w:fldChar w:fldCharType="end"/>
      </w:r>
    </w:p>
    <w:p w14:paraId="330DEFFA"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3 – PANEL DISCUSSION ON THE IALA RISK MANAGEMENT TOOLBOX</w:t>
      </w:r>
      <w:r>
        <w:tab/>
      </w:r>
      <w:r>
        <w:fldChar w:fldCharType="begin"/>
      </w:r>
      <w:r>
        <w:instrText xml:space="preserve"> PAGEREF _Toc449169118 \h </w:instrText>
      </w:r>
      <w:r>
        <w:fldChar w:fldCharType="separate"/>
      </w:r>
      <w:r>
        <w:t>21</w:t>
      </w:r>
      <w:r>
        <w:fldChar w:fldCharType="end"/>
      </w:r>
    </w:p>
    <w:p w14:paraId="38BC1B45" w14:textId="77777777" w:rsidR="002B58A9" w:rsidRDefault="002B58A9">
      <w:pPr>
        <w:pStyle w:val="TOC1"/>
        <w:tabs>
          <w:tab w:val="left" w:pos="1134"/>
        </w:tabs>
        <w:rPr>
          <w:rFonts w:eastAsiaTheme="minorEastAsia"/>
          <w:b w:val="0"/>
          <w:color w:val="auto"/>
          <w:sz w:val="24"/>
          <w:szCs w:val="24"/>
          <w:lang w:val="en-US"/>
        </w:rPr>
      </w:pPr>
      <w:r w:rsidRPr="007E5707">
        <w:rPr>
          <w:u w:color="407EC9"/>
        </w:rPr>
        <w:t>ANNEX A</w:t>
      </w:r>
      <w:r>
        <w:rPr>
          <w:rFonts w:eastAsiaTheme="minorEastAsia"/>
          <w:b w:val="0"/>
          <w:color w:val="auto"/>
          <w:sz w:val="24"/>
          <w:szCs w:val="24"/>
          <w:lang w:val="en-US"/>
        </w:rPr>
        <w:tab/>
      </w:r>
      <w:r w:rsidRPr="007E5707">
        <w:t>EXAMPLE CERTIFICATE OF COMPLETION</w:t>
      </w:r>
      <w:r>
        <w:tab/>
      </w:r>
      <w:r>
        <w:fldChar w:fldCharType="begin"/>
      </w:r>
      <w:r>
        <w:instrText xml:space="preserve"> PAGEREF _Toc449169119 \h </w:instrText>
      </w:r>
      <w:r>
        <w:fldChar w:fldCharType="separate"/>
      </w:r>
      <w:r>
        <w:t>22</w:t>
      </w:r>
      <w:r>
        <w:fldChar w:fldCharType="end"/>
      </w:r>
    </w:p>
    <w:p w14:paraId="754A4607" w14:textId="472D0D89" w:rsidR="00642025" w:rsidRPr="002521F6" w:rsidRDefault="00CA3E18" w:rsidP="007B7FEC">
      <w:pPr>
        <w:rPr>
          <w:b/>
          <w:color w:val="00558C" w:themeColor="accent1"/>
          <w:sz w:val="22"/>
        </w:rPr>
      </w:pPr>
      <w:r>
        <w:rPr>
          <w:color w:val="00558C" w:themeColor="accent1"/>
          <w:sz w:val="22"/>
        </w:rPr>
        <w:fldChar w:fldCharType="end"/>
      </w:r>
    </w:p>
    <w:p w14:paraId="2D04D7F5" w14:textId="77777777" w:rsidR="0078486B" w:rsidRPr="002521F6" w:rsidRDefault="002F265A" w:rsidP="002F265A">
      <w:pPr>
        <w:pStyle w:val="ListofFigures"/>
      </w:pPr>
      <w:r w:rsidRPr="002521F6">
        <w:t>List of Tables</w:t>
      </w:r>
    </w:p>
    <w:p w14:paraId="11EF6622" w14:textId="77777777" w:rsidR="002B58A9" w:rsidRDefault="00A72ED7">
      <w:pPr>
        <w:pStyle w:val="TableofFigures"/>
        <w:rPr>
          <w:rFonts w:eastAsiaTheme="minorEastAsia"/>
          <w:i w:val="0"/>
          <w:noProof/>
          <w:sz w:val="24"/>
          <w:szCs w:val="24"/>
          <w:lang w:val="en-US"/>
        </w:rPr>
      </w:pPr>
      <w:r w:rsidRPr="002521F6">
        <w:rPr>
          <w:b/>
          <w:color w:val="00558C" w:themeColor="accent1"/>
        </w:rPr>
        <w:fldChar w:fldCharType="begin"/>
      </w:r>
      <w:r w:rsidRPr="002521F6">
        <w:instrText xml:space="preserve"> TOC \t "Table caption" \c </w:instrText>
      </w:r>
      <w:r w:rsidRPr="002521F6">
        <w:rPr>
          <w:b/>
          <w:color w:val="00558C" w:themeColor="accent1"/>
        </w:rPr>
        <w:fldChar w:fldCharType="separate"/>
      </w:r>
      <w:r w:rsidR="002B58A9">
        <w:rPr>
          <w:noProof/>
        </w:rPr>
        <w:t>Table 1</w:t>
      </w:r>
      <w:r w:rsidR="002B58A9">
        <w:rPr>
          <w:rFonts w:eastAsiaTheme="minorEastAsia"/>
          <w:i w:val="0"/>
          <w:noProof/>
          <w:sz w:val="24"/>
          <w:szCs w:val="24"/>
          <w:lang w:val="en-US"/>
        </w:rPr>
        <w:tab/>
      </w:r>
      <w:r w:rsidR="002B58A9">
        <w:rPr>
          <w:noProof/>
        </w:rPr>
        <w:t>Teaching modules</w:t>
      </w:r>
      <w:r w:rsidR="002B58A9">
        <w:rPr>
          <w:noProof/>
        </w:rPr>
        <w:tab/>
      </w:r>
      <w:r w:rsidR="002B58A9">
        <w:rPr>
          <w:noProof/>
        </w:rPr>
        <w:fldChar w:fldCharType="begin"/>
      </w:r>
      <w:r w:rsidR="002B58A9">
        <w:rPr>
          <w:noProof/>
        </w:rPr>
        <w:instrText xml:space="preserve"> PAGEREF _Toc449169120 \h </w:instrText>
      </w:r>
      <w:r w:rsidR="002B58A9">
        <w:rPr>
          <w:noProof/>
        </w:rPr>
      </w:r>
      <w:r w:rsidR="002B58A9">
        <w:rPr>
          <w:noProof/>
        </w:rPr>
        <w:fldChar w:fldCharType="separate"/>
      </w:r>
      <w:r w:rsidR="002B58A9">
        <w:rPr>
          <w:noProof/>
        </w:rPr>
        <w:t>6</w:t>
      </w:r>
      <w:r w:rsidR="002B58A9">
        <w:rPr>
          <w:noProof/>
        </w:rPr>
        <w:fldChar w:fldCharType="end"/>
      </w:r>
    </w:p>
    <w:p w14:paraId="282DF1E2" w14:textId="77777777" w:rsidR="002B58A9" w:rsidRDefault="002B58A9">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Detailed Teaching Syllabus - Module 1</w:t>
      </w:r>
      <w:r>
        <w:rPr>
          <w:noProof/>
        </w:rPr>
        <w:tab/>
      </w:r>
      <w:r>
        <w:rPr>
          <w:noProof/>
        </w:rPr>
        <w:fldChar w:fldCharType="begin"/>
      </w:r>
      <w:r>
        <w:rPr>
          <w:noProof/>
        </w:rPr>
        <w:instrText xml:space="preserve"> PAGEREF _Toc449169121 \h </w:instrText>
      </w:r>
      <w:r>
        <w:rPr>
          <w:noProof/>
        </w:rPr>
      </w:r>
      <w:r>
        <w:rPr>
          <w:noProof/>
        </w:rPr>
        <w:fldChar w:fldCharType="separate"/>
      </w:r>
      <w:r>
        <w:rPr>
          <w:noProof/>
        </w:rPr>
        <w:t>9</w:t>
      </w:r>
      <w:r>
        <w:rPr>
          <w:noProof/>
        </w:rPr>
        <w:fldChar w:fldCharType="end"/>
      </w:r>
    </w:p>
    <w:p w14:paraId="05A5222E" w14:textId="77777777" w:rsidR="002B58A9" w:rsidRDefault="002B58A9">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Detailed Teaching Syllabus - Module 2</w:t>
      </w:r>
      <w:r>
        <w:rPr>
          <w:noProof/>
        </w:rPr>
        <w:tab/>
      </w:r>
      <w:r>
        <w:rPr>
          <w:noProof/>
        </w:rPr>
        <w:fldChar w:fldCharType="begin"/>
      </w:r>
      <w:r>
        <w:rPr>
          <w:noProof/>
        </w:rPr>
        <w:instrText xml:space="preserve"> PAGEREF _Toc449169122 \h </w:instrText>
      </w:r>
      <w:r>
        <w:rPr>
          <w:noProof/>
        </w:rPr>
      </w:r>
      <w:r>
        <w:rPr>
          <w:noProof/>
        </w:rPr>
        <w:fldChar w:fldCharType="separate"/>
      </w:r>
      <w:r>
        <w:rPr>
          <w:noProof/>
        </w:rPr>
        <w:t>11</w:t>
      </w:r>
      <w:r>
        <w:rPr>
          <w:noProof/>
        </w:rPr>
        <w:fldChar w:fldCharType="end"/>
      </w:r>
    </w:p>
    <w:p w14:paraId="2B1CDF3B" w14:textId="77777777" w:rsidR="002B58A9" w:rsidRDefault="002B58A9">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Detailed Teaching Syllabus - Module 3</w:t>
      </w:r>
      <w:r>
        <w:rPr>
          <w:noProof/>
        </w:rPr>
        <w:tab/>
      </w:r>
      <w:r>
        <w:rPr>
          <w:noProof/>
        </w:rPr>
        <w:fldChar w:fldCharType="begin"/>
      </w:r>
      <w:r>
        <w:rPr>
          <w:noProof/>
        </w:rPr>
        <w:instrText xml:space="preserve"> PAGEREF _Toc449169123 \h </w:instrText>
      </w:r>
      <w:r>
        <w:rPr>
          <w:noProof/>
        </w:rPr>
      </w:r>
      <w:r>
        <w:rPr>
          <w:noProof/>
        </w:rPr>
        <w:fldChar w:fldCharType="separate"/>
      </w:r>
      <w:r>
        <w:rPr>
          <w:noProof/>
        </w:rPr>
        <w:t>13</w:t>
      </w:r>
      <w:r>
        <w:rPr>
          <w:noProof/>
        </w:rPr>
        <w:fldChar w:fldCharType="end"/>
      </w:r>
    </w:p>
    <w:p w14:paraId="0DACADD5" w14:textId="77777777" w:rsidR="002B58A9" w:rsidRDefault="002B58A9">
      <w:pPr>
        <w:pStyle w:val="TableofFigures"/>
        <w:rPr>
          <w:rFonts w:eastAsiaTheme="minorEastAsia"/>
          <w:i w:val="0"/>
          <w:noProof/>
          <w:sz w:val="24"/>
          <w:szCs w:val="24"/>
          <w:lang w:val="en-US"/>
        </w:rPr>
      </w:pPr>
      <w:r>
        <w:rPr>
          <w:noProof/>
        </w:rPr>
        <w:t>Table 5</w:t>
      </w:r>
      <w:r>
        <w:rPr>
          <w:rFonts w:eastAsiaTheme="minorEastAsia"/>
          <w:i w:val="0"/>
          <w:noProof/>
          <w:sz w:val="24"/>
          <w:szCs w:val="24"/>
          <w:lang w:val="en-US"/>
        </w:rPr>
        <w:tab/>
      </w:r>
      <w:r>
        <w:rPr>
          <w:noProof/>
        </w:rPr>
        <w:t>Detailed Teaching Syllabus - Module 4</w:t>
      </w:r>
      <w:r>
        <w:rPr>
          <w:noProof/>
        </w:rPr>
        <w:tab/>
      </w:r>
      <w:r>
        <w:rPr>
          <w:noProof/>
        </w:rPr>
        <w:fldChar w:fldCharType="begin"/>
      </w:r>
      <w:r>
        <w:rPr>
          <w:noProof/>
        </w:rPr>
        <w:instrText xml:space="preserve"> PAGEREF _Toc449169124 \h </w:instrText>
      </w:r>
      <w:r>
        <w:rPr>
          <w:noProof/>
        </w:rPr>
      </w:r>
      <w:r>
        <w:rPr>
          <w:noProof/>
        </w:rPr>
        <w:fldChar w:fldCharType="separate"/>
      </w:r>
      <w:r>
        <w:rPr>
          <w:noProof/>
        </w:rPr>
        <w:t>15</w:t>
      </w:r>
      <w:r>
        <w:rPr>
          <w:noProof/>
        </w:rPr>
        <w:fldChar w:fldCharType="end"/>
      </w:r>
    </w:p>
    <w:p w14:paraId="34957E39" w14:textId="77777777" w:rsidR="002B58A9" w:rsidRDefault="002B58A9">
      <w:pPr>
        <w:pStyle w:val="TableofFigures"/>
        <w:rPr>
          <w:rFonts w:eastAsiaTheme="minorEastAsia"/>
          <w:i w:val="0"/>
          <w:noProof/>
          <w:sz w:val="24"/>
          <w:szCs w:val="24"/>
          <w:lang w:val="en-US"/>
        </w:rPr>
      </w:pPr>
      <w:r>
        <w:rPr>
          <w:noProof/>
        </w:rPr>
        <w:t>Table 6</w:t>
      </w:r>
      <w:r>
        <w:rPr>
          <w:rFonts w:eastAsiaTheme="minorEastAsia"/>
          <w:i w:val="0"/>
          <w:noProof/>
          <w:sz w:val="24"/>
          <w:szCs w:val="24"/>
          <w:lang w:val="en-US"/>
        </w:rPr>
        <w:tab/>
      </w:r>
      <w:r>
        <w:rPr>
          <w:noProof/>
        </w:rPr>
        <w:t>Detailed Teaching Syllabus - Module 5</w:t>
      </w:r>
      <w:r>
        <w:rPr>
          <w:noProof/>
        </w:rPr>
        <w:tab/>
      </w:r>
      <w:r>
        <w:rPr>
          <w:noProof/>
        </w:rPr>
        <w:fldChar w:fldCharType="begin"/>
      </w:r>
      <w:r>
        <w:rPr>
          <w:noProof/>
        </w:rPr>
        <w:instrText xml:space="preserve"> PAGEREF _Toc449169125 \h </w:instrText>
      </w:r>
      <w:r>
        <w:rPr>
          <w:noProof/>
        </w:rPr>
      </w:r>
      <w:r>
        <w:rPr>
          <w:noProof/>
        </w:rPr>
        <w:fldChar w:fldCharType="separate"/>
      </w:r>
      <w:r>
        <w:rPr>
          <w:noProof/>
        </w:rPr>
        <w:t>17</w:t>
      </w:r>
      <w:r>
        <w:rPr>
          <w:noProof/>
        </w:rPr>
        <w:fldChar w:fldCharType="end"/>
      </w:r>
    </w:p>
    <w:p w14:paraId="6618333C" w14:textId="77777777" w:rsidR="002B58A9" w:rsidRDefault="002B58A9">
      <w:pPr>
        <w:pStyle w:val="TableofFigures"/>
        <w:rPr>
          <w:rFonts w:eastAsiaTheme="minorEastAsia"/>
          <w:i w:val="0"/>
          <w:noProof/>
          <w:sz w:val="24"/>
          <w:szCs w:val="24"/>
          <w:lang w:val="en-US"/>
        </w:rPr>
      </w:pPr>
      <w:r>
        <w:rPr>
          <w:noProof/>
        </w:rPr>
        <w:t>Table 7</w:t>
      </w:r>
      <w:r>
        <w:rPr>
          <w:rFonts w:eastAsiaTheme="minorEastAsia"/>
          <w:i w:val="0"/>
          <w:noProof/>
          <w:sz w:val="24"/>
          <w:szCs w:val="24"/>
          <w:lang w:val="en-US"/>
        </w:rPr>
        <w:tab/>
      </w:r>
      <w:r>
        <w:rPr>
          <w:noProof/>
        </w:rPr>
        <w:t>Detailed Teaching Syllabus - Module 6</w:t>
      </w:r>
      <w:r>
        <w:rPr>
          <w:noProof/>
        </w:rPr>
        <w:tab/>
      </w:r>
      <w:r>
        <w:rPr>
          <w:noProof/>
        </w:rPr>
        <w:fldChar w:fldCharType="begin"/>
      </w:r>
      <w:r>
        <w:rPr>
          <w:noProof/>
        </w:rPr>
        <w:instrText xml:space="preserve"> PAGEREF _Toc449169126 \h </w:instrText>
      </w:r>
      <w:r>
        <w:rPr>
          <w:noProof/>
        </w:rPr>
      </w:r>
      <w:r>
        <w:rPr>
          <w:noProof/>
        </w:rPr>
        <w:fldChar w:fldCharType="separate"/>
      </w:r>
      <w:r>
        <w:rPr>
          <w:noProof/>
        </w:rPr>
        <w:t>19</w:t>
      </w:r>
      <w:r>
        <w:rPr>
          <w:noProof/>
        </w:rPr>
        <w:fldChar w:fldCharType="end"/>
      </w:r>
    </w:p>
    <w:p w14:paraId="49727F87" w14:textId="77777777" w:rsidR="002B58A9" w:rsidRDefault="002B58A9">
      <w:pPr>
        <w:pStyle w:val="TableofFigures"/>
        <w:rPr>
          <w:rFonts w:eastAsiaTheme="minorEastAsia"/>
          <w:i w:val="0"/>
          <w:noProof/>
          <w:sz w:val="24"/>
          <w:szCs w:val="24"/>
          <w:lang w:val="en-US"/>
        </w:rPr>
      </w:pPr>
      <w:r>
        <w:rPr>
          <w:noProof/>
        </w:rPr>
        <w:t>Table 8</w:t>
      </w:r>
      <w:r>
        <w:rPr>
          <w:rFonts w:eastAsiaTheme="minorEastAsia"/>
          <w:i w:val="0"/>
          <w:noProof/>
          <w:sz w:val="24"/>
          <w:szCs w:val="24"/>
          <w:lang w:val="en-US"/>
        </w:rPr>
        <w:tab/>
      </w:r>
      <w:r>
        <w:rPr>
          <w:noProof/>
        </w:rPr>
        <w:t>Detailed Teaching Syllabus - Module 7</w:t>
      </w:r>
      <w:r>
        <w:rPr>
          <w:noProof/>
        </w:rPr>
        <w:tab/>
      </w:r>
      <w:r>
        <w:rPr>
          <w:noProof/>
        </w:rPr>
        <w:fldChar w:fldCharType="begin"/>
      </w:r>
      <w:r>
        <w:rPr>
          <w:noProof/>
        </w:rPr>
        <w:instrText xml:space="preserve"> PAGEREF _Toc449169127 \h </w:instrText>
      </w:r>
      <w:r>
        <w:rPr>
          <w:noProof/>
        </w:rPr>
      </w:r>
      <w:r>
        <w:rPr>
          <w:noProof/>
        </w:rPr>
        <w:fldChar w:fldCharType="separate"/>
      </w:r>
      <w:r>
        <w:rPr>
          <w:noProof/>
        </w:rPr>
        <w:t>21</w:t>
      </w:r>
      <w:r>
        <w:rPr>
          <w:noProof/>
        </w:rPr>
        <w:fldChar w:fldCharType="end"/>
      </w:r>
    </w:p>
    <w:p w14:paraId="6419B221" w14:textId="1F1809EE" w:rsidR="005E4659" w:rsidRPr="002521F6" w:rsidRDefault="00A72ED7" w:rsidP="00451AE2">
      <w:r w:rsidRPr="002521F6">
        <w:fldChar w:fldCharType="end"/>
      </w:r>
    </w:p>
    <w:p w14:paraId="48D39945" w14:textId="77777777" w:rsidR="00EB6F3C" w:rsidRPr="002521F6" w:rsidRDefault="00EB6F3C" w:rsidP="003274DB"/>
    <w:p w14:paraId="78ABBA83" w14:textId="77777777" w:rsidR="00790277" w:rsidRPr="002521F6" w:rsidRDefault="00790277" w:rsidP="003274DB">
      <w:pPr>
        <w:sectPr w:rsidR="00790277" w:rsidRPr="002521F6" w:rsidSect="00292085">
          <w:headerReference w:type="default" r:id="rId12"/>
          <w:pgSz w:w="11906" w:h="16838" w:code="9"/>
          <w:pgMar w:top="567" w:right="794" w:bottom="567" w:left="907" w:header="567" w:footer="567" w:gutter="0"/>
          <w:cols w:space="708"/>
          <w:docGrid w:linePitch="360"/>
        </w:sectPr>
      </w:pPr>
    </w:p>
    <w:p w14:paraId="6F1F3A9C" w14:textId="77777777" w:rsidR="00465491" w:rsidRPr="002521F6" w:rsidRDefault="00465491" w:rsidP="00465491">
      <w:pPr>
        <w:pStyle w:val="Forward"/>
      </w:pPr>
      <w:bookmarkStart w:id="0" w:name="_Toc419881195"/>
      <w:r w:rsidRPr="002521F6">
        <w:lastRenderedPageBreak/>
        <w:t>FOREWORD</w:t>
      </w:r>
      <w:bookmarkEnd w:id="0"/>
    </w:p>
    <w:p w14:paraId="70D0CDE6" w14:textId="77777777" w:rsidR="00451AE2" w:rsidRPr="002521F6" w:rsidRDefault="00451AE2" w:rsidP="00451AE2">
      <w:pPr>
        <w:pStyle w:val="BodyText"/>
        <w:rPr>
          <w:rFonts w:cs="Arial"/>
          <w:lang w:eastAsia="de-DE"/>
        </w:rPr>
      </w:pPr>
      <w:r w:rsidRPr="002521F6">
        <w:rPr>
          <w:rFonts w:cs="Arial"/>
          <w:lang w:eastAsia="de-DE"/>
        </w:rPr>
        <w:t>The International Association of Marine Aids to Navigation and Lighthouse Authorities (IALA) recognises that training in all aspects of the management of Aids to Navigation (AtoN) service delivery is critical to the consistent provision of that AtoN service.</w:t>
      </w:r>
    </w:p>
    <w:p w14:paraId="1577E080" w14:textId="77777777" w:rsidR="00451AE2" w:rsidRPr="002521F6" w:rsidRDefault="00451AE2" w:rsidP="00451AE2">
      <w:pPr>
        <w:pStyle w:val="BodyText"/>
        <w:rPr>
          <w:rFonts w:cs="Arial"/>
          <w:lang w:eastAsia="de-DE"/>
        </w:rPr>
      </w:pPr>
      <w:r w:rsidRPr="002521F6">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managers, IALA has adopted Recommendation E-141 Edition 3 on Standards for Training and Certification of AtoN personnel.</w:t>
      </w:r>
    </w:p>
    <w:p w14:paraId="32EC505D" w14:textId="77777777" w:rsidR="00451AE2" w:rsidRPr="002521F6" w:rsidRDefault="00451AE2" w:rsidP="00451AE2">
      <w:pPr>
        <w:pStyle w:val="BodyText"/>
        <w:rPr>
          <w:rFonts w:cs="Arial"/>
          <w:lang w:eastAsia="de-DE"/>
        </w:rPr>
      </w:pPr>
      <w:r w:rsidRPr="002521F6">
        <w:rPr>
          <w:rFonts w:cs="Arial"/>
          <w:lang w:eastAsia="de-DE"/>
        </w:rPr>
        <w:t>IALA Committees working closely with the IALA World Wide Academy (The Academy) have developed a series of model courses for AtoN personnel having E-141 Level 1 management functions.  This model course on the use of IALA risk management tools should be read in conjunction with IALA Recommendation E-141/1 – Model Course on Level 1 Manager Training, which contains standard guidance for the conduct of all Level 1 model courses.</w:t>
      </w:r>
    </w:p>
    <w:p w14:paraId="1D8FDD75" w14:textId="612C1B20" w:rsidR="00465491" w:rsidRPr="002521F6" w:rsidRDefault="00451AE2" w:rsidP="00451AE2">
      <w:pPr>
        <w:pStyle w:val="BodyText"/>
      </w:pPr>
      <w:r w:rsidRPr="002521F6">
        <w:rPr>
          <w:rFonts w:cs="Arial"/>
          <w:lang w:eastAsia="de-DE"/>
        </w:rPr>
        <w:t xml:space="preserve">This model course is intended to be delivered by The Academy in conjunction with a national member and other appropriate authorities charged with the provision of AtoN services in a particular region. </w:t>
      </w:r>
      <w:r w:rsidR="00357F84">
        <w:rPr>
          <w:rFonts w:cs="Arial"/>
          <w:lang w:eastAsia="de-DE"/>
        </w:rPr>
        <w:t xml:space="preserve"> </w:t>
      </w:r>
      <w:r w:rsidRPr="002521F6">
        <w:rPr>
          <w:rFonts w:cs="Arial"/>
          <w:lang w:eastAsia="de-DE"/>
        </w:rPr>
        <w:t xml:space="preserve">It contains specific guidance on the training of AtoN managers in the use of the IALA Risk Management Toolbox. </w:t>
      </w:r>
      <w:r w:rsidR="00357F84">
        <w:rPr>
          <w:rFonts w:cs="Arial"/>
          <w:lang w:eastAsia="de-DE"/>
        </w:rPr>
        <w:t xml:space="preserve"> </w:t>
      </w:r>
      <w:r w:rsidRPr="002521F6">
        <w:rPr>
          <w:rFonts w:cs="Arial"/>
          <w:lang w:eastAsia="de-DE"/>
        </w:rPr>
        <w:t>Assistance in implementing this and other model courses may be obtained from the IALA World Wide Academy at the following address:</w:t>
      </w:r>
    </w:p>
    <w:p w14:paraId="332F831C" w14:textId="77777777" w:rsidR="00D95BDA" w:rsidRPr="002521F6" w:rsidRDefault="00D95BDA" w:rsidP="00465491">
      <w:pPr>
        <w:pStyle w:val="BodyText"/>
      </w:pPr>
    </w:p>
    <w:p w14:paraId="40C58617" w14:textId="77777777" w:rsidR="00D95BDA" w:rsidRDefault="00D95BDA" w:rsidP="00465491">
      <w:pPr>
        <w:pStyle w:val="BodyText"/>
      </w:pPr>
    </w:p>
    <w:p w14:paraId="6170300F" w14:textId="77777777" w:rsidR="00D75348" w:rsidRPr="002521F6" w:rsidRDefault="00D75348" w:rsidP="00465491">
      <w:pPr>
        <w:pStyle w:val="BodyText"/>
      </w:pPr>
    </w:p>
    <w:p w14:paraId="1707F39B" w14:textId="77777777" w:rsidR="008577FC" w:rsidRPr="003322BB" w:rsidRDefault="008577FC" w:rsidP="008577FC">
      <w:pPr>
        <w:pStyle w:val="BodyText"/>
        <w:tabs>
          <w:tab w:val="left" w:pos="6521"/>
          <w:tab w:val="left" w:pos="7513"/>
        </w:tabs>
        <w:spacing w:after="0"/>
        <w:rPr>
          <w:lang w:eastAsia="de-DE"/>
        </w:rPr>
      </w:pPr>
      <w:r w:rsidRPr="003322BB">
        <w:rPr>
          <w:lang w:eastAsia="de-DE"/>
        </w:rPr>
        <w:t xml:space="preserve">The </w:t>
      </w:r>
      <w:r>
        <w:rPr>
          <w:lang w:eastAsia="de-DE"/>
        </w:rPr>
        <w:t>Secretary-General</w:t>
      </w:r>
    </w:p>
    <w:p w14:paraId="27192FD7" w14:textId="77777777" w:rsidR="008577FC" w:rsidRPr="003322BB" w:rsidRDefault="008577FC" w:rsidP="008577FC">
      <w:pPr>
        <w:pStyle w:val="BodyText"/>
        <w:tabs>
          <w:tab w:val="left" w:pos="6521"/>
          <w:tab w:val="left" w:pos="7513"/>
        </w:tabs>
        <w:spacing w:after="0"/>
        <w:rPr>
          <w:lang w:eastAsia="de-DE"/>
        </w:rPr>
      </w:pPr>
      <w:r w:rsidRPr="003322BB">
        <w:rPr>
          <w:lang w:eastAsia="de-DE"/>
        </w:rPr>
        <w:t>IALA</w:t>
      </w:r>
      <w:r w:rsidRPr="003322BB">
        <w:rPr>
          <w:lang w:eastAsia="de-DE"/>
        </w:rPr>
        <w:tab/>
        <w:t>Tel:</w:t>
      </w:r>
      <w:r w:rsidRPr="003322BB">
        <w:rPr>
          <w:lang w:eastAsia="de-DE"/>
        </w:rPr>
        <w:tab/>
        <w:t>(+) 33 1 34 51 70 01</w:t>
      </w:r>
    </w:p>
    <w:p w14:paraId="0C4D1D3B" w14:textId="77777777" w:rsidR="008577FC" w:rsidRPr="003322BB" w:rsidRDefault="008577FC" w:rsidP="008577FC">
      <w:pPr>
        <w:pStyle w:val="BodyText"/>
        <w:tabs>
          <w:tab w:val="left" w:pos="6521"/>
          <w:tab w:val="left" w:pos="7513"/>
        </w:tabs>
        <w:spacing w:after="0"/>
        <w:rPr>
          <w:lang w:eastAsia="de-DE"/>
        </w:rPr>
      </w:pPr>
      <w:r>
        <w:rPr>
          <w:lang w:eastAsia="de-DE"/>
        </w:rPr>
        <w:t>10 rue des Gaudines</w:t>
      </w:r>
      <w:r w:rsidRPr="003322BB">
        <w:rPr>
          <w:lang w:eastAsia="de-DE"/>
        </w:rPr>
        <w:tab/>
        <w:t>Fax:</w:t>
      </w:r>
      <w:r w:rsidRPr="003322BB">
        <w:rPr>
          <w:lang w:eastAsia="de-DE"/>
        </w:rPr>
        <w:tab/>
        <w:t>(+) 33 1 34 51 82 05</w:t>
      </w:r>
    </w:p>
    <w:p w14:paraId="056716E9" w14:textId="77777777" w:rsidR="008577FC" w:rsidRPr="003322BB" w:rsidRDefault="008577FC" w:rsidP="008577FC">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5EE69E24" w14:textId="77777777" w:rsidR="008577FC" w:rsidRPr="003322BB" w:rsidRDefault="008577FC" w:rsidP="008577FC">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19961472" w14:textId="77777777" w:rsidR="00465491" w:rsidRPr="002521F6" w:rsidRDefault="00465491" w:rsidP="00465491">
      <w:pPr>
        <w:spacing w:after="200" w:line="276" w:lineRule="auto"/>
        <w:rPr>
          <w:rFonts w:asciiTheme="majorHAnsi" w:eastAsiaTheme="majorEastAsia" w:hAnsiTheme="majorHAnsi" w:cstheme="majorBidi"/>
          <w:b/>
          <w:bCs/>
          <w:caps/>
          <w:color w:val="00AFAA"/>
          <w:sz w:val="28"/>
          <w:szCs w:val="24"/>
        </w:rPr>
      </w:pPr>
      <w:r w:rsidRPr="002521F6">
        <w:br w:type="page"/>
      </w:r>
    </w:p>
    <w:p w14:paraId="2D9B1FD9" w14:textId="313D0ACB" w:rsidR="00465491" w:rsidRPr="002521F6" w:rsidRDefault="00E058DF" w:rsidP="006F0449">
      <w:pPr>
        <w:pStyle w:val="Part"/>
      </w:pPr>
      <w:bookmarkStart w:id="1" w:name="_Toc442348085"/>
      <w:r w:rsidRPr="002521F6">
        <w:rPr>
          <w:caps w:val="0"/>
        </w:rPr>
        <w:lastRenderedPageBreak/>
        <w:t xml:space="preserve"> </w:t>
      </w:r>
      <w:bookmarkStart w:id="2" w:name="_Toc449169080"/>
      <w:r w:rsidRPr="002521F6">
        <w:rPr>
          <w:caps w:val="0"/>
        </w:rPr>
        <w:t>- COURSE OVERVIEW</w:t>
      </w:r>
      <w:bookmarkEnd w:id="1"/>
      <w:bookmarkEnd w:id="2"/>
    </w:p>
    <w:p w14:paraId="332197C8" w14:textId="564CF129" w:rsidR="00465491" w:rsidRPr="002521F6" w:rsidRDefault="00451AE2" w:rsidP="00451AE2">
      <w:pPr>
        <w:pStyle w:val="Heading1"/>
      </w:pPr>
      <w:bookmarkStart w:id="3" w:name="_Toc449169081"/>
      <w:r w:rsidRPr="002521F6">
        <w:t>S</w:t>
      </w:r>
      <w:r w:rsidR="00E058DF" w:rsidRPr="002521F6">
        <w:rPr>
          <w:caps w:val="0"/>
        </w:rPr>
        <w:t>COPE</w:t>
      </w:r>
      <w:bookmarkEnd w:id="3"/>
    </w:p>
    <w:p w14:paraId="2AC8A63B" w14:textId="77777777" w:rsidR="00465491" w:rsidRPr="002521F6" w:rsidRDefault="00465491" w:rsidP="00465491">
      <w:pPr>
        <w:pStyle w:val="Heading1separatationline"/>
      </w:pPr>
    </w:p>
    <w:p w14:paraId="6E9DDF5A" w14:textId="36011A99" w:rsidR="00465491" w:rsidRPr="002521F6" w:rsidRDefault="00451AE2" w:rsidP="00465491">
      <w:pPr>
        <w:pStyle w:val="BodyText"/>
      </w:pPr>
      <w:r w:rsidRPr="002521F6">
        <w:t>This course is intended to provide aids to navigation managers and other interested parties with the theoretical and practical training necessary to have a satisfactory understanding of the three IALA risk management tools; IALA Waterway Risk Assessment Program (IWRAP Mk2); Port and Waterway Safety Assessment tool (PAWSA) and simulation.</w:t>
      </w:r>
    </w:p>
    <w:p w14:paraId="398E6932" w14:textId="53464100" w:rsidR="00465491" w:rsidRPr="002521F6" w:rsidRDefault="00451AE2" w:rsidP="00451AE2">
      <w:pPr>
        <w:pStyle w:val="Heading1"/>
      </w:pPr>
      <w:bookmarkStart w:id="4" w:name="_Toc449169082"/>
      <w:r w:rsidRPr="002521F6">
        <w:t>O</w:t>
      </w:r>
      <w:r w:rsidR="00E058DF" w:rsidRPr="002521F6">
        <w:rPr>
          <w:caps w:val="0"/>
        </w:rPr>
        <w:t>BJECTIVE</w:t>
      </w:r>
      <w:bookmarkEnd w:id="4"/>
    </w:p>
    <w:p w14:paraId="2766736A" w14:textId="77777777" w:rsidR="00465491" w:rsidRPr="002521F6" w:rsidRDefault="00465491" w:rsidP="00465491">
      <w:pPr>
        <w:pStyle w:val="Heading1separatationline"/>
      </w:pPr>
    </w:p>
    <w:p w14:paraId="20667197" w14:textId="4D5D90DE" w:rsidR="00465491" w:rsidRPr="002521F6" w:rsidRDefault="00451AE2" w:rsidP="00465491">
      <w:pPr>
        <w:pStyle w:val="BodyText"/>
      </w:pPr>
      <w:r w:rsidRPr="002521F6">
        <w:t>Upon successful completion of this course, participants will have acquired sufficient knowledge and skill to use IWRAP Mk2 within their organisations; organise a PAWSA workshop and recognise the use to which simulation techniques can be put in risk management and effective AtoN waterway design.</w:t>
      </w:r>
    </w:p>
    <w:p w14:paraId="15207DA8" w14:textId="5FFE9F4E" w:rsidR="00465491" w:rsidRPr="002521F6" w:rsidRDefault="00465491" w:rsidP="00815E10">
      <w:pPr>
        <w:pStyle w:val="Heading1"/>
      </w:pPr>
      <w:bookmarkStart w:id="5" w:name="_Toc419881200"/>
      <w:bookmarkStart w:id="6" w:name="_Toc442348088"/>
      <w:bookmarkStart w:id="7" w:name="_Toc449169083"/>
      <w:r w:rsidRPr="002521F6">
        <w:t>C</w:t>
      </w:r>
      <w:r w:rsidR="00E058DF" w:rsidRPr="002521F6">
        <w:rPr>
          <w:caps w:val="0"/>
        </w:rPr>
        <w:t>OURSE</w:t>
      </w:r>
      <w:bookmarkEnd w:id="5"/>
      <w:bookmarkEnd w:id="6"/>
      <w:r w:rsidR="00E058DF" w:rsidRPr="002521F6">
        <w:rPr>
          <w:caps w:val="0"/>
        </w:rPr>
        <w:t xml:space="preserve"> OUTLINE</w:t>
      </w:r>
      <w:bookmarkEnd w:id="7"/>
    </w:p>
    <w:p w14:paraId="1A815AAB" w14:textId="77777777" w:rsidR="00465491" w:rsidRPr="002521F6" w:rsidRDefault="00465491" w:rsidP="00465491">
      <w:pPr>
        <w:pStyle w:val="Heading1separatationline"/>
      </w:pPr>
    </w:p>
    <w:p w14:paraId="1F96F6E9" w14:textId="797C481D" w:rsidR="00465491" w:rsidRPr="002521F6" w:rsidRDefault="00451AE2" w:rsidP="00465491">
      <w:pPr>
        <w:pStyle w:val="BodyText"/>
      </w:pPr>
      <w:r w:rsidRPr="002521F6">
        <w:t xml:space="preserve">This course is intended to cover the knowledge required for an aids to navigation manager to understand the use of IALA risk management tools within their organisations. </w:t>
      </w:r>
      <w:r w:rsidR="00855455">
        <w:t xml:space="preserve"> </w:t>
      </w:r>
      <w:r w:rsidRPr="002521F6">
        <w:t>The complete course comprises 7 teaching modules with the emphasis placed on the practical use of IWRAP Mk2.</w:t>
      </w:r>
    </w:p>
    <w:p w14:paraId="507292AD" w14:textId="3EE2CAB0" w:rsidR="00273C59" w:rsidRPr="002521F6" w:rsidRDefault="00273C59" w:rsidP="00273C59">
      <w:pPr>
        <w:pStyle w:val="Tablecaption"/>
      </w:pPr>
      <w:bookmarkStart w:id="8" w:name="_Toc449169120"/>
      <w:r w:rsidRPr="002521F6">
        <w:t>Teaching modules</w:t>
      </w:r>
      <w:bookmarkEnd w:id="8"/>
    </w:p>
    <w:tbl>
      <w:tblPr>
        <w:tblW w:w="8949" w:type="dxa"/>
        <w:jc w:val="center"/>
        <w:tblLayout w:type="fixed"/>
        <w:tblLook w:val="0000" w:firstRow="0" w:lastRow="0" w:firstColumn="0" w:lastColumn="0" w:noHBand="0" w:noVBand="0"/>
      </w:tblPr>
      <w:tblGrid>
        <w:gridCol w:w="2775"/>
        <w:gridCol w:w="992"/>
        <w:gridCol w:w="5182"/>
      </w:tblGrid>
      <w:tr w:rsidR="00273C59" w:rsidRPr="002521F6" w14:paraId="6A50E96D" w14:textId="77777777" w:rsidTr="00981FD9">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0BF1E84F" w14:textId="77777777" w:rsidR="00273C59" w:rsidRPr="002521F6" w:rsidRDefault="00273C59" w:rsidP="00273C59">
            <w:pPr>
              <w:pStyle w:val="Tableheading"/>
              <w:rPr>
                <w:lang w:val="en-GB"/>
              </w:rPr>
            </w:pPr>
            <w:r w:rsidRPr="002521F6">
              <w:rPr>
                <w:lang w:val="en-GB"/>
              </w:rPr>
              <w:t>Module Title</w:t>
            </w:r>
          </w:p>
        </w:tc>
        <w:tc>
          <w:tcPr>
            <w:tcW w:w="992" w:type="dxa"/>
            <w:tcBorders>
              <w:top w:val="single" w:sz="6" w:space="0" w:color="000000"/>
              <w:left w:val="single" w:sz="4" w:space="0" w:color="000000"/>
              <w:bottom w:val="single" w:sz="4" w:space="0" w:color="000000"/>
              <w:right w:val="single" w:sz="4" w:space="0" w:color="000000"/>
            </w:tcBorders>
            <w:vAlign w:val="center"/>
          </w:tcPr>
          <w:p w14:paraId="5A69DB9D" w14:textId="77777777" w:rsidR="00273C59" w:rsidRPr="002521F6" w:rsidRDefault="00273C59" w:rsidP="00273C59">
            <w:pPr>
              <w:pStyle w:val="Tableheading"/>
              <w:jc w:val="center"/>
              <w:rPr>
                <w:lang w:val="en-GB"/>
              </w:rPr>
            </w:pPr>
            <w:r w:rsidRPr="002521F6">
              <w:rPr>
                <w:lang w:val="en-GB"/>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14:paraId="2A1B09BA" w14:textId="77777777" w:rsidR="00273C59" w:rsidRPr="002521F6" w:rsidRDefault="00273C59" w:rsidP="00273C59">
            <w:pPr>
              <w:pStyle w:val="Tableheading"/>
              <w:rPr>
                <w:lang w:val="en-GB"/>
              </w:rPr>
            </w:pPr>
            <w:r w:rsidRPr="002521F6">
              <w:rPr>
                <w:lang w:val="en-GB"/>
              </w:rPr>
              <w:t>Overview</w:t>
            </w:r>
          </w:p>
        </w:tc>
      </w:tr>
      <w:tr w:rsidR="00273C59" w:rsidRPr="002521F6" w14:paraId="1C84B21B"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3D17F807" w14:textId="77777777" w:rsidR="00273C59" w:rsidRPr="002521F6" w:rsidRDefault="00273C59" w:rsidP="00273C59">
            <w:pPr>
              <w:pStyle w:val="Tabletext"/>
            </w:pPr>
            <w:r w:rsidRPr="002521F6">
              <w:t>International and Regional Overview</w:t>
            </w:r>
          </w:p>
        </w:tc>
        <w:tc>
          <w:tcPr>
            <w:tcW w:w="992" w:type="dxa"/>
            <w:tcBorders>
              <w:top w:val="single" w:sz="6" w:space="0" w:color="000000"/>
              <w:left w:val="single" w:sz="4" w:space="0" w:color="000000"/>
              <w:bottom w:val="single" w:sz="4" w:space="0" w:color="000000"/>
              <w:right w:val="single" w:sz="4" w:space="0" w:color="000000"/>
            </w:tcBorders>
            <w:vAlign w:val="center"/>
          </w:tcPr>
          <w:p w14:paraId="5B9300EE" w14:textId="77777777" w:rsidR="00273C59" w:rsidRPr="002521F6" w:rsidRDefault="00273C59" w:rsidP="00273C59">
            <w:pPr>
              <w:pStyle w:val="Tabletext"/>
            </w:pPr>
            <w:r w:rsidRPr="002521F6">
              <w:t>2</w:t>
            </w:r>
          </w:p>
        </w:tc>
        <w:tc>
          <w:tcPr>
            <w:tcW w:w="5182" w:type="dxa"/>
            <w:tcBorders>
              <w:top w:val="single" w:sz="6" w:space="0" w:color="000000"/>
              <w:left w:val="single" w:sz="4" w:space="0" w:color="000000"/>
              <w:bottom w:val="single" w:sz="4" w:space="0" w:color="000000"/>
              <w:right w:val="single" w:sz="4" w:space="0" w:color="000000"/>
            </w:tcBorders>
          </w:tcPr>
          <w:p w14:paraId="319782E1" w14:textId="77777777" w:rsidR="00273C59" w:rsidRPr="002521F6" w:rsidRDefault="00273C59" w:rsidP="00273C59">
            <w:pPr>
              <w:pStyle w:val="Tabletext"/>
              <w:rPr>
                <w:rFonts w:cs="Arial"/>
              </w:rPr>
            </w:pPr>
            <w:r w:rsidRPr="002521F6">
              <w:rPr>
                <w:rFonts w:cs="Arial"/>
              </w:rPr>
              <w:t>This module describes the role of IALA and its publications; the importance of stakeholder liaison and the obligations placed on States under SOLAS Chapter V.</w:t>
            </w:r>
          </w:p>
        </w:tc>
      </w:tr>
      <w:tr w:rsidR="00273C59" w:rsidRPr="002521F6" w14:paraId="25890512"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29B16A69" w14:textId="77777777" w:rsidR="00273C59" w:rsidRPr="002521F6" w:rsidRDefault="00273C59" w:rsidP="00273C59">
            <w:pPr>
              <w:pStyle w:val="Tabletext"/>
            </w:pPr>
            <w:r w:rsidRPr="002521F6">
              <w:t>Introduction to the IALA Risk Management Toolbox</w:t>
            </w:r>
          </w:p>
        </w:tc>
        <w:tc>
          <w:tcPr>
            <w:tcW w:w="992" w:type="dxa"/>
            <w:tcBorders>
              <w:top w:val="single" w:sz="6" w:space="0" w:color="000000"/>
              <w:left w:val="single" w:sz="4" w:space="0" w:color="000000"/>
              <w:bottom w:val="single" w:sz="4" w:space="0" w:color="000000"/>
              <w:right w:val="single" w:sz="4" w:space="0" w:color="000000"/>
            </w:tcBorders>
            <w:vAlign w:val="center"/>
          </w:tcPr>
          <w:p w14:paraId="164C0541" w14:textId="77777777" w:rsidR="00273C59" w:rsidRPr="002521F6" w:rsidRDefault="00273C59" w:rsidP="00273C59">
            <w:pPr>
              <w:pStyle w:val="Tabletext"/>
            </w:pPr>
            <w:r w:rsidRPr="002521F6">
              <w:t>2.5</w:t>
            </w:r>
          </w:p>
        </w:tc>
        <w:tc>
          <w:tcPr>
            <w:tcW w:w="5182" w:type="dxa"/>
            <w:tcBorders>
              <w:top w:val="single" w:sz="6" w:space="0" w:color="000000"/>
              <w:left w:val="single" w:sz="4" w:space="0" w:color="000000"/>
              <w:bottom w:val="single" w:sz="4" w:space="0" w:color="000000"/>
              <w:right w:val="single" w:sz="4" w:space="0" w:color="000000"/>
            </w:tcBorders>
          </w:tcPr>
          <w:p w14:paraId="7D72508C" w14:textId="77777777" w:rsidR="00273C59" w:rsidRPr="002521F6" w:rsidRDefault="00273C59" w:rsidP="00273C59">
            <w:pPr>
              <w:pStyle w:val="Tabletext"/>
              <w:rPr>
                <w:rFonts w:cs="Arial"/>
              </w:rPr>
            </w:pPr>
            <w:r w:rsidRPr="002521F6">
              <w:rPr>
                <w:rFonts w:cs="Arial"/>
              </w:rPr>
              <w:t>This module describes risk and risk mitigation measures before giving an overview of the three IALA Risk Management Tools: IWRAP Mk2; PAWSA and simulation</w:t>
            </w:r>
          </w:p>
        </w:tc>
      </w:tr>
      <w:tr w:rsidR="00273C59" w:rsidRPr="002521F6" w14:paraId="43B2C972"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149440E9" w14:textId="77777777" w:rsidR="00273C59" w:rsidRPr="002521F6" w:rsidRDefault="00273C59" w:rsidP="00273C59">
            <w:pPr>
              <w:pStyle w:val="Tabletext"/>
            </w:pPr>
            <w:r w:rsidRPr="002521F6">
              <w:t>IWRAP Mk2</w:t>
            </w:r>
          </w:p>
        </w:tc>
        <w:tc>
          <w:tcPr>
            <w:tcW w:w="992" w:type="dxa"/>
            <w:tcBorders>
              <w:top w:val="single" w:sz="6" w:space="0" w:color="000000"/>
              <w:left w:val="single" w:sz="4" w:space="0" w:color="000000"/>
              <w:bottom w:val="single" w:sz="4" w:space="0" w:color="000000"/>
              <w:right w:val="single" w:sz="4" w:space="0" w:color="000000"/>
            </w:tcBorders>
            <w:vAlign w:val="center"/>
          </w:tcPr>
          <w:p w14:paraId="168AD50F" w14:textId="77777777" w:rsidR="00273C59" w:rsidRPr="002521F6" w:rsidRDefault="00273C59" w:rsidP="00273C59">
            <w:pPr>
              <w:pStyle w:val="Tabletext"/>
            </w:pPr>
            <w:r w:rsidRPr="002521F6">
              <w:t>9</w:t>
            </w:r>
          </w:p>
        </w:tc>
        <w:tc>
          <w:tcPr>
            <w:tcW w:w="5182" w:type="dxa"/>
            <w:tcBorders>
              <w:top w:val="single" w:sz="6" w:space="0" w:color="000000"/>
              <w:left w:val="single" w:sz="4" w:space="0" w:color="000000"/>
              <w:bottom w:val="single" w:sz="4" w:space="0" w:color="000000"/>
              <w:right w:val="single" w:sz="4" w:space="0" w:color="000000"/>
            </w:tcBorders>
          </w:tcPr>
          <w:p w14:paraId="671C4C94" w14:textId="77777777" w:rsidR="00273C59" w:rsidRPr="002521F6" w:rsidRDefault="00273C59" w:rsidP="00273C59">
            <w:pPr>
              <w:pStyle w:val="Tabletext"/>
              <w:rPr>
                <w:rFonts w:cs="Arial"/>
              </w:rPr>
            </w:pPr>
            <w:r w:rsidRPr="002521F6">
              <w:rPr>
                <w:rFonts w:cs="Arial"/>
              </w:rPr>
              <w:t>This module describes the development, principles and use of IWRAP Mk2 before guiding participants through increasingly complex practical applications based on a specific region</w:t>
            </w:r>
          </w:p>
        </w:tc>
      </w:tr>
      <w:tr w:rsidR="00273C59" w:rsidRPr="002521F6" w14:paraId="21281696"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3CE6E1AC" w14:textId="77777777" w:rsidR="00273C59" w:rsidRPr="002521F6" w:rsidRDefault="00273C59" w:rsidP="00273C59">
            <w:pPr>
              <w:pStyle w:val="Tabletext"/>
            </w:pPr>
            <w:r w:rsidRPr="002521F6">
              <w:t>PAWSA</w:t>
            </w:r>
          </w:p>
        </w:tc>
        <w:tc>
          <w:tcPr>
            <w:tcW w:w="992" w:type="dxa"/>
            <w:tcBorders>
              <w:top w:val="single" w:sz="6" w:space="0" w:color="000000"/>
              <w:left w:val="single" w:sz="4" w:space="0" w:color="000000"/>
              <w:bottom w:val="single" w:sz="4" w:space="0" w:color="000000"/>
              <w:right w:val="single" w:sz="4" w:space="0" w:color="000000"/>
            </w:tcBorders>
            <w:vAlign w:val="center"/>
          </w:tcPr>
          <w:p w14:paraId="006C535D" w14:textId="77777777" w:rsidR="00273C59" w:rsidRPr="002521F6" w:rsidRDefault="00273C59" w:rsidP="00273C59">
            <w:pPr>
              <w:pStyle w:val="Tabletext"/>
            </w:pPr>
            <w:r w:rsidRPr="002521F6">
              <w:t>6.5</w:t>
            </w:r>
          </w:p>
        </w:tc>
        <w:tc>
          <w:tcPr>
            <w:tcW w:w="5182" w:type="dxa"/>
            <w:tcBorders>
              <w:top w:val="single" w:sz="6" w:space="0" w:color="000000"/>
              <w:left w:val="single" w:sz="4" w:space="0" w:color="000000"/>
              <w:bottom w:val="single" w:sz="4" w:space="0" w:color="000000"/>
              <w:right w:val="single" w:sz="4" w:space="0" w:color="000000"/>
            </w:tcBorders>
          </w:tcPr>
          <w:p w14:paraId="56C6BC06" w14:textId="77777777" w:rsidR="00273C59" w:rsidRPr="002521F6" w:rsidRDefault="00273C59" w:rsidP="00273C59">
            <w:pPr>
              <w:pStyle w:val="Tabletext"/>
              <w:rPr>
                <w:rFonts w:cs="Arial"/>
              </w:rPr>
            </w:pPr>
            <w:r w:rsidRPr="002521F6">
              <w:rPr>
                <w:rFonts w:cs="Arial"/>
              </w:rPr>
              <w:t>This module describes the development and use of PAWSA and its 5 Workbooks before demonstrating its use in a regional scenario</w:t>
            </w:r>
          </w:p>
        </w:tc>
      </w:tr>
      <w:tr w:rsidR="00273C59" w:rsidRPr="002521F6" w14:paraId="692EAFD4"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19F746B8" w14:textId="77777777" w:rsidR="00273C59" w:rsidRPr="002521F6" w:rsidRDefault="00273C59" w:rsidP="00273C59">
            <w:pPr>
              <w:pStyle w:val="Tabletext"/>
            </w:pPr>
            <w:r w:rsidRPr="002521F6">
              <w:t>Simulation</w:t>
            </w:r>
          </w:p>
        </w:tc>
        <w:tc>
          <w:tcPr>
            <w:tcW w:w="992" w:type="dxa"/>
            <w:tcBorders>
              <w:top w:val="single" w:sz="6" w:space="0" w:color="000000"/>
              <w:left w:val="single" w:sz="4" w:space="0" w:color="000000"/>
              <w:bottom w:val="single" w:sz="4" w:space="0" w:color="000000"/>
              <w:right w:val="single" w:sz="4" w:space="0" w:color="000000"/>
            </w:tcBorders>
            <w:vAlign w:val="center"/>
          </w:tcPr>
          <w:p w14:paraId="3E60CC99" w14:textId="77777777" w:rsidR="00273C59" w:rsidRPr="002521F6" w:rsidRDefault="00273C59" w:rsidP="00273C59">
            <w:pPr>
              <w:pStyle w:val="Tabletext"/>
            </w:pPr>
            <w:r w:rsidRPr="002521F6">
              <w:t>2.5</w:t>
            </w:r>
          </w:p>
        </w:tc>
        <w:tc>
          <w:tcPr>
            <w:tcW w:w="5182" w:type="dxa"/>
            <w:tcBorders>
              <w:top w:val="single" w:sz="6" w:space="0" w:color="000000"/>
              <w:left w:val="single" w:sz="4" w:space="0" w:color="000000"/>
              <w:bottom w:val="single" w:sz="4" w:space="0" w:color="000000"/>
              <w:right w:val="single" w:sz="4" w:space="0" w:color="000000"/>
            </w:tcBorders>
          </w:tcPr>
          <w:p w14:paraId="2295D590" w14:textId="77777777" w:rsidR="00273C59" w:rsidRPr="002521F6" w:rsidRDefault="00273C59" w:rsidP="00273C59">
            <w:pPr>
              <w:pStyle w:val="Tabletext"/>
            </w:pPr>
            <w:r w:rsidRPr="002521F6">
              <w:rPr>
                <w:rFonts w:cs="Arial"/>
              </w:rPr>
              <w:t>This module provides an overview of maritime simulators before showing of simulation techniques can be used in risk management</w:t>
            </w:r>
          </w:p>
        </w:tc>
      </w:tr>
      <w:tr w:rsidR="00273C59" w:rsidRPr="002521F6" w14:paraId="22A4764D" w14:textId="77777777" w:rsidTr="00981FD9">
        <w:trPr>
          <w:trHeight w:val="547"/>
          <w:jc w:val="center"/>
        </w:trPr>
        <w:tc>
          <w:tcPr>
            <w:tcW w:w="2775" w:type="dxa"/>
            <w:tcBorders>
              <w:top w:val="single" w:sz="4" w:space="0" w:color="000000"/>
              <w:left w:val="single" w:sz="4" w:space="0" w:color="000000"/>
              <w:bottom w:val="single" w:sz="4" w:space="0" w:color="000000"/>
              <w:right w:val="single" w:sz="4" w:space="0" w:color="000000"/>
            </w:tcBorders>
            <w:vAlign w:val="center"/>
          </w:tcPr>
          <w:p w14:paraId="3F1C52E6" w14:textId="77777777" w:rsidR="00273C59" w:rsidRPr="002521F6" w:rsidRDefault="00273C59" w:rsidP="00273C59">
            <w:pPr>
              <w:pStyle w:val="Tabletext"/>
            </w:pPr>
            <w:r w:rsidRPr="002521F6">
              <w:t>Complementary use of the IALA Risk Management Toolbox</w:t>
            </w:r>
          </w:p>
        </w:tc>
        <w:tc>
          <w:tcPr>
            <w:tcW w:w="992" w:type="dxa"/>
            <w:tcBorders>
              <w:top w:val="single" w:sz="4" w:space="0" w:color="000000"/>
              <w:left w:val="single" w:sz="4" w:space="0" w:color="000000"/>
              <w:bottom w:val="single" w:sz="4" w:space="0" w:color="000000"/>
              <w:right w:val="single" w:sz="4" w:space="0" w:color="000000"/>
            </w:tcBorders>
            <w:vAlign w:val="center"/>
          </w:tcPr>
          <w:p w14:paraId="3CA51733" w14:textId="77777777" w:rsidR="00273C59" w:rsidRPr="002521F6" w:rsidRDefault="00273C59" w:rsidP="00273C59">
            <w:pPr>
              <w:pStyle w:val="Tabletext"/>
            </w:pPr>
            <w:r w:rsidRPr="002521F6">
              <w:t>2</w:t>
            </w:r>
          </w:p>
        </w:tc>
        <w:tc>
          <w:tcPr>
            <w:tcW w:w="5182" w:type="dxa"/>
            <w:tcBorders>
              <w:top w:val="single" w:sz="4" w:space="0" w:color="000000"/>
              <w:left w:val="single" w:sz="4" w:space="0" w:color="000000"/>
              <w:bottom w:val="single" w:sz="4" w:space="0" w:color="000000"/>
              <w:right w:val="single" w:sz="4" w:space="0" w:color="000000"/>
            </w:tcBorders>
          </w:tcPr>
          <w:p w14:paraId="2477CA9C" w14:textId="77777777" w:rsidR="00273C59" w:rsidRPr="002521F6" w:rsidRDefault="00273C59" w:rsidP="00273C59">
            <w:pPr>
              <w:pStyle w:val="Tabletext"/>
            </w:pPr>
            <w:r w:rsidRPr="002521F6">
              <w:t>This module describes the interaction between IALA risk management tools in a regional scenario and the human resource and cost implications generated by selected risk mitigation measures</w:t>
            </w:r>
          </w:p>
        </w:tc>
      </w:tr>
      <w:tr w:rsidR="00273C59" w:rsidRPr="002521F6" w14:paraId="0923BC77" w14:textId="77777777" w:rsidTr="00981FD9">
        <w:trPr>
          <w:trHeight w:val="277"/>
          <w:jc w:val="center"/>
        </w:trPr>
        <w:tc>
          <w:tcPr>
            <w:tcW w:w="2775" w:type="dxa"/>
            <w:tcBorders>
              <w:top w:val="single" w:sz="4" w:space="0" w:color="000000"/>
              <w:left w:val="single" w:sz="4" w:space="0" w:color="000000"/>
              <w:bottom w:val="single" w:sz="4" w:space="0" w:color="000000"/>
              <w:right w:val="single" w:sz="4" w:space="0" w:color="000000"/>
            </w:tcBorders>
            <w:vAlign w:val="center"/>
          </w:tcPr>
          <w:p w14:paraId="1A5B2138" w14:textId="77777777" w:rsidR="00273C59" w:rsidRPr="002521F6" w:rsidRDefault="00273C59" w:rsidP="00273C59">
            <w:pPr>
              <w:pStyle w:val="Tabletext"/>
            </w:pPr>
            <w:r w:rsidRPr="002521F6">
              <w:t>Summary of interaction between Risk Management Tools</w:t>
            </w:r>
          </w:p>
        </w:tc>
        <w:tc>
          <w:tcPr>
            <w:tcW w:w="992" w:type="dxa"/>
            <w:tcBorders>
              <w:top w:val="single" w:sz="4" w:space="0" w:color="000000"/>
              <w:left w:val="single" w:sz="4" w:space="0" w:color="000000"/>
              <w:bottom w:val="single" w:sz="4" w:space="0" w:color="000000"/>
              <w:right w:val="single" w:sz="4" w:space="0" w:color="000000"/>
            </w:tcBorders>
            <w:vAlign w:val="center"/>
          </w:tcPr>
          <w:p w14:paraId="3516327E" w14:textId="77777777" w:rsidR="00273C59" w:rsidRPr="002521F6" w:rsidRDefault="00273C59" w:rsidP="00273C59">
            <w:pPr>
              <w:pStyle w:val="Tabletext"/>
            </w:pPr>
            <w:r w:rsidRPr="002521F6">
              <w:t>1.5</w:t>
            </w:r>
          </w:p>
        </w:tc>
        <w:tc>
          <w:tcPr>
            <w:tcW w:w="5182" w:type="dxa"/>
            <w:tcBorders>
              <w:top w:val="single" w:sz="4" w:space="0" w:color="000000"/>
              <w:left w:val="single" w:sz="4" w:space="0" w:color="000000"/>
              <w:bottom w:val="single" w:sz="4" w:space="0" w:color="000000"/>
              <w:right w:val="single" w:sz="4" w:space="0" w:color="000000"/>
            </w:tcBorders>
          </w:tcPr>
          <w:p w14:paraId="2F9BDAC0" w14:textId="77777777" w:rsidR="00273C59" w:rsidRPr="002521F6" w:rsidRDefault="00273C59" w:rsidP="00273C59">
            <w:pPr>
              <w:pStyle w:val="Tabletext"/>
              <w:rPr>
                <w:color w:val="auto"/>
              </w:rPr>
            </w:pPr>
            <w:r w:rsidRPr="002521F6">
              <w:t>This module uses a panel of experts to review the elements comprising the IALA Risk management toolbox with the aim of consolidating an understanding of how they interact</w:t>
            </w:r>
          </w:p>
        </w:tc>
      </w:tr>
      <w:tr w:rsidR="00273C59" w:rsidRPr="002521F6" w14:paraId="5918EDEB" w14:textId="77777777" w:rsidTr="00981FD9">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3B01C3FF" w14:textId="77777777" w:rsidR="00273C59" w:rsidRPr="002521F6" w:rsidRDefault="00273C59" w:rsidP="00273C59">
            <w:pPr>
              <w:pStyle w:val="Tabletext"/>
              <w:rPr>
                <w:b/>
              </w:rPr>
            </w:pPr>
            <w:r w:rsidRPr="002521F6">
              <w:rPr>
                <w:b/>
                <w:bCs/>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14:paraId="4DC8F244" w14:textId="77777777" w:rsidR="00273C59" w:rsidRPr="002521F6" w:rsidRDefault="00273C59" w:rsidP="00273C59">
            <w:pPr>
              <w:pStyle w:val="Tabletext"/>
              <w:rPr>
                <w:b/>
              </w:rPr>
            </w:pPr>
            <w:r w:rsidRPr="002521F6">
              <w:rPr>
                <w:b/>
              </w:rPr>
              <w:t>26</w:t>
            </w:r>
          </w:p>
        </w:tc>
        <w:tc>
          <w:tcPr>
            <w:tcW w:w="5182" w:type="dxa"/>
            <w:tcBorders>
              <w:top w:val="single" w:sz="4" w:space="0" w:color="000000"/>
              <w:left w:val="single" w:sz="4" w:space="0" w:color="000000"/>
              <w:bottom w:val="single" w:sz="6" w:space="0" w:color="000000"/>
              <w:right w:val="single" w:sz="4" w:space="0" w:color="000000"/>
            </w:tcBorders>
          </w:tcPr>
          <w:p w14:paraId="3102F25F" w14:textId="77777777" w:rsidR="00273C59" w:rsidRPr="002521F6" w:rsidRDefault="00273C59" w:rsidP="00273C59">
            <w:pPr>
              <w:pStyle w:val="Tabletext"/>
              <w:rPr>
                <w:color w:val="auto"/>
              </w:rPr>
            </w:pPr>
            <w:r w:rsidRPr="002521F6">
              <w:rPr>
                <w:color w:val="auto"/>
              </w:rPr>
              <w:t>Five day course</w:t>
            </w:r>
          </w:p>
        </w:tc>
      </w:tr>
    </w:tbl>
    <w:p w14:paraId="5671EA29" w14:textId="77777777" w:rsidR="00273C59" w:rsidRPr="002521F6" w:rsidRDefault="00273C59" w:rsidP="00273C59"/>
    <w:p w14:paraId="5517F9E3" w14:textId="77777777" w:rsidR="00273C59" w:rsidRPr="002521F6" w:rsidRDefault="00273C59" w:rsidP="00273C59"/>
    <w:p w14:paraId="6A514B09" w14:textId="238E7055" w:rsidR="00273C59" w:rsidRPr="002521F6" w:rsidRDefault="00273C59" w:rsidP="00273C59">
      <w:pPr>
        <w:pStyle w:val="Heading1"/>
      </w:pPr>
      <w:bookmarkStart w:id="9" w:name="_Toc449169084"/>
      <w:bookmarkStart w:id="10" w:name="_Toc442348089"/>
      <w:r w:rsidRPr="002521F6">
        <w:lastRenderedPageBreak/>
        <w:t>S</w:t>
      </w:r>
      <w:r w:rsidR="00E058DF" w:rsidRPr="002521F6">
        <w:rPr>
          <w:caps w:val="0"/>
        </w:rPr>
        <w:t>PECIFIC COURSE RELATED TEACHING AIDS AND NOTES</w:t>
      </w:r>
      <w:bookmarkEnd w:id="9"/>
    </w:p>
    <w:p w14:paraId="4BB89925" w14:textId="77777777" w:rsidR="00273C59" w:rsidRPr="002521F6" w:rsidRDefault="00273C59" w:rsidP="00273C59">
      <w:pPr>
        <w:pStyle w:val="Heading1separatationline"/>
      </w:pPr>
    </w:p>
    <w:p w14:paraId="6569D750" w14:textId="72E32866" w:rsidR="00273C59" w:rsidRPr="002521F6" w:rsidRDefault="00273C59" w:rsidP="00273C59">
      <w:pPr>
        <w:pStyle w:val="List1"/>
      </w:pPr>
      <w:r w:rsidRPr="002521F6">
        <w:t>This course will be classroom based with presentations delivered using MS PowerPoint</w:t>
      </w:r>
      <w:r w:rsidRPr="002521F6">
        <w:rPr>
          <w:rFonts w:cs="Arial"/>
        </w:rPr>
        <w:t>®</w:t>
      </w:r>
      <w:r w:rsidRPr="002521F6">
        <w:t xml:space="preserve">. </w:t>
      </w:r>
      <w:r w:rsidR="005D319A">
        <w:t xml:space="preserve"> </w:t>
      </w:r>
      <w:r w:rsidRPr="002521F6">
        <w:t xml:space="preserve">Although the course is limited to 40 participants, the seminar room should be big enough to permit the participants to sit at desks large enough to operate a laptop computer with room for printed material to hand. </w:t>
      </w:r>
      <w:r w:rsidR="005D319A">
        <w:t xml:space="preserve"> </w:t>
      </w:r>
      <w:r w:rsidRPr="002521F6">
        <w:t>Each desk should be provided with a power socket.</w:t>
      </w:r>
    </w:p>
    <w:p w14:paraId="28761233" w14:textId="77777777" w:rsidR="00273C59" w:rsidRPr="002521F6" w:rsidRDefault="00273C59" w:rsidP="00273C59">
      <w:pPr>
        <w:pStyle w:val="List1"/>
      </w:pPr>
      <w:r w:rsidRPr="002521F6">
        <w:t>The seminar room should be equipped with overhead projectors and screens to enable presentation of the subject matter.</w:t>
      </w:r>
    </w:p>
    <w:p w14:paraId="54A4E4D9" w14:textId="77777777" w:rsidR="00273C59" w:rsidRPr="002521F6" w:rsidRDefault="00273C59" w:rsidP="00273C59">
      <w:pPr>
        <w:pStyle w:val="List1"/>
      </w:pPr>
      <w:r w:rsidRPr="002521F6">
        <w:t>To enable all participants to receive clear guidance from instructors and to raise questions that can be heard throughout the classroom, lapel or fixed lectern microphones should be provided together with a roving microphone for use by participants.</w:t>
      </w:r>
    </w:p>
    <w:p w14:paraId="54EC4D1F" w14:textId="77777777" w:rsidR="00273C59" w:rsidRPr="002521F6" w:rsidRDefault="00273C59" w:rsidP="00273C59">
      <w:pPr>
        <w:pStyle w:val="List1"/>
      </w:pPr>
      <w:r w:rsidRPr="002521F6">
        <w:t>IWRAP Mk2 presentations require participants to have Wi-Fi internet access.</w:t>
      </w:r>
    </w:p>
    <w:p w14:paraId="08577482" w14:textId="0F91B816" w:rsidR="00273C59" w:rsidRPr="002521F6" w:rsidRDefault="00273C59" w:rsidP="00273C59">
      <w:pPr>
        <w:pStyle w:val="List1"/>
      </w:pPr>
      <w:r w:rsidRPr="002521F6">
        <w:t xml:space="preserve">It is expected that each participant will have the use of a personal laptop computer with a Windows OS. </w:t>
      </w:r>
      <w:r w:rsidR="005D319A">
        <w:t xml:space="preserve"> </w:t>
      </w:r>
      <w:r w:rsidRPr="002521F6">
        <w:t>As IWRAP Mk2 requires participants to select tools regularly from screen menus, each participant should be advised to use a computer mouse.</w:t>
      </w:r>
    </w:p>
    <w:p w14:paraId="1E1D5554" w14:textId="644FCE2D" w:rsidR="00273C59" w:rsidRPr="002521F6" w:rsidRDefault="00273C59" w:rsidP="00273C59">
      <w:pPr>
        <w:pStyle w:val="List1"/>
      </w:pPr>
      <w:r w:rsidRPr="002521F6">
        <w:t xml:space="preserve">It may be that some participants will have little experience in operating computer models. </w:t>
      </w:r>
      <w:r w:rsidR="005D319A">
        <w:t xml:space="preserve"> </w:t>
      </w:r>
      <w:r w:rsidRPr="002521F6">
        <w:t>Consideration should be given to running a two-stream delivery of Module 3 Elements 3.3 – 3.5 to permit participants who are unlikely to use IWRAP Mk2 in practice to gain a satisfactory understanding of its principles without moving to its advanced use.</w:t>
      </w:r>
    </w:p>
    <w:p w14:paraId="57CE8F31" w14:textId="7A8BA4E9" w:rsidR="00273C59" w:rsidRPr="002521F6" w:rsidRDefault="00273C59" w:rsidP="00273C59">
      <w:pPr>
        <w:pStyle w:val="Heading1"/>
      </w:pPr>
      <w:bookmarkStart w:id="11" w:name="_Toc449169085"/>
      <w:r w:rsidRPr="002521F6">
        <w:t>P</w:t>
      </w:r>
      <w:r w:rsidR="00E058DF" w:rsidRPr="00E058DF">
        <w:rPr>
          <w:caps w:val="0"/>
        </w:rPr>
        <w:t>RE-COURSE READING</w:t>
      </w:r>
      <w:bookmarkEnd w:id="11"/>
    </w:p>
    <w:p w14:paraId="7E1BC417" w14:textId="77777777" w:rsidR="00EB3077" w:rsidRPr="002521F6" w:rsidRDefault="00EB3077" w:rsidP="00EB3077">
      <w:pPr>
        <w:pStyle w:val="Heading1separatationline"/>
      </w:pPr>
    </w:p>
    <w:p w14:paraId="0E671B36" w14:textId="77777777" w:rsidR="00EB3077" w:rsidRPr="002521F6" w:rsidRDefault="00EB3077" w:rsidP="00EB3077">
      <w:pPr>
        <w:pStyle w:val="Bullet1"/>
        <w:numPr>
          <w:ilvl w:val="0"/>
          <w:numId w:val="0"/>
        </w:numPr>
      </w:pPr>
      <w:r w:rsidRPr="002521F6">
        <w:t>Participants should be encouraged to study:</w:t>
      </w:r>
    </w:p>
    <w:p w14:paraId="248B8C62" w14:textId="77777777" w:rsidR="00EB3077" w:rsidRPr="002521F6" w:rsidRDefault="00EB3077" w:rsidP="005B282A">
      <w:pPr>
        <w:pStyle w:val="Bullet1"/>
        <w:numPr>
          <w:ilvl w:val="0"/>
          <w:numId w:val="2"/>
        </w:numPr>
        <w:spacing w:line="240" w:lineRule="auto"/>
        <w:jc w:val="both"/>
        <w:outlineLvl w:val="0"/>
      </w:pPr>
      <w:r w:rsidRPr="002521F6">
        <w:t>IALA Recommendation O-134;</w:t>
      </w:r>
    </w:p>
    <w:p w14:paraId="33C68FBA" w14:textId="3D5EAF2F" w:rsidR="00EB3077" w:rsidRPr="002521F6" w:rsidRDefault="00EB3077" w:rsidP="005B282A">
      <w:pPr>
        <w:pStyle w:val="Bullet1"/>
        <w:numPr>
          <w:ilvl w:val="0"/>
          <w:numId w:val="2"/>
        </w:numPr>
        <w:spacing w:line="240" w:lineRule="auto"/>
        <w:jc w:val="both"/>
        <w:outlineLvl w:val="0"/>
      </w:pPr>
      <w:r w:rsidRPr="002521F6">
        <w:t>IALA Guideline 1018.</w:t>
      </w:r>
    </w:p>
    <w:p w14:paraId="6384A8F6" w14:textId="585F85B6" w:rsidR="00EB3077" w:rsidRPr="002521F6" w:rsidRDefault="00EB3077" w:rsidP="00EB3077">
      <w:pPr>
        <w:pStyle w:val="Heading1"/>
      </w:pPr>
      <w:bookmarkStart w:id="12" w:name="_Toc434431155"/>
      <w:bookmarkStart w:id="13" w:name="_Toc449169086"/>
      <w:r w:rsidRPr="002521F6">
        <w:t>C</w:t>
      </w:r>
      <w:r w:rsidR="00E058DF" w:rsidRPr="002521F6">
        <w:rPr>
          <w:caps w:val="0"/>
        </w:rPr>
        <w:t>ERTIFICATION</w:t>
      </w:r>
      <w:bookmarkEnd w:id="12"/>
      <w:bookmarkEnd w:id="13"/>
    </w:p>
    <w:p w14:paraId="74736D32" w14:textId="77777777" w:rsidR="00EB3077" w:rsidRPr="002521F6" w:rsidRDefault="00EB3077" w:rsidP="00EB3077">
      <w:pPr>
        <w:pStyle w:val="Heading1separatationline"/>
      </w:pPr>
    </w:p>
    <w:p w14:paraId="0A3E910F" w14:textId="64A5784D" w:rsidR="00EB3077" w:rsidRDefault="00EB3077" w:rsidP="00EB3077">
      <w:pPr>
        <w:pStyle w:val="BodyText"/>
      </w:pPr>
      <w:r w:rsidRPr="002521F6">
        <w:t>Participants who attend all Teaching Modules can be presented with an AtoN Level 1 Manager certificate which states that they have completed successfully the Complementary Module on the IALA Risk Management Toolbox. An example is at Annex A.</w:t>
      </w:r>
      <w:r w:rsidR="005D319A">
        <w:t xml:space="preserve"> </w:t>
      </w:r>
      <w:r w:rsidRPr="002521F6">
        <w:t xml:space="preserve"> It should be noted that such a certificate should </w:t>
      </w:r>
      <w:r w:rsidRPr="002521F6">
        <w:rPr>
          <w:b/>
        </w:rPr>
        <w:t>not</w:t>
      </w:r>
      <w:r w:rsidRPr="002521F6">
        <w:t xml:space="preserve"> be considered a formal Certificate of Competence to operate any of the IALA Risk Management Tools without supervision.</w:t>
      </w:r>
    </w:p>
    <w:p w14:paraId="7405F1ED" w14:textId="77777777" w:rsidR="00214898" w:rsidRDefault="00214898" w:rsidP="00214898">
      <w:pPr>
        <w:pStyle w:val="Heading1"/>
      </w:pPr>
      <w:bookmarkStart w:id="14" w:name="_Toc449169087"/>
      <w:r>
        <w:t>ACRONYMS</w:t>
      </w:r>
      <w:bookmarkEnd w:id="14"/>
    </w:p>
    <w:p w14:paraId="231EF56E" w14:textId="77777777" w:rsidR="00214898" w:rsidRDefault="00214898" w:rsidP="00214898">
      <w:pPr>
        <w:pStyle w:val="Heading1separatationline"/>
      </w:pPr>
    </w:p>
    <w:p w14:paraId="75BA38D3" w14:textId="77777777" w:rsidR="00214898" w:rsidRPr="00DE10DD" w:rsidRDefault="00214898" w:rsidP="00214898">
      <w:pPr>
        <w:pStyle w:val="BodyText"/>
        <w:ind w:left="1418" w:hanging="1418"/>
      </w:pPr>
      <w:r w:rsidRPr="00DE10DD">
        <w:t>GL</w:t>
      </w:r>
      <w:r w:rsidRPr="00DE10DD">
        <w:tab/>
        <w:t>Guideline (IALA)</w:t>
      </w:r>
    </w:p>
    <w:p w14:paraId="0422FBE1" w14:textId="77777777" w:rsidR="00214898" w:rsidRPr="00DE10DD" w:rsidRDefault="00214898" w:rsidP="00214898">
      <w:pPr>
        <w:pStyle w:val="BodyText"/>
        <w:ind w:left="1418" w:hanging="1418"/>
      </w:pPr>
      <w:r w:rsidRPr="00DE10DD">
        <w:t>IALA</w:t>
      </w:r>
      <w:r w:rsidRPr="00DE10DD">
        <w:tab/>
        <w:t>International Association of Marine Aids to Navigation and Lighthouse Authorities</w:t>
      </w:r>
    </w:p>
    <w:p w14:paraId="4D2598B7" w14:textId="77777777" w:rsidR="00214898" w:rsidRPr="00DE10DD" w:rsidRDefault="00214898" w:rsidP="00214898">
      <w:pPr>
        <w:pStyle w:val="BodyText"/>
        <w:ind w:left="1418" w:hanging="1418"/>
      </w:pPr>
      <w:r w:rsidRPr="00DE10DD">
        <w:t>IWRAP</w:t>
      </w:r>
      <w:r w:rsidRPr="00DE10DD">
        <w:tab/>
        <w:t>IALA Waterways Risk Assessment Program</w:t>
      </w:r>
    </w:p>
    <w:p w14:paraId="3660843D" w14:textId="77777777" w:rsidR="00214898" w:rsidRPr="00DE10DD" w:rsidRDefault="00214898" w:rsidP="00214898">
      <w:pPr>
        <w:pStyle w:val="BodyText"/>
        <w:ind w:left="1418" w:hanging="1418"/>
      </w:pPr>
      <w:r w:rsidRPr="00DE10DD">
        <w:t>OS</w:t>
      </w:r>
      <w:r w:rsidRPr="00DE10DD">
        <w:tab/>
        <w:t>Operating System</w:t>
      </w:r>
    </w:p>
    <w:p w14:paraId="2FBDF73F" w14:textId="77777777" w:rsidR="00214898" w:rsidRPr="00DE10DD" w:rsidRDefault="00214898" w:rsidP="00214898">
      <w:pPr>
        <w:pStyle w:val="BodyText"/>
        <w:ind w:left="1418" w:hanging="1418"/>
      </w:pPr>
      <w:r w:rsidRPr="00DE10DD">
        <w:t>PAWSA</w:t>
      </w:r>
      <w:r w:rsidRPr="00DE10DD">
        <w:tab/>
        <w:t>Ports and Waterways Safety Assessment tool</w:t>
      </w:r>
    </w:p>
    <w:p w14:paraId="25C2F29F" w14:textId="77777777" w:rsidR="00214898" w:rsidRPr="00DE10DD" w:rsidRDefault="00214898" w:rsidP="00214898">
      <w:pPr>
        <w:pStyle w:val="BodyText"/>
        <w:ind w:left="1418" w:hanging="1418"/>
      </w:pPr>
      <w:r w:rsidRPr="00DE10DD">
        <w:t>Rec</w:t>
      </w:r>
      <w:r w:rsidRPr="00DE10DD">
        <w:tab/>
        <w:t>Recommendation(s) (IALA)</w:t>
      </w:r>
    </w:p>
    <w:p w14:paraId="42E28338" w14:textId="77777777" w:rsidR="00214898" w:rsidRPr="00DE10DD" w:rsidRDefault="00214898" w:rsidP="00214898">
      <w:pPr>
        <w:pStyle w:val="BodyText"/>
        <w:ind w:left="1418" w:hanging="1418"/>
      </w:pPr>
      <w:r w:rsidRPr="00DE10DD">
        <w:t>SOLAS</w:t>
      </w:r>
      <w:r w:rsidRPr="00DE10DD">
        <w:tab/>
      </w:r>
      <w:r w:rsidRPr="00DE10DD">
        <w:rPr>
          <w:rFonts w:cs="Arial"/>
          <w:bCs/>
          <w:color w:val="000000" w:themeColor="text1"/>
        </w:rPr>
        <w:t>International Convention for the Safety of Life at Sea (SOLAS), 1974 (as amended)</w:t>
      </w:r>
    </w:p>
    <w:p w14:paraId="06D0E3CC" w14:textId="77777777" w:rsidR="00214898" w:rsidRPr="00DE10DD" w:rsidRDefault="00214898" w:rsidP="00214898">
      <w:pPr>
        <w:pStyle w:val="BodyText"/>
        <w:ind w:left="1418" w:hanging="1418"/>
      </w:pPr>
      <w:r w:rsidRPr="00DE10DD">
        <w:t>VTS</w:t>
      </w:r>
      <w:r w:rsidRPr="00DE10DD">
        <w:tab/>
        <w:t>Vessel Traffic Services</w:t>
      </w:r>
    </w:p>
    <w:p w14:paraId="16BFC488" w14:textId="77777777" w:rsidR="00214898" w:rsidRDefault="00214898" w:rsidP="00214898">
      <w:pPr>
        <w:pStyle w:val="BodyText"/>
        <w:ind w:left="1418" w:hanging="1418"/>
      </w:pPr>
      <w:r w:rsidRPr="00DE10DD">
        <w:t>WWA</w:t>
      </w:r>
      <w:r>
        <w:tab/>
        <w:t>World Wide Academy (The Academy)</w:t>
      </w:r>
    </w:p>
    <w:p w14:paraId="48FCC882" w14:textId="6B33A853" w:rsidR="007E3079" w:rsidRDefault="007E3079" w:rsidP="00214898">
      <w:pPr>
        <w:pStyle w:val="Heading1"/>
      </w:pPr>
      <w:bookmarkStart w:id="15" w:name="_Toc449169088"/>
      <w:r>
        <w:lastRenderedPageBreak/>
        <w:t>DEFINITIONS</w:t>
      </w:r>
      <w:bookmarkEnd w:id="15"/>
    </w:p>
    <w:p w14:paraId="24A50EC0" w14:textId="77777777" w:rsidR="007E3079" w:rsidRDefault="007E3079" w:rsidP="007E3079">
      <w:pPr>
        <w:pStyle w:val="Heading1separatationline"/>
      </w:pPr>
    </w:p>
    <w:p w14:paraId="4BC22B88" w14:textId="77777777" w:rsidR="007E3079" w:rsidRPr="00EE7D9E" w:rsidRDefault="007E3079" w:rsidP="007E3079">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p>
    <w:p w14:paraId="55E34A74" w14:textId="77777777" w:rsidR="00214898" w:rsidRPr="002521F6" w:rsidRDefault="00214898" w:rsidP="00214898">
      <w:pPr>
        <w:pStyle w:val="Heading1"/>
      </w:pPr>
      <w:bookmarkStart w:id="16" w:name="_Toc449169089"/>
      <w:r w:rsidRPr="002521F6">
        <w:t>R</w:t>
      </w:r>
      <w:r w:rsidRPr="002521F6">
        <w:rPr>
          <w:caps w:val="0"/>
        </w:rPr>
        <w:t>EFERENCES</w:t>
      </w:r>
      <w:bookmarkEnd w:id="16"/>
    </w:p>
    <w:p w14:paraId="0BAC3510" w14:textId="77777777" w:rsidR="00214898" w:rsidRPr="002521F6" w:rsidRDefault="00214898" w:rsidP="00214898">
      <w:pPr>
        <w:pStyle w:val="Heading1separatationline"/>
      </w:pPr>
    </w:p>
    <w:p w14:paraId="687C5005" w14:textId="77777777" w:rsidR="00214898" w:rsidRPr="002521F6" w:rsidRDefault="00214898" w:rsidP="00214898">
      <w:pPr>
        <w:pStyle w:val="BodyText"/>
      </w:pPr>
      <w:r w:rsidRPr="002521F6">
        <w:t>In addition to any specific references required by the Competent Authority, the following material is relevant to this course:</w:t>
      </w:r>
    </w:p>
    <w:p w14:paraId="0416CC47" w14:textId="77777777" w:rsidR="00214898" w:rsidRPr="002521F6" w:rsidRDefault="00214898" w:rsidP="00214898">
      <w:pPr>
        <w:pStyle w:val="Bullet1"/>
      </w:pPr>
      <w:r w:rsidRPr="002521F6">
        <w:t>SOLAS V Chapters 12 and 13;</w:t>
      </w:r>
    </w:p>
    <w:p w14:paraId="79A767F4" w14:textId="77777777" w:rsidR="00214898" w:rsidRPr="002521F6" w:rsidRDefault="00214898" w:rsidP="00214898">
      <w:pPr>
        <w:pStyle w:val="Bullet1"/>
      </w:pPr>
      <w:r w:rsidRPr="002521F6">
        <w:t>IALA Recommendation O-134 on the IALA Risk Management Tool for Ports and Restricted Waterways;</w:t>
      </w:r>
    </w:p>
    <w:p w14:paraId="264BE345" w14:textId="77777777" w:rsidR="00214898" w:rsidRPr="002521F6" w:rsidRDefault="00214898" w:rsidP="00214898">
      <w:pPr>
        <w:pStyle w:val="Bullet1"/>
      </w:pPr>
      <w:r w:rsidRPr="002521F6">
        <w:t>IALA Guideline 1018 on Risk Management;</w:t>
      </w:r>
    </w:p>
    <w:p w14:paraId="485A89A2" w14:textId="77777777" w:rsidR="00214898" w:rsidRPr="002521F6" w:rsidRDefault="00214898" w:rsidP="00214898">
      <w:pPr>
        <w:pStyle w:val="Bullet1"/>
      </w:pPr>
      <w:r w:rsidRPr="002521F6">
        <w:t>IALA Guideline 1058 on the Use of Simulation as a Tool for Waterway Design and AtoN Planning;</w:t>
      </w:r>
    </w:p>
    <w:p w14:paraId="545EF533" w14:textId="77777777" w:rsidR="00214898" w:rsidRPr="002521F6" w:rsidRDefault="00214898" w:rsidP="00214898">
      <w:pPr>
        <w:pStyle w:val="Bullet1"/>
      </w:pPr>
      <w:r w:rsidRPr="002521F6">
        <w:t>IALA Guideline 1079 on Establishing and Conducting User Consultancy by AtoN Authorities;</w:t>
      </w:r>
    </w:p>
    <w:p w14:paraId="59F18E33" w14:textId="77777777" w:rsidR="00214898" w:rsidRPr="002521F6" w:rsidRDefault="00214898" w:rsidP="00214898">
      <w:pPr>
        <w:pStyle w:val="Bullet1"/>
      </w:pPr>
      <w:r w:rsidRPr="002521F6">
        <w:t>IWRAP Mk2 Theory Handbook;</w:t>
      </w:r>
    </w:p>
    <w:p w14:paraId="22E93137" w14:textId="77777777" w:rsidR="00214898" w:rsidRPr="002521F6" w:rsidRDefault="00214898" w:rsidP="00214898">
      <w:pPr>
        <w:pStyle w:val="Bullet1"/>
      </w:pPr>
      <w:r w:rsidRPr="002521F6">
        <w:t>IWRAP Mk2 Exercise Handbook;</w:t>
      </w:r>
    </w:p>
    <w:p w14:paraId="4A4EAE8A" w14:textId="43EAEAA9" w:rsidR="00214898" w:rsidRPr="002521F6" w:rsidRDefault="00214898" w:rsidP="00EB3077">
      <w:pPr>
        <w:pStyle w:val="Bullet1"/>
      </w:pPr>
      <w:r w:rsidRPr="002521F6">
        <w:t>IALA IWRAP W</w:t>
      </w:r>
      <w:r>
        <w:t>ik</w:t>
      </w:r>
      <w:r w:rsidRPr="002521F6">
        <w:t>i (accessible through the IALA website).</w:t>
      </w:r>
    </w:p>
    <w:p w14:paraId="6394A3C2" w14:textId="77777777" w:rsidR="00473D57" w:rsidRPr="002521F6" w:rsidRDefault="00473D57" w:rsidP="00EB3077">
      <w:pPr>
        <w:pStyle w:val="BodyText"/>
      </w:pPr>
    </w:p>
    <w:p w14:paraId="43B03329" w14:textId="77777777" w:rsidR="00EB3077" w:rsidRPr="002521F6" w:rsidRDefault="00EB3077">
      <w:pPr>
        <w:spacing w:after="200" w:line="276" w:lineRule="auto"/>
        <w:rPr>
          <w:b/>
          <w:caps/>
          <w:color w:val="009FDF"/>
          <w:sz w:val="32"/>
        </w:rPr>
        <w:sectPr w:rsidR="00EB3077" w:rsidRPr="002521F6" w:rsidSect="00292085">
          <w:headerReference w:type="even" r:id="rId16"/>
          <w:headerReference w:type="default" r:id="rId17"/>
          <w:footerReference w:type="default" r:id="rId18"/>
          <w:headerReference w:type="first" r:id="rId19"/>
          <w:pgSz w:w="11906" w:h="16838" w:code="9"/>
          <w:pgMar w:top="1134" w:right="794" w:bottom="1134" w:left="907" w:header="851" w:footer="851" w:gutter="0"/>
          <w:cols w:space="708"/>
          <w:docGrid w:linePitch="360"/>
        </w:sectPr>
      </w:pPr>
    </w:p>
    <w:p w14:paraId="579B0712" w14:textId="7BF93263" w:rsidR="00465491" w:rsidRPr="002521F6" w:rsidRDefault="00E058DF" w:rsidP="00E50CEB">
      <w:pPr>
        <w:pStyle w:val="Part"/>
      </w:pPr>
      <w:r>
        <w:lastRenderedPageBreak/>
        <w:t xml:space="preserve"> </w:t>
      </w:r>
      <w:bookmarkStart w:id="17" w:name="_Toc449169090"/>
      <w:r>
        <w:t xml:space="preserve">- </w:t>
      </w:r>
      <w:r w:rsidRPr="002521F6">
        <w:rPr>
          <w:caps w:val="0"/>
        </w:rPr>
        <w:t>DELIVERY OF THE MODEL C</w:t>
      </w:r>
      <w:bookmarkEnd w:id="10"/>
      <w:r w:rsidRPr="002521F6">
        <w:rPr>
          <w:caps w:val="0"/>
        </w:rPr>
        <w:t>OURSE</w:t>
      </w:r>
      <w:bookmarkEnd w:id="17"/>
    </w:p>
    <w:p w14:paraId="59A784FC" w14:textId="77777777" w:rsidR="00EB3077" w:rsidRPr="002521F6" w:rsidRDefault="00EB3077" w:rsidP="00465491">
      <w:pPr>
        <w:pStyle w:val="BodyText"/>
      </w:pPr>
    </w:p>
    <w:p w14:paraId="0E0E8522" w14:textId="1627CF5B" w:rsidR="00465491" w:rsidRPr="002521F6" w:rsidRDefault="00E058DF" w:rsidP="00CA3E18">
      <w:pPr>
        <w:pStyle w:val="Module"/>
      </w:pPr>
      <w:bookmarkStart w:id="18" w:name="_Toc449169091"/>
      <w:r w:rsidRPr="002521F6">
        <w:t>INTERNATIONAL AND REGIONAL OVERVIEW</w:t>
      </w:r>
      <w:bookmarkEnd w:id="18"/>
    </w:p>
    <w:p w14:paraId="5E1624D8" w14:textId="4E769272" w:rsidR="00465491" w:rsidRPr="002521F6" w:rsidRDefault="00EB3077" w:rsidP="006F0449">
      <w:pPr>
        <w:pStyle w:val="Heading1"/>
        <w:numPr>
          <w:ilvl w:val="0"/>
          <w:numId w:val="33"/>
        </w:numPr>
      </w:pPr>
      <w:bookmarkStart w:id="19" w:name="_Toc449169092"/>
      <w:r w:rsidRPr="002521F6">
        <w:t>S</w:t>
      </w:r>
      <w:r w:rsidR="00E058DF" w:rsidRPr="002521F6">
        <w:rPr>
          <w:caps w:val="0"/>
        </w:rPr>
        <w:t>COPE</w:t>
      </w:r>
      <w:bookmarkEnd w:id="19"/>
    </w:p>
    <w:p w14:paraId="129054DA" w14:textId="77777777" w:rsidR="00465491" w:rsidRPr="002521F6" w:rsidRDefault="00465491" w:rsidP="00E058DF">
      <w:pPr>
        <w:pStyle w:val="Headingseparationline-landscape"/>
      </w:pPr>
    </w:p>
    <w:p w14:paraId="4613F5A1" w14:textId="6231A54A" w:rsidR="00465491" w:rsidRPr="002521F6" w:rsidRDefault="00EB3077" w:rsidP="00465491">
      <w:pPr>
        <w:pStyle w:val="BodyText"/>
      </w:pPr>
      <w:r w:rsidRPr="002521F6">
        <w:rPr>
          <w:rFonts w:cs="Arial"/>
        </w:rPr>
        <w:t>This module describes the role of IALA and its publications; the importance of stakeholder liaison; the obligations placed on States under SOLAS Chapter V and the maritime situation in the region under consideration</w:t>
      </w:r>
      <w:r w:rsidRPr="002521F6">
        <w:t>.</w:t>
      </w:r>
    </w:p>
    <w:p w14:paraId="06C2F171" w14:textId="26EC377D" w:rsidR="00465491" w:rsidRPr="002521F6" w:rsidRDefault="00EB3077" w:rsidP="006F0449">
      <w:pPr>
        <w:pStyle w:val="Heading1"/>
      </w:pPr>
      <w:bookmarkStart w:id="20" w:name="_Toc449169093"/>
      <w:r w:rsidRPr="002521F6">
        <w:t>L</w:t>
      </w:r>
      <w:r w:rsidR="00E058DF" w:rsidRPr="002521F6">
        <w:rPr>
          <w:caps w:val="0"/>
        </w:rPr>
        <w:t>EARNING OBJECTIVES</w:t>
      </w:r>
      <w:bookmarkEnd w:id="20"/>
    </w:p>
    <w:p w14:paraId="7FB52841" w14:textId="77777777" w:rsidR="00465491" w:rsidRPr="002521F6" w:rsidRDefault="00465491" w:rsidP="00E058DF">
      <w:pPr>
        <w:pStyle w:val="Headingseparationline-landscape"/>
      </w:pPr>
    </w:p>
    <w:p w14:paraId="63D64C42" w14:textId="4A1D74F7" w:rsidR="00465491" w:rsidRPr="002521F6" w:rsidRDefault="00EB3077" w:rsidP="00465491">
      <w:pPr>
        <w:pStyle w:val="BodyText"/>
      </w:pPr>
      <w:r w:rsidRPr="002521F6">
        <w:t xml:space="preserve">To gain a </w:t>
      </w:r>
      <w:r w:rsidRPr="002521F6">
        <w:rPr>
          <w:b/>
        </w:rPr>
        <w:t>satisfactory</w:t>
      </w:r>
      <w:r w:rsidRPr="002521F6">
        <w:t xml:space="preserve"> (Level 2) understanding of the function of IALA and its outputs; a </w:t>
      </w:r>
      <w:r w:rsidRPr="002521F6">
        <w:rPr>
          <w:b/>
        </w:rPr>
        <w:t>good</w:t>
      </w:r>
      <w:r w:rsidRPr="002521F6">
        <w:t xml:space="preserve"> (Level 3) understanding of the obligations set out in SOLAS Chapter V and a </w:t>
      </w:r>
      <w:r w:rsidRPr="002521F6">
        <w:rPr>
          <w:b/>
        </w:rPr>
        <w:t xml:space="preserve">basic </w:t>
      </w:r>
      <w:r w:rsidRPr="002521F6">
        <w:t>(Level 1)</w:t>
      </w:r>
      <w:r w:rsidRPr="002521F6">
        <w:rPr>
          <w:b/>
        </w:rPr>
        <w:t xml:space="preserve"> </w:t>
      </w:r>
      <w:r w:rsidRPr="002521F6">
        <w:t>understanding of sources of vessel traffic information and the maritime character of the region under consideration.</w:t>
      </w:r>
    </w:p>
    <w:p w14:paraId="671CFD5F" w14:textId="4DEFE858" w:rsidR="00EB3077" w:rsidRDefault="00E058DF" w:rsidP="00EB3077">
      <w:pPr>
        <w:pStyle w:val="Heading1"/>
        <w:rPr>
          <w:caps w:val="0"/>
        </w:rPr>
      </w:pPr>
      <w:bookmarkStart w:id="21" w:name="_Toc449169094"/>
      <w:r w:rsidRPr="002521F6">
        <w:rPr>
          <w:caps w:val="0"/>
        </w:rPr>
        <w:t>DETAILED TEACHING SYLLABUS FOR MODULE 1 – INTERNATIONAL AND REGIONAL OVERVIEW</w:t>
      </w:r>
      <w:bookmarkEnd w:id="21"/>
    </w:p>
    <w:p w14:paraId="5341AA50" w14:textId="77777777" w:rsidR="00E058DF" w:rsidRPr="00E058DF" w:rsidRDefault="00E058DF" w:rsidP="00E058DF">
      <w:pPr>
        <w:pStyle w:val="Headingseparationline-landscape"/>
      </w:pPr>
    </w:p>
    <w:p w14:paraId="2F38698D" w14:textId="75D27ED8" w:rsidR="00465491" w:rsidRPr="002521F6" w:rsidRDefault="00EB3077" w:rsidP="00465491">
      <w:pPr>
        <w:pStyle w:val="Tablecaption"/>
      </w:pPr>
      <w:bookmarkStart w:id="22" w:name="_Toc449169121"/>
      <w:r w:rsidRPr="002521F6">
        <w:t xml:space="preserve">Detailed Teaching Syllabus </w:t>
      </w:r>
      <w:r w:rsidR="009046C8" w:rsidRPr="002521F6">
        <w:t xml:space="preserve">- </w:t>
      </w:r>
      <w:r w:rsidRPr="002521F6">
        <w:t>Module 1</w:t>
      </w:r>
      <w:bookmarkEnd w:id="22"/>
    </w:p>
    <w:tbl>
      <w:tblPr>
        <w:tblStyle w:val="TableGrid"/>
        <w:tblW w:w="14148" w:type="dxa"/>
        <w:jc w:val="center"/>
        <w:tblLook w:val="04A0" w:firstRow="1" w:lastRow="0" w:firstColumn="1" w:lastColumn="0" w:noHBand="0" w:noVBand="1"/>
      </w:tblPr>
      <w:tblGrid>
        <w:gridCol w:w="544"/>
        <w:gridCol w:w="699"/>
        <w:gridCol w:w="898"/>
        <w:gridCol w:w="5936"/>
        <w:gridCol w:w="640"/>
        <w:gridCol w:w="1696"/>
        <w:gridCol w:w="3062"/>
        <w:gridCol w:w="673"/>
      </w:tblGrid>
      <w:tr w:rsidR="00EB3077" w:rsidRPr="002521F6" w14:paraId="39DDA9BB" w14:textId="77777777" w:rsidTr="00CC48B9">
        <w:trPr>
          <w:cantSplit/>
          <w:trHeight w:val="1514"/>
          <w:tblHeader/>
          <w:jc w:val="center"/>
        </w:trPr>
        <w:tc>
          <w:tcPr>
            <w:tcW w:w="495" w:type="dxa"/>
            <w:textDirection w:val="btLr"/>
            <w:vAlign w:val="center"/>
          </w:tcPr>
          <w:p w14:paraId="68D8B50F" w14:textId="77777777" w:rsidR="00EB3077" w:rsidRPr="002521F6" w:rsidRDefault="00EB3077" w:rsidP="00EB3077">
            <w:pPr>
              <w:pStyle w:val="Tableheading"/>
              <w:rPr>
                <w:lang w:val="en-GB"/>
              </w:rPr>
            </w:pPr>
            <w:r w:rsidRPr="002521F6">
              <w:rPr>
                <w:lang w:val="en-GB"/>
              </w:rPr>
              <w:t>Module</w:t>
            </w:r>
          </w:p>
        </w:tc>
        <w:tc>
          <w:tcPr>
            <w:tcW w:w="525" w:type="dxa"/>
            <w:textDirection w:val="btLr"/>
            <w:vAlign w:val="center"/>
          </w:tcPr>
          <w:p w14:paraId="5CA6E0E1" w14:textId="77777777" w:rsidR="00EB3077" w:rsidRPr="002521F6" w:rsidRDefault="00EB3077" w:rsidP="00EB3077">
            <w:pPr>
              <w:pStyle w:val="Tableheading"/>
              <w:rPr>
                <w:lang w:val="en-GB"/>
              </w:rPr>
            </w:pPr>
            <w:r w:rsidRPr="002521F6">
              <w:rPr>
                <w:lang w:val="en-GB"/>
              </w:rPr>
              <w:t>Element</w:t>
            </w:r>
          </w:p>
        </w:tc>
        <w:tc>
          <w:tcPr>
            <w:tcW w:w="717" w:type="dxa"/>
            <w:textDirection w:val="btLr"/>
            <w:vAlign w:val="center"/>
          </w:tcPr>
          <w:p w14:paraId="090E0F2D" w14:textId="77777777" w:rsidR="00EB3077" w:rsidRPr="002521F6" w:rsidRDefault="00EB3077" w:rsidP="00EB3077">
            <w:pPr>
              <w:pStyle w:val="Tableheading"/>
              <w:rPr>
                <w:lang w:val="en-GB"/>
              </w:rPr>
            </w:pPr>
            <w:r w:rsidRPr="002521F6">
              <w:rPr>
                <w:lang w:val="en-GB"/>
              </w:rPr>
              <w:t>Sub-element</w:t>
            </w:r>
          </w:p>
        </w:tc>
        <w:tc>
          <w:tcPr>
            <w:tcW w:w="6271" w:type="dxa"/>
            <w:vAlign w:val="center"/>
          </w:tcPr>
          <w:p w14:paraId="7B68F95A" w14:textId="77777777" w:rsidR="00EB3077" w:rsidRPr="002521F6" w:rsidRDefault="00EB3077" w:rsidP="00EB3077">
            <w:pPr>
              <w:pStyle w:val="Tableheading"/>
              <w:rPr>
                <w:lang w:val="en-GB"/>
              </w:rPr>
            </w:pPr>
            <w:r w:rsidRPr="002521F6">
              <w:rPr>
                <w:lang w:val="en-GB"/>
              </w:rPr>
              <w:t>Subject</w:t>
            </w:r>
          </w:p>
        </w:tc>
        <w:tc>
          <w:tcPr>
            <w:tcW w:w="648" w:type="dxa"/>
            <w:textDirection w:val="btLr"/>
            <w:vAlign w:val="center"/>
          </w:tcPr>
          <w:p w14:paraId="0532E0E5" w14:textId="77777777" w:rsidR="00EB3077" w:rsidRPr="002521F6" w:rsidRDefault="00EB3077" w:rsidP="00EB3077">
            <w:pPr>
              <w:pStyle w:val="Tableheading"/>
              <w:rPr>
                <w:lang w:val="en-GB"/>
              </w:rPr>
            </w:pPr>
            <w:r w:rsidRPr="002521F6">
              <w:rPr>
                <w:lang w:val="en-GB"/>
              </w:rPr>
              <w:t>Level of Competence</w:t>
            </w:r>
          </w:p>
        </w:tc>
        <w:tc>
          <w:tcPr>
            <w:tcW w:w="1650" w:type="dxa"/>
            <w:vAlign w:val="center"/>
          </w:tcPr>
          <w:p w14:paraId="0BEA5396" w14:textId="77777777" w:rsidR="00EB3077" w:rsidRPr="002521F6" w:rsidRDefault="00EB3077" w:rsidP="00EB3077">
            <w:pPr>
              <w:pStyle w:val="Tableheading"/>
              <w:rPr>
                <w:lang w:val="en-GB"/>
              </w:rPr>
            </w:pPr>
            <w:r w:rsidRPr="002521F6">
              <w:rPr>
                <w:lang w:val="en-GB"/>
              </w:rPr>
              <w:t>Recommended training aids and exercises</w:t>
            </w:r>
          </w:p>
        </w:tc>
        <w:tc>
          <w:tcPr>
            <w:tcW w:w="3158" w:type="dxa"/>
            <w:vAlign w:val="center"/>
          </w:tcPr>
          <w:p w14:paraId="37956348" w14:textId="77777777" w:rsidR="00EB3077" w:rsidRPr="002521F6" w:rsidRDefault="00EB3077" w:rsidP="00EB3077">
            <w:pPr>
              <w:pStyle w:val="Tableheading"/>
              <w:rPr>
                <w:lang w:val="en-GB"/>
              </w:rPr>
            </w:pPr>
            <w:r w:rsidRPr="002521F6">
              <w:rPr>
                <w:lang w:val="en-GB"/>
              </w:rPr>
              <w:t>References</w:t>
            </w:r>
          </w:p>
          <w:p w14:paraId="790E8710" w14:textId="77777777" w:rsidR="00EB3077" w:rsidRPr="002521F6" w:rsidRDefault="00EB3077" w:rsidP="00EB3077">
            <w:pPr>
              <w:pStyle w:val="Tableheading"/>
              <w:rPr>
                <w:lang w:val="en-GB"/>
              </w:rPr>
            </w:pPr>
          </w:p>
          <w:p w14:paraId="3D605CB6" w14:textId="77777777" w:rsidR="00EB3077" w:rsidRPr="002521F6" w:rsidRDefault="00EB3077" w:rsidP="00EB3077">
            <w:pPr>
              <w:pStyle w:val="Tableheading"/>
              <w:rPr>
                <w:lang w:val="en-GB"/>
              </w:rPr>
            </w:pPr>
            <w:r w:rsidRPr="002521F6">
              <w:rPr>
                <w:lang w:val="en-GB"/>
              </w:rPr>
              <w:t>Rec = Recommendation</w:t>
            </w:r>
          </w:p>
          <w:p w14:paraId="34D17B2C" w14:textId="77777777" w:rsidR="00EB3077" w:rsidRPr="002521F6" w:rsidRDefault="00EB3077" w:rsidP="00EB3077">
            <w:pPr>
              <w:pStyle w:val="Tableheading"/>
              <w:rPr>
                <w:lang w:val="en-GB"/>
              </w:rPr>
            </w:pPr>
            <w:r w:rsidRPr="002521F6">
              <w:rPr>
                <w:lang w:val="en-GB"/>
              </w:rPr>
              <w:t>GL   = Guideline</w:t>
            </w:r>
          </w:p>
        </w:tc>
        <w:tc>
          <w:tcPr>
            <w:tcW w:w="684" w:type="dxa"/>
            <w:textDirection w:val="btLr"/>
            <w:vAlign w:val="center"/>
          </w:tcPr>
          <w:p w14:paraId="636F24A5" w14:textId="77777777" w:rsidR="00EB3077" w:rsidRPr="002521F6" w:rsidRDefault="00EB3077" w:rsidP="00EB3077">
            <w:pPr>
              <w:pStyle w:val="Tableheading"/>
              <w:rPr>
                <w:lang w:val="en-GB"/>
              </w:rPr>
            </w:pPr>
            <w:r w:rsidRPr="002521F6">
              <w:rPr>
                <w:lang w:val="en-GB"/>
              </w:rPr>
              <w:t>Lecture No.</w:t>
            </w:r>
          </w:p>
        </w:tc>
      </w:tr>
      <w:tr w:rsidR="00EB3077" w:rsidRPr="002521F6" w14:paraId="0B7D38D1" w14:textId="77777777" w:rsidTr="00CC48B9">
        <w:trPr>
          <w:jc w:val="center"/>
        </w:trPr>
        <w:tc>
          <w:tcPr>
            <w:tcW w:w="495" w:type="dxa"/>
          </w:tcPr>
          <w:p w14:paraId="07C531F8" w14:textId="77777777" w:rsidR="00EB3077" w:rsidRPr="002521F6" w:rsidRDefault="00EB3077" w:rsidP="00EB3077">
            <w:pPr>
              <w:pStyle w:val="Tabletext"/>
              <w:rPr>
                <w:b/>
              </w:rPr>
            </w:pPr>
            <w:r w:rsidRPr="002521F6">
              <w:rPr>
                <w:b/>
              </w:rPr>
              <w:t>1</w:t>
            </w:r>
          </w:p>
        </w:tc>
        <w:tc>
          <w:tcPr>
            <w:tcW w:w="525" w:type="dxa"/>
            <w:shd w:val="clear" w:color="auto" w:fill="00AFAA"/>
          </w:tcPr>
          <w:p w14:paraId="331AB210" w14:textId="77777777" w:rsidR="00EB3077" w:rsidRPr="002521F6" w:rsidRDefault="00EB3077" w:rsidP="00EB3077">
            <w:pPr>
              <w:pStyle w:val="Tabletext"/>
              <w:rPr>
                <w:b/>
              </w:rPr>
            </w:pPr>
          </w:p>
        </w:tc>
        <w:tc>
          <w:tcPr>
            <w:tcW w:w="717" w:type="dxa"/>
            <w:vMerge w:val="restart"/>
            <w:shd w:val="clear" w:color="auto" w:fill="00AFAA"/>
          </w:tcPr>
          <w:p w14:paraId="222DE7C8" w14:textId="77777777" w:rsidR="00EB3077" w:rsidRPr="002521F6" w:rsidRDefault="00EB3077" w:rsidP="00EB3077">
            <w:pPr>
              <w:pStyle w:val="Tabletext"/>
              <w:rPr>
                <w:b/>
              </w:rPr>
            </w:pPr>
          </w:p>
        </w:tc>
        <w:tc>
          <w:tcPr>
            <w:tcW w:w="6271" w:type="dxa"/>
          </w:tcPr>
          <w:p w14:paraId="5621A092" w14:textId="77777777" w:rsidR="00EB3077" w:rsidRPr="002521F6" w:rsidRDefault="00EB3077" w:rsidP="00CC48B9">
            <w:pPr>
              <w:pStyle w:val="Tabletext"/>
              <w:jc w:val="center"/>
              <w:rPr>
                <w:b/>
              </w:rPr>
            </w:pPr>
            <w:r w:rsidRPr="002521F6">
              <w:rPr>
                <w:b/>
              </w:rPr>
              <w:t>INTERNATIONAL AND REGIONAL OVERVIEW</w:t>
            </w:r>
          </w:p>
        </w:tc>
        <w:tc>
          <w:tcPr>
            <w:tcW w:w="6140" w:type="dxa"/>
            <w:gridSpan w:val="4"/>
            <w:vMerge w:val="restart"/>
            <w:shd w:val="clear" w:color="auto" w:fill="00AFAA"/>
          </w:tcPr>
          <w:p w14:paraId="75CE6ECA" w14:textId="77777777" w:rsidR="00EB3077" w:rsidRPr="002521F6" w:rsidRDefault="00EB3077" w:rsidP="00CC48B9">
            <w:pPr>
              <w:pStyle w:val="Tabletext"/>
              <w:ind w:left="0"/>
              <w:rPr>
                <w:b/>
              </w:rPr>
            </w:pPr>
          </w:p>
        </w:tc>
      </w:tr>
      <w:tr w:rsidR="00EB3077" w:rsidRPr="002521F6" w14:paraId="4F3279FE" w14:textId="77777777" w:rsidTr="00CC48B9">
        <w:trPr>
          <w:jc w:val="center"/>
        </w:trPr>
        <w:tc>
          <w:tcPr>
            <w:tcW w:w="495" w:type="dxa"/>
          </w:tcPr>
          <w:p w14:paraId="5DF96019" w14:textId="77777777" w:rsidR="00EB3077" w:rsidRPr="002521F6" w:rsidRDefault="00EB3077" w:rsidP="00EB3077">
            <w:pPr>
              <w:pStyle w:val="Tabletext"/>
              <w:rPr>
                <w:b/>
              </w:rPr>
            </w:pPr>
          </w:p>
        </w:tc>
        <w:tc>
          <w:tcPr>
            <w:tcW w:w="525" w:type="dxa"/>
          </w:tcPr>
          <w:p w14:paraId="42E8856F" w14:textId="77777777" w:rsidR="00EB3077" w:rsidRPr="002521F6" w:rsidRDefault="00EB3077" w:rsidP="00EB3077">
            <w:pPr>
              <w:pStyle w:val="Tabletext"/>
              <w:rPr>
                <w:b/>
              </w:rPr>
            </w:pPr>
            <w:r w:rsidRPr="002521F6">
              <w:rPr>
                <w:b/>
              </w:rPr>
              <w:t>1.1</w:t>
            </w:r>
          </w:p>
        </w:tc>
        <w:tc>
          <w:tcPr>
            <w:tcW w:w="717" w:type="dxa"/>
            <w:vMerge/>
            <w:shd w:val="clear" w:color="auto" w:fill="00AFAA"/>
          </w:tcPr>
          <w:p w14:paraId="6D53D1CE" w14:textId="77777777" w:rsidR="00EB3077" w:rsidRPr="002521F6" w:rsidRDefault="00EB3077" w:rsidP="00EB3077">
            <w:pPr>
              <w:pStyle w:val="Tabletext"/>
              <w:rPr>
                <w:b/>
              </w:rPr>
            </w:pPr>
          </w:p>
        </w:tc>
        <w:tc>
          <w:tcPr>
            <w:tcW w:w="6271" w:type="dxa"/>
          </w:tcPr>
          <w:p w14:paraId="43A4CDE9" w14:textId="77777777" w:rsidR="00EB3077" w:rsidRPr="002521F6" w:rsidRDefault="00EB3077" w:rsidP="00EB3077">
            <w:pPr>
              <w:pStyle w:val="Tabletext"/>
              <w:rPr>
                <w:b/>
              </w:rPr>
            </w:pPr>
            <w:r w:rsidRPr="002521F6">
              <w:rPr>
                <w:b/>
              </w:rPr>
              <w:t>Introduction to IALA and International Obligations</w:t>
            </w:r>
          </w:p>
        </w:tc>
        <w:tc>
          <w:tcPr>
            <w:tcW w:w="6140" w:type="dxa"/>
            <w:gridSpan w:val="4"/>
            <w:vMerge/>
            <w:shd w:val="clear" w:color="auto" w:fill="00AFAA"/>
          </w:tcPr>
          <w:p w14:paraId="247C4A13" w14:textId="77777777" w:rsidR="00EB3077" w:rsidRPr="002521F6" w:rsidRDefault="00EB3077" w:rsidP="00EB3077">
            <w:pPr>
              <w:pStyle w:val="Tabletext"/>
              <w:rPr>
                <w:b/>
              </w:rPr>
            </w:pPr>
          </w:p>
        </w:tc>
      </w:tr>
      <w:tr w:rsidR="00EB3077" w:rsidRPr="002521F6" w14:paraId="21479FBB" w14:textId="77777777" w:rsidTr="00981FD9">
        <w:trPr>
          <w:jc w:val="center"/>
        </w:trPr>
        <w:tc>
          <w:tcPr>
            <w:tcW w:w="495" w:type="dxa"/>
          </w:tcPr>
          <w:p w14:paraId="5E7EDCDD" w14:textId="77777777" w:rsidR="00EB3077" w:rsidRPr="002521F6" w:rsidRDefault="00EB3077" w:rsidP="00EB3077">
            <w:pPr>
              <w:pStyle w:val="Tabletext"/>
            </w:pPr>
          </w:p>
        </w:tc>
        <w:tc>
          <w:tcPr>
            <w:tcW w:w="525" w:type="dxa"/>
          </w:tcPr>
          <w:p w14:paraId="43EBF116" w14:textId="77777777" w:rsidR="00EB3077" w:rsidRPr="002521F6" w:rsidRDefault="00EB3077" w:rsidP="00EB3077">
            <w:pPr>
              <w:pStyle w:val="Tabletext"/>
            </w:pPr>
          </w:p>
        </w:tc>
        <w:tc>
          <w:tcPr>
            <w:tcW w:w="717" w:type="dxa"/>
          </w:tcPr>
          <w:p w14:paraId="4D8CBAEC" w14:textId="77777777" w:rsidR="00EB3077" w:rsidRPr="002521F6" w:rsidRDefault="00EB3077" w:rsidP="00EB3077">
            <w:pPr>
              <w:pStyle w:val="Tabletext"/>
            </w:pPr>
            <w:r w:rsidRPr="002521F6">
              <w:t>1.1.1</w:t>
            </w:r>
          </w:p>
        </w:tc>
        <w:tc>
          <w:tcPr>
            <w:tcW w:w="6271" w:type="dxa"/>
          </w:tcPr>
          <w:p w14:paraId="2AEBD916" w14:textId="77777777" w:rsidR="00EB3077" w:rsidRPr="002521F6" w:rsidRDefault="00EB3077" w:rsidP="00CC48B9">
            <w:pPr>
              <w:pStyle w:val="Tabletext"/>
              <w:jc w:val="right"/>
            </w:pPr>
            <w:r w:rsidRPr="002521F6">
              <w:t>Introduction to IALA and the IALA World-Wide Academy</w:t>
            </w:r>
          </w:p>
        </w:tc>
        <w:tc>
          <w:tcPr>
            <w:tcW w:w="648" w:type="dxa"/>
          </w:tcPr>
          <w:p w14:paraId="34F3E34E" w14:textId="77777777" w:rsidR="00EB3077" w:rsidRPr="002521F6" w:rsidRDefault="00EB3077" w:rsidP="00EB3077">
            <w:pPr>
              <w:pStyle w:val="Tabletext"/>
            </w:pPr>
            <w:r w:rsidRPr="002521F6">
              <w:t>2</w:t>
            </w:r>
          </w:p>
        </w:tc>
        <w:tc>
          <w:tcPr>
            <w:tcW w:w="1650" w:type="dxa"/>
            <w:vMerge w:val="restart"/>
          </w:tcPr>
          <w:p w14:paraId="0B63F7AA" w14:textId="77777777" w:rsidR="00EB3077" w:rsidRPr="002521F6" w:rsidRDefault="00EB3077" w:rsidP="00EB3077">
            <w:pPr>
              <w:pStyle w:val="Tabletext"/>
            </w:pPr>
          </w:p>
        </w:tc>
        <w:tc>
          <w:tcPr>
            <w:tcW w:w="3158" w:type="dxa"/>
          </w:tcPr>
          <w:p w14:paraId="1520DD72" w14:textId="77777777" w:rsidR="00EB3077" w:rsidRPr="002521F6" w:rsidRDefault="00EB3077" w:rsidP="00EB3077">
            <w:pPr>
              <w:pStyle w:val="Tabletext"/>
            </w:pPr>
            <w:r w:rsidRPr="002521F6">
              <w:t>IALA NAVGUIDE Chapter 1</w:t>
            </w:r>
          </w:p>
        </w:tc>
        <w:tc>
          <w:tcPr>
            <w:tcW w:w="684" w:type="dxa"/>
            <w:vMerge w:val="restart"/>
            <w:vAlign w:val="center"/>
          </w:tcPr>
          <w:p w14:paraId="28DC2A18" w14:textId="77777777" w:rsidR="00EB3077" w:rsidRPr="002521F6" w:rsidRDefault="00EB3077" w:rsidP="00EB3077">
            <w:pPr>
              <w:pStyle w:val="Tabletext"/>
            </w:pPr>
            <w:r w:rsidRPr="002521F6">
              <w:t>1</w:t>
            </w:r>
          </w:p>
        </w:tc>
      </w:tr>
      <w:tr w:rsidR="00EB3077" w:rsidRPr="002521F6" w14:paraId="1BAC31B5" w14:textId="77777777" w:rsidTr="00981FD9">
        <w:trPr>
          <w:jc w:val="center"/>
        </w:trPr>
        <w:tc>
          <w:tcPr>
            <w:tcW w:w="495" w:type="dxa"/>
          </w:tcPr>
          <w:p w14:paraId="53C78793" w14:textId="77777777" w:rsidR="00EB3077" w:rsidRPr="002521F6" w:rsidRDefault="00EB3077" w:rsidP="00EB3077">
            <w:pPr>
              <w:pStyle w:val="Tabletext"/>
            </w:pPr>
          </w:p>
        </w:tc>
        <w:tc>
          <w:tcPr>
            <w:tcW w:w="525" w:type="dxa"/>
          </w:tcPr>
          <w:p w14:paraId="28A8E68C" w14:textId="77777777" w:rsidR="00EB3077" w:rsidRPr="002521F6" w:rsidRDefault="00EB3077" w:rsidP="00EB3077">
            <w:pPr>
              <w:pStyle w:val="Tabletext"/>
            </w:pPr>
          </w:p>
        </w:tc>
        <w:tc>
          <w:tcPr>
            <w:tcW w:w="717" w:type="dxa"/>
          </w:tcPr>
          <w:p w14:paraId="72A16205" w14:textId="77777777" w:rsidR="00EB3077" w:rsidRPr="002521F6" w:rsidRDefault="00EB3077" w:rsidP="00EB3077">
            <w:pPr>
              <w:pStyle w:val="Tabletext"/>
            </w:pPr>
            <w:r w:rsidRPr="002521F6">
              <w:t>1.1.2.</w:t>
            </w:r>
          </w:p>
        </w:tc>
        <w:tc>
          <w:tcPr>
            <w:tcW w:w="6271" w:type="dxa"/>
          </w:tcPr>
          <w:p w14:paraId="343A5FDD" w14:textId="77777777" w:rsidR="00EB3077" w:rsidRPr="002521F6" w:rsidRDefault="00EB3077" w:rsidP="00CC48B9">
            <w:pPr>
              <w:pStyle w:val="Tabletext"/>
              <w:jc w:val="right"/>
            </w:pPr>
            <w:r w:rsidRPr="002521F6">
              <w:t>Obligations under SOLAS Chapter V 12; 13</w:t>
            </w:r>
          </w:p>
        </w:tc>
        <w:tc>
          <w:tcPr>
            <w:tcW w:w="648" w:type="dxa"/>
          </w:tcPr>
          <w:p w14:paraId="3E7C797A" w14:textId="77777777" w:rsidR="00EB3077" w:rsidRPr="002521F6" w:rsidRDefault="00EB3077" w:rsidP="00EB3077">
            <w:pPr>
              <w:pStyle w:val="Tabletext"/>
            </w:pPr>
            <w:r w:rsidRPr="002521F6">
              <w:t>3</w:t>
            </w:r>
          </w:p>
        </w:tc>
        <w:tc>
          <w:tcPr>
            <w:tcW w:w="1650" w:type="dxa"/>
            <w:vMerge/>
          </w:tcPr>
          <w:p w14:paraId="484D0F24" w14:textId="77777777" w:rsidR="00EB3077" w:rsidRPr="002521F6" w:rsidRDefault="00EB3077" w:rsidP="00EB3077">
            <w:pPr>
              <w:pStyle w:val="Tabletext"/>
            </w:pPr>
          </w:p>
        </w:tc>
        <w:tc>
          <w:tcPr>
            <w:tcW w:w="3158" w:type="dxa"/>
          </w:tcPr>
          <w:p w14:paraId="4F4ABF67" w14:textId="77777777" w:rsidR="00EB3077" w:rsidRPr="002521F6" w:rsidRDefault="00EB3077" w:rsidP="00EB3077">
            <w:pPr>
              <w:pStyle w:val="Tabletext"/>
            </w:pPr>
            <w:r w:rsidRPr="002521F6">
              <w:t>SOLAS Chapter V</w:t>
            </w:r>
          </w:p>
        </w:tc>
        <w:tc>
          <w:tcPr>
            <w:tcW w:w="684" w:type="dxa"/>
            <w:vMerge/>
          </w:tcPr>
          <w:p w14:paraId="019DBEC5" w14:textId="77777777" w:rsidR="00EB3077" w:rsidRPr="002521F6" w:rsidRDefault="00EB3077" w:rsidP="00EB3077">
            <w:pPr>
              <w:pStyle w:val="Tabletext"/>
            </w:pPr>
          </w:p>
        </w:tc>
      </w:tr>
      <w:tr w:rsidR="00EB3077" w:rsidRPr="002521F6" w14:paraId="7802C7F0" w14:textId="77777777" w:rsidTr="00981FD9">
        <w:trPr>
          <w:jc w:val="center"/>
        </w:trPr>
        <w:tc>
          <w:tcPr>
            <w:tcW w:w="495" w:type="dxa"/>
          </w:tcPr>
          <w:p w14:paraId="37FBB1B1" w14:textId="77777777" w:rsidR="00EB3077" w:rsidRPr="002521F6" w:rsidRDefault="00EB3077" w:rsidP="00EB3077">
            <w:pPr>
              <w:pStyle w:val="Tabletext"/>
            </w:pPr>
          </w:p>
        </w:tc>
        <w:tc>
          <w:tcPr>
            <w:tcW w:w="525" w:type="dxa"/>
          </w:tcPr>
          <w:p w14:paraId="4DDC9679" w14:textId="77777777" w:rsidR="00EB3077" w:rsidRPr="002521F6" w:rsidRDefault="00EB3077" w:rsidP="00EB3077">
            <w:pPr>
              <w:pStyle w:val="Tabletext"/>
            </w:pPr>
          </w:p>
        </w:tc>
        <w:tc>
          <w:tcPr>
            <w:tcW w:w="717" w:type="dxa"/>
          </w:tcPr>
          <w:p w14:paraId="228586E9" w14:textId="77777777" w:rsidR="00EB3077" w:rsidRPr="002521F6" w:rsidRDefault="00EB3077" w:rsidP="00EB3077">
            <w:pPr>
              <w:pStyle w:val="Tabletext"/>
            </w:pPr>
            <w:r w:rsidRPr="002521F6">
              <w:t>1.1.3</w:t>
            </w:r>
          </w:p>
        </w:tc>
        <w:tc>
          <w:tcPr>
            <w:tcW w:w="6271" w:type="dxa"/>
          </w:tcPr>
          <w:p w14:paraId="77956225" w14:textId="77777777" w:rsidR="00EB3077" w:rsidRPr="002521F6" w:rsidRDefault="00EB3077" w:rsidP="00CC48B9">
            <w:pPr>
              <w:pStyle w:val="Tabletext"/>
              <w:jc w:val="right"/>
            </w:pPr>
            <w:r w:rsidRPr="002521F6">
              <w:t>IALA Recommendations and Guidelines</w:t>
            </w:r>
          </w:p>
        </w:tc>
        <w:tc>
          <w:tcPr>
            <w:tcW w:w="648" w:type="dxa"/>
          </w:tcPr>
          <w:p w14:paraId="38E32CEA" w14:textId="77777777" w:rsidR="00EB3077" w:rsidRPr="002521F6" w:rsidRDefault="00EB3077" w:rsidP="00EB3077">
            <w:pPr>
              <w:pStyle w:val="Tabletext"/>
            </w:pPr>
            <w:r w:rsidRPr="002521F6">
              <w:t>2</w:t>
            </w:r>
          </w:p>
        </w:tc>
        <w:tc>
          <w:tcPr>
            <w:tcW w:w="1650" w:type="dxa"/>
            <w:vMerge/>
          </w:tcPr>
          <w:p w14:paraId="7E3ED011" w14:textId="77777777" w:rsidR="00EB3077" w:rsidRPr="002521F6" w:rsidRDefault="00EB3077" w:rsidP="00EB3077">
            <w:pPr>
              <w:pStyle w:val="Tabletext"/>
            </w:pPr>
          </w:p>
        </w:tc>
        <w:tc>
          <w:tcPr>
            <w:tcW w:w="3158" w:type="dxa"/>
          </w:tcPr>
          <w:p w14:paraId="4AC10BD2" w14:textId="77777777" w:rsidR="00EB3077" w:rsidRPr="002521F6" w:rsidRDefault="00EB3077" w:rsidP="00EB3077">
            <w:pPr>
              <w:pStyle w:val="Tabletext"/>
            </w:pPr>
            <w:r w:rsidRPr="002521F6">
              <w:t>www.iala-aism.org</w:t>
            </w:r>
          </w:p>
        </w:tc>
        <w:tc>
          <w:tcPr>
            <w:tcW w:w="684" w:type="dxa"/>
            <w:vMerge/>
          </w:tcPr>
          <w:p w14:paraId="6AEF43A4" w14:textId="77777777" w:rsidR="00EB3077" w:rsidRPr="002521F6" w:rsidRDefault="00EB3077" w:rsidP="00EB3077">
            <w:pPr>
              <w:pStyle w:val="Tabletext"/>
            </w:pPr>
          </w:p>
        </w:tc>
      </w:tr>
      <w:tr w:rsidR="00EB3077" w:rsidRPr="002521F6" w14:paraId="21E15B50" w14:textId="77777777" w:rsidTr="00981FD9">
        <w:trPr>
          <w:jc w:val="center"/>
        </w:trPr>
        <w:tc>
          <w:tcPr>
            <w:tcW w:w="495" w:type="dxa"/>
          </w:tcPr>
          <w:p w14:paraId="1DBD289E" w14:textId="77777777" w:rsidR="00EB3077" w:rsidRPr="002521F6" w:rsidRDefault="00EB3077" w:rsidP="00EB3077">
            <w:pPr>
              <w:pStyle w:val="Tabletext"/>
            </w:pPr>
          </w:p>
        </w:tc>
        <w:tc>
          <w:tcPr>
            <w:tcW w:w="525" w:type="dxa"/>
          </w:tcPr>
          <w:p w14:paraId="7CCBF48F" w14:textId="77777777" w:rsidR="00EB3077" w:rsidRPr="002521F6" w:rsidRDefault="00EB3077" w:rsidP="00EB3077">
            <w:pPr>
              <w:pStyle w:val="Tabletext"/>
            </w:pPr>
          </w:p>
        </w:tc>
        <w:tc>
          <w:tcPr>
            <w:tcW w:w="717" w:type="dxa"/>
          </w:tcPr>
          <w:p w14:paraId="377216DF" w14:textId="77777777" w:rsidR="00EB3077" w:rsidRPr="002521F6" w:rsidRDefault="00EB3077" w:rsidP="00EB3077">
            <w:pPr>
              <w:pStyle w:val="Tabletext"/>
            </w:pPr>
            <w:r w:rsidRPr="002521F6">
              <w:t>1.1.4</w:t>
            </w:r>
          </w:p>
        </w:tc>
        <w:tc>
          <w:tcPr>
            <w:tcW w:w="6271" w:type="dxa"/>
          </w:tcPr>
          <w:p w14:paraId="2EE44BD8" w14:textId="77777777" w:rsidR="00EB3077" w:rsidRPr="002521F6" w:rsidRDefault="00EB3077" w:rsidP="00CC48B9">
            <w:pPr>
              <w:pStyle w:val="Tabletext"/>
              <w:jc w:val="right"/>
            </w:pPr>
            <w:r w:rsidRPr="002521F6">
              <w:t>Stakeholders</w:t>
            </w:r>
          </w:p>
        </w:tc>
        <w:tc>
          <w:tcPr>
            <w:tcW w:w="648" w:type="dxa"/>
          </w:tcPr>
          <w:p w14:paraId="073E675A" w14:textId="77777777" w:rsidR="00EB3077" w:rsidRPr="002521F6" w:rsidRDefault="00EB3077" w:rsidP="00EB3077">
            <w:pPr>
              <w:pStyle w:val="Tabletext"/>
            </w:pPr>
            <w:r w:rsidRPr="002521F6">
              <w:t>1</w:t>
            </w:r>
          </w:p>
        </w:tc>
        <w:tc>
          <w:tcPr>
            <w:tcW w:w="1650" w:type="dxa"/>
            <w:vMerge/>
          </w:tcPr>
          <w:p w14:paraId="000F9EEC" w14:textId="77777777" w:rsidR="00EB3077" w:rsidRPr="002521F6" w:rsidRDefault="00EB3077" w:rsidP="00EB3077">
            <w:pPr>
              <w:pStyle w:val="Tabletext"/>
            </w:pPr>
          </w:p>
        </w:tc>
        <w:tc>
          <w:tcPr>
            <w:tcW w:w="3158" w:type="dxa"/>
          </w:tcPr>
          <w:p w14:paraId="72507230" w14:textId="77777777" w:rsidR="00EB3077" w:rsidRPr="002521F6" w:rsidRDefault="00EB3077" w:rsidP="00EB3077">
            <w:pPr>
              <w:pStyle w:val="Tabletext"/>
            </w:pPr>
            <w:r w:rsidRPr="002521F6">
              <w:t>GL 1079</w:t>
            </w:r>
          </w:p>
        </w:tc>
        <w:tc>
          <w:tcPr>
            <w:tcW w:w="684" w:type="dxa"/>
            <w:vMerge/>
          </w:tcPr>
          <w:p w14:paraId="13398CF5" w14:textId="77777777" w:rsidR="00EB3077" w:rsidRPr="002521F6" w:rsidRDefault="00EB3077" w:rsidP="00EB3077">
            <w:pPr>
              <w:pStyle w:val="Tabletext"/>
            </w:pPr>
          </w:p>
        </w:tc>
      </w:tr>
      <w:tr w:rsidR="00EB3077" w:rsidRPr="002521F6" w14:paraId="2B1638DA" w14:textId="77777777" w:rsidTr="00CC48B9">
        <w:trPr>
          <w:jc w:val="center"/>
        </w:trPr>
        <w:tc>
          <w:tcPr>
            <w:tcW w:w="495" w:type="dxa"/>
          </w:tcPr>
          <w:p w14:paraId="5D78CA67" w14:textId="77777777" w:rsidR="00EB3077" w:rsidRPr="002521F6" w:rsidRDefault="00EB3077" w:rsidP="00EB3077">
            <w:pPr>
              <w:pStyle w:val="Tabletext"/>
              <w:rPr>
                <w:b/>
              </w:rPr>
            </w:pPr>
          </w:p>
        </w:tc>
        <w:tc>
          <w:tcPr>
            <w:tcW w:w="525" w:type="dxa"/>
          </w:tcPr>
          <w:p w14:paraId="7DF9B00D" w14:textId="77777777" w:rsidR="00EB3077" w:rsidRPr="002521F6" w:rsidRDefault="00EB3077" w:rsidP="00EB3077">
            <w:pPr>
              <w:pStyle w:val="Tabletext"/>
              <w:rPr>
                <w:b/>
              </w:rPr>
            </w:pPr>
            <w:r w:rsidRPr="002521F6">
              <w:rPr>
                <w:b/>
              </w:rPr>
              <w:t>1.2</w:t>
            </w:r>
          </w:p>
        </w:tc>
        <w:tc>
          <w:tcPr>
            <w:tcW w:w="717" w:type="dxa"/>
            <w:shd w:val="clear" w:color="auto" w:fill="00AFAA"/>
          </w:tcPr>
          <w:p w14:paraId="6EE3CC5E" w14:textId="77777777" w:rsidR="00EB3077" w:rsidRPr="002521F6" w:rsidRDefault="00EB3077" w:rsidP="00EB3077">
            <w:pPr>
              <w:pStyle w:val="Tabletext"/>
              <w:rPr>
                <w:b/>
              </w:rPr>
            </w:pPr>
          </w:p>
        </w:tc>
        <w:tc>
          <w:tcPr>
            <w:tcW w:w="6271" w:type="dxa"/>
          </w:tcPr>
          <w:p w14:paraId="342436D9" w14:textId="77777777" w:rsidR="00EB3077" w:rsidRPr="002521F6" w:rsidRDefault="00EB3077" w:rsidP="00EB3077">
            <w:pPr>
              <w:pStyle w:val="Tabletext"/>
              <w:rPr>
                <w:b/>
              </w:rPr>
            </w:pPr>
            <w:r w:rsidRPr="002521F6">
              <w:rPr>
                <w:b/>
              </w:rPr>
              <w:t xml:space="preserve">Regional Overview </w:t>
            </w:r>
          </w:p>
        </w:tc>
        <w:tc>
          <w:tcPr>
            <w:tcW w:w="6140" w:type="dxa"/>
            <w:gridSpan w:val="4"/>
            <w:shd w:val="clear" w:color="auto" w:fill="00AFAA"/>
          </w:tcPr>
          <w:p w14:paraId="6C58F0AE" w14:textId="77777777" w:rsidR="00EB3077" w:rsidRPr="002521F6" w:rsidRDefault="00EB3077" w:rsidP="00EB3077">
            <w:pPr>
              <w:pStyle w:val="Tabletext"/>
              <w:rPr>
                <w:b/>
              </w:rPr>
            </w:pPr>
          </w:p>
        </w:tc>
      </w:tr>
      <w:tr w:rsidR="00EB3077" w:rsidRPr="002521F6" w14:paraId="6FBC5BFE" w14:textId="77777777" w:rsidTr="00981FD9">
        <w:trPr>
          <w:jc w:val="center"/>
        </w:trPr>
        <w:tc>
          <w:tcPr>
            <w:tcW w:w="495" w:type="dxa"/>
          </w:tcPr>
          <w:p w14:paraId="0E8FBD91" w14:textId="77777777" w:rsidR="00EB3077" w:rsidRPr="002521F6" w:rsidRDefault="00EB3077" w:rsidP="00EB3077">
            <w:pPr>
              <w:pStyle w:val="Tabletext"/>
            </w:pPr>
          </w:p>
        </w:tc>
        <w:tc>
          <w:tcPr>
            <w:tcW w:w="525" w:type="dxa"/>
          </w:tcPr>
          <w:p w14:paraId="3B682A42" w14:textId="77777777" w:rsidR="00EB3077" w:rsidRPr="002521F6" w:rsidRDefault="00EB3077" w:rsidP="00EB3077">
            <w:pPr>
              <w:pStyle w:val="Tabletext"/>
            </w:pPr>
          </w:p>
        </w:tc>
        <w:tc>
          <w:tcPr>
            <w:tcW w:w="717" w:type="dxa"/>
          </w:tcPr>
          <w:p w14:paraId="262A03DD" w14:textId="77777777" w:rsidR="00EB3077" w:rsidRPr="002521F6" w:rsidRDefault="00EB3077" w:rsidP="00EB3077">
            <w:pPr>
              <w:pStyle w:val="Tabletext"/>
            </w:pPr>
            <w:r w:rsidRPr="002521F6">
              <w:t>1.2.1</w:t>
            </w:r>
          </w:p>
        </w:tc>
        <w:tc>
          <w:tcPr>
            <w:tcW w:w="6271" w:type="dxa"/>
          </w:tcPr>
          <w:p w14:paraId="34E2FF9D" w14:textId="77777777" w:rsidR="00EB3077" w:rsidRPr="002521F6" w:rsidRDefault="00EB3077" w:rsidP="00CC48B9">
            <w:pPr>
              <w:pStyle w:val="Tabletext"/>
              <w:jc w:val="right"/>
            </w:pPr>
            <w:r w:rsidRPr="002521F6">
              <w:t>Maritime overview of the region</w:t>
            </w:r>
          </w:p>
        </w:tc>
        <w:tc>
          <w:tcPr>
            <w:tcW w:w="648" w:type="dxa"/>
            <w:vMerge w:val="restart"/>
            <w:vAlign w:val="center"/>
          </w:tcPr>
          <w:p w14:paraId="03750B12" w14:textId="77777777" w:rsidR="00EB3077" w:rsidRPr="002521F6" w:rsidRDefault="00EB3077" w:rsidP="00EB3077">
            <w:pPr>
              <w:pStyle w:val="Tabletext"/>
            </w:pPr>
            <w:r w:rsidRPr="002521F6">
              <w:t>1</w:t>
            </w:r>
          </w:p>
        </w:tc>
        <w:tc>
          <w:tcPr>
            <w:tcW w:w="1650" w:type="dxa"/>
            <w:vMerge w:val="restart"/>
            <w:vAlign w:val="center"/>
          </w:tcPr>
          <w:p w14:paraId="3C366DA2" w14:textId="77777777" w:rsidR="00EB3077" w:rsidRPr="002521F6" w:rsidRDefault="00EB3077" w:rsidP="00EB3077">
            <w:pPr>
              <w:pStyle w:val="Tabletext"/>
            </w:pPr>
            <w:r w:rsidRPr="002521F6">
              <w:t>IALA-Net inputs</w:t>
            </w:r>
          </w:p>
        </w:tc>
        <w:tc>
          <w:tcPr>
            <w:tcW w:w="3158" w:type="dxa"/>
          </w:tcPr>
          <w:p w14:paraId="0F18AD41" w14:textId="77777777" w:rsidR="00EB3077" w:rsidRPr="002521F6" w:rsidRDefault="00EB3077" w:rsidP="00EB3077">
            <w:pPr>
              <w:pStyle w:val="Tabletext"/>
            </w:pPr>
          </w:p>
        </w:tc>
        <w:tc>
          <w:tcPr>
            <w:tcW w:w="684" w:type="dxa"/>
            <w:vMerge w:val="restart"/>
            <w:vAlign w:val="center"/>
          </w:tcPr>
          <w:p w14:paraId="40BB6271" w14:textId="77777777" w:rsidR="00EB3077" w:rsidRPr="002521F6" w:rsidRDefault="00EB3077" w:rsidP="00EB3077">
            <w:pPr>
              <w:pStyle w:val="Tabletext"/>
            </w:pPr>
            <w:r w:rsidRPr="002521F6">
              <w:t>2</w:t>
            </w:r>
          </w:p>
        </w:tc>
      </w:tr>
      <w:tr w:rsidR="00EB3077" w:rsidRPr="002521F6" w14:paraId="79BFDC1C" w14:textId="77777777" w:rsidTr="00981FD9">
        <w:trPr>
          <w:jc w:val="center"/>
        </w:trPr>
        <w:tc>
          <w:tcPr>
            <w:tcW w:w="495" w:type="dxa"/>
          </w:tcPr>
          <w:p w14:paraId="28222266" w14:textId="77777777" w:rsidR="00EB3077" w:rsidRPr="002521F6" w:rsidRDefault="00EB3077" w:rsidP="00EB3077">
            <w:pPr>
              <w:pStyle w:val="Tabletext"/>
            </w:pPr>
          </w:p>
        </w:tc>
        <w:tc>
          <w:tcPr>
            <w:tcW w:w="525" w:type="dxa"/>
          </w:tcPr>
          <w:p w14:paraId="408E7819" w14:textId="77777777" w:rsidR="00EB3077" w:rsidRPr="002521F6" w:rsidRDefault="00EB3077" w:rsidP="00EB3077">
            <w:pPr>
              <w:pStyle w:val="Tabletext"/>
            </w:pPr>
          </w:p>
        </w:tc>
        <w:tc>
          <w:tcPr>
            <w:tcW w:w="717" w:type="dxa"/>
          </w:tcPr>
          <w:p w14:paraId="34A23724" w14:textId="77777777" w:rsidR="00EB3077" w:rsidRPr="002521F6" w:rsidRDefault="00EB3077" w:rsidP="00EB3077">
            <w:pPr>
              <w:pStyle w:val="Tabletext"/>
            </w:pPr>
            <w:r w:rsidRPr="002521F6">
              <w:t>1.2.2</w:t>
            </w:r>
          </w:p>
        </w:tc>
        <w:tc>
          <w:tcPr>
            <w:tcW w:w="6271" w:type="dxa"/>
          </w:tcPr>
          <w:p w14:paraId="4E2A34AC" w14:textId="77777777" w:rsidR="00EB3077" w:rsidRPr="002521F6" w:rsidRDefault="00EB3077" w:rsidP="00CC48B9">
            <w:pPr>
              <w:pStyle w:val="Tabletext"/>
              <w:jc w:val="right"/>
            </w:pPr>
            <w:r w:rsidRPr="002521F6">
              <w:t>Regional trends in maritime traffic</w:t>
            </w:r>
          </w:p>
        </w:tc>
        <w:tc>
          <w:tcPr>
            <w:tcW w:w="648" w:type="dxa"/>
            <w:vMerge/>
          </w:tcPr>
          <w:p w14:paraId="44338719" w14:textId="77777777" w:rsidR="00EB3077" w:rsidRPr="002521F6" w:rsidRDefault="00EB3077" w:rsidP="00EB3077">
            <w:pPr>
              <w:pStyle w:val="Tabletext"/>
            </w:pPr>
          </w:p>
        </w:tc>
        <w:tc>
          <w:tcPr>
            <w:tcW w:w="1650" w:type="dxa"/>
            <w:vMerge/>
          </w:tcPr>
          <w:p w14:paraId="07D2910B" w14:textId="77777777" w:rsidR="00EB3077" w:rsidRPr="002521F6" w:rsidRDefault="00EB3077" w:rsidP="00EB3077">
            <w:pPr>
              <w:pStyle w:val="Tabletext"/>
            </w:pPr>
          </w:p>
        </w:tc>
        <w:tc>
          <w:tcPr>
            <w:tcW w:w="3158" w:type="dxa"/>
          </w:tcPr>
          <w:p w14:paraId="341306FF" w14:textId="77777777" w:rsidR="00EB3077" w:rsidRPr="002521F6" w:rsidRDefault="00EB3077" w:rsidP="00EB3077">
            <w:pPr>
              <w:pStyle w:val="Tabletext"/>
            </w:pPr>
          </w:p>
        </w:tc>
        <w:tc>
          <w:tcPr>
            <w:tcW w:w="684" w:type="dxa"/>
            <w:vMerge/>
          </w:tcPr>
          <w:p w14:paraId="590040B9" w14:textId="77777777" w:rsidR="00EB3077" w:rsidRPr="002521F6" w:rsidRDefault="00EB3077" w:rsidP="00EB3077">
            <w:pPr>
              <w:pStyle w:val="Tabletext"/>
            </w:pPr>
          </w:p>
        </w:tc>
      </w:tr>
      <w:tr w:rsidR="00EB3077" w:rsidRPr="002521F6" w14:paraId="4A8ED3FC" w14:textId="77777777" w:rsidTr="00981FD9">
        <w:trPr>
          <w:jc w:val="center"/>
        </w:trPr>
        <w:tc>
          <w:tcPr>
            <w:tcW w:w="495" w:type="dxa"/>
          </w:tcPr>
          <w:p w14:paraId="506C1562" w14:textId="77777777" w:rsidR="00EB3077" w:rsidRPr="002521F6" w:rsidRDefault="00EB3077" w:rsidP="00EB3077">
            <w:pPr>
              <w:pStyle w:val="Tabletext"/>
            </w:pPr>
          </w:p>
        </w:tc>
        <w:tc>
          <w:tcPr>
            <w:tcW w:w="525" w:type="dxa"/>
          </w:tcPr>
          <w:p w14:paraId="5D7D2A24" w14:textId="77777777" w:rsidR="00EB3077" w:rsidRPr="002521F6" w:rsidRDefault="00EB3077" w:rsidP="00EB3077">
            <w:pPr>
              <w:pStyle w:val="Tabletext"/>
            </w:pPr>
          </w:p>
        </w:tc>
        <w:tc>
          <w:tcPr>
            <w:tcW w:w="717" w:type="dxa"/>
          </w:tcPr>
          <w:p w14:paraId="25C6833E" w14:textId="77777777" w:rsidR="00EB3077" w:rsidRPr="002521F6" w:rsidRDefault="00EB3077" w:rsidP="00EB3077">
            <w:pPr>
              <w:pStyle w:val="Tabletext"/>
            </w:pPr>
            <w:r w:rsidRPr="002521F6">
              <w:t>1.2.3</w:t>
            </w:r>
          </w:p>
        </w:tc>
        <w:tc>
          <w:tcPr>
            <w:tcW w:w="6271" w:type="dxa"/>
          </w:tcPr>
          <w:p w14:paraId="4BA5A509" w14:textId="77777777" w:rsidR="00EB3077" w:rsidRPr="002521F6" w:rsidRDefault="00EB3077" w:rsidP="00CC48B9">
            <w:pPr>
              <w:pStyle w:val="Tabletext"/>
              <w:jc w:val="right"/>
            </w:pPr>
            <w:r w:rsidRPr="002521F6">
              <w:t>Vessel traffic analysis and availability of AIS data</w:t>
            </w:r>
          </w:p>
        </w:tc>
        <w:tc>
          <w:tcPr>
            <w:tcW w:w="648" w:type="dxa"/>
            <w:vMerge/>
          </w:tcPr>
          <w:p w14:paraId="2CB916FF" w14:textId="77777777" w:rsidR="00EB3077" w:rsidRPr="002521F6" w:rsidRDefault="00EB3077" w:rsidP="00EB3077">
            <w:pPr>
              <w:pStyle w:val="Tabletext"/>
            </w:pPr>
          </w:p>
        </w:tc>
        <w:tc>
          <w:tcPr>
            <w:tcW w:w="1650" w:type="dxa"/>
            <w:vMerge/>
          </w:tcPr>
          <w:p w14:paraId="53B40E7A" w14:textId="77777777" w:rsidR="00EB3077" w:rsidRPr="002521F6" w:rsidRDefault="00EB3077" w:rsidP="00EB3077">
            <w:pPr>
              <w:pStyle w:val="Tabletext"/>
            </w:pPr>
          </w:p>
        </w:tc>
        <w:tc>
          <w:tcPr>
            <w:tcW w:w="3158" w:type="dxa"/>
          </w:tcPr>
          <w:p w14:paraId="3D9C2FFE" w14:textId="77777777" w:rsidR="00EB3077" w:rsidRPr="002521F6" w:rsidRDefault="00EB3077" w:rsidP="00EB3077">
            <w:pPr>
              <w:pStyle w:val="Tabletext"/>
            </w:pPr>
            <w:r w:rsidRPr="002521F6">
              <w:t xml:space="preserve">Rec A-126; GL 1082 </w:t>
            </w:r>
          </w:p>
        </w:tc>
        <w:tc>
          <w:tcPr>
            <w:tcW w:w="684" w:type="dxa"/>
            <w:vMerge/>
          </w:tcPr>
          <w:p w14:paraId="2BE9FCAA" w14:textId="77777777" w:rsidR="00EB3077" w:rsidRPr="002521F6" w:rsidRDefault="00EB3077" w:rsidP="00EB3077">
            <w:pPr>
              <w:pStyle w:val="Tabletext"/>
            </w:pPr>
          </w:p>
        </w:tc>
      </w:tr>
      <w:tr w:rsidR="00EB3077" w:rsidRPr="002521F6" w14:paraId="13E28CB2" w14:textId="77777777" w:rsidTr="00981FD9">
        <w:trPr>
          <w:jc w:val="center"/>
        </w:trPr>
        <w:tc>
          <w:tcPr>
            <w:tcW w:w="495" w:type="dxa"/>
          </w:tcPr>
          <w:p w14:paraId="6467364C" w14:textId="77777777" w:rsidR="00EB3077" w:rsidRPr="002521F6" w:rsidRDefault="00EB3077" w:rsidP="00EB3077">
            <w:pPr>
              <w:pStyle w:val="Tabletext"/>
            </w:pPr>
          </w:p>
        </w:tc>
        <w:tc>
          <w:tcPr>
            <w:tcW w:w="525" w:type="dxa"/>
          </w:tcPr>
          <w:p w14:paraId="669AF3F3" w14:textId="77777777" w:rsidR="00EB3077" w:rsidRPr="002521F6" w:rsidRDefault="00EB3077" w:rsidP="00EB3077">
            <w:pPr>
              <w:pStyle w:val="Tabletext"/>
            </w:pPr>
          </w:p>
        </w:tc>
        <w:tc>
          <w:tcPr>
            <w:tcW w:w="717" w:type="dxa"/>
          </w:tcPr>
          <w:p w14:paraId="618D9228" w14:textId="77777777" w:rsidR="00EB3077" w:rsidRPr="002521F6" w:rsidRDefault="00EB3077" w:rsidP="00EB3077">
            <w:pPr>
              <w:pStyle w:val="Tabletext"/>
            </w:pPr>
            <w:r w:rsidRPr="002521F6">
              <w:t>1.2.4</w:t>
            </w:r>
          </w:p>
        </w:tc>
        <w:tc>
          <w:tcPr>
            <w:tcW w:w="6271" w:type="dxa"/>
          </w:tcPr>
          <w:p w14:paraId="0F2D036B" w14:textId="77777777" w:rsidR="00EB3077" w:rsidRPr="002521F6" w:rsidRDefault="00EB3077" w:rsidP="00CC48B9">
            <w:pPr>
              <w:pStyle w:val="Tabletext"/>
              <w:jc w:val="right"/>
            </w:pPr>
            <w:r w:rsidRPr="002521F6">
              <w:t>Other sources of maritime traffic information</w:t>
            </w:r>
          </w:p>
        </w:tc>
        <w:tc>
          <w:tcPr>
            <w:tcW w:w="648" w:type="dxa"/>
            <w:vMerge/>
          </w:tcPr>
          <w:p w14:paraId="4CE8CF26" w14:textId="77777777" w:rsidR="00EB3077" w:rsidRPr="002521F6" w:rsidRDefault="00EB3077" w:rsidP="00EB3077">
            <w:pPr>
              <w:pStyle w:val="Tabletext"/>
            </w:pPr>
          </w:p>
        </w:tc>
        <w:tc>
          <w:tcPr>
            <w:tcW w:w="1650" w:type="dxa"/>
            <w:vMerge/>
          </w:tcPr>
          <w:p w14:paraId="1A5FD640" w14:textId="77777777" w:rsidR="00EB3077" w:rsidRPr="002521F6" w:rsidRDefault="00EB3077" w:rsidP="00EB3077">
            <w:pPr>
              <w:pStyle w:val="Tabletext"/>
            </w:pPr>
          </w:p>
        </w:tc>
        <w:tc>
          <w:tcPr>
            <w:tcW w:w="3158" w:type="dxa"/>
          </w:tcPr>
          <w:p w14:paraId="69AB08E0" w14:textId="77777777" w:rsidR="00EB3077" w:rsidRPr="002521F6" w:rsidRDefault="00EB3077" w:rsidP="00EB3077">
            <w:pPr>
              <w:pStyle w:val="Tabletext"/>
            </w:pPr>
            <w:r w:rsidRPr="002521F6">
              <w:t xml:space="preserve">Rec E-142 </w:t>
            </w:r>
          </w:p>
        </w:tc>
        <w:tc>
          <w:tcPr>
            <w:tcW w:w="684" w:type="dxa"/>
            <w:vMerge/>
          </w:tcPr>
          <w:p w14:paraId="618058FB" w14:textId="77777777" w:rsidR="00EB3077" w:rsidRPr="002521F6" w:rsidRDefault="00EB3077" w:rsidP="00EB3077">
            <w:pPr>
              <w:pStyle w:val="Tabletext"/>
            </w:pPr>
          </w:p>
        </w:tc>
      </w:tr>
      <w:tr w:rsidR="00EB3077" w:rsidRPr="002521F6" w14:paraId="0500DAC1" w14:textId="77777777" w:rsidTr="00981FD9">
        <w:trPr>
          <w:jc w:val="center"/>
        </w:trPr>
        <w:tc>
          <w:tcPr>
            <w:tcW w:w="495" w:type="dxa"/>
          </w:tcPr>
          <w:p w14:paraId="753C57A3" w14:textId="77777777" w:rsidR="00EB3077" w:rsidRPr="002521F6" w:rsidRDefault="00EB3077" w:rsidP="00EB3077">
            <w:pPr>
              <w:pStyle w:val="Tabletext"/>
            </w:pPr>
          </w:p>
        </w:tc>
        <w:tc>
          <w:tcPr>
            <w:tcW w:w="525" w:type="dxa"/>
          </w:tcPr>
          <w:p w14:paraId="26FAF34A" w14:textId="77777777" w:rsidR="00EB3077" w:rsidRPr="002521F6" w:rsidRDefault="00EB3077" w:rsidP="00EB3077">
            <w:pPr>
              <w:pStyle w:val="Tabletext"/>
            </w:pPr>
          </w:p>
        </w:tc>
        <w:tc>
          <w:tcPr>
            <w:tcW w:w="717" w:type="dxa"/>
          </w:tcPr>
          <w:p w14:paraId="04542717" w14:textId="77777777" w:rsidR="00EB3077" w:rsidRPr="002521F6" w:rsidRDefault="00EB3077" w:rsidP="00EB3077">
            <w:pPr>
              <w:pStyle w:val="Tabletext"/>
            </w:pPr>
            <w:r w:rsidRPr="002521F6">
              <w:t>1.2.5</w:t>
            </w:r>
          </w:p>
        </w:tc>
        <w:tc>
          <w:tcPr>
            <w:tcW w:w="6271" w:type="dxa"/>
          </w:tcPr>
          <w:p w14:paraId="2B6C6297" w14:textId="77777777" w:rsidR="00EB3077" w:rsidRPr="002521F6" w:rsidRDefault="00EB3077" w:rsidP="00CC48B9">
            <w:pPr>
              <w:pStyle w:val="Tabletext"/>
              <w:jc w:val="right"/>
            </w:pPr>
            <w:r w:rsidRPr="002521F6">
              <w:t>Availability of regional electronic chart data</w:t>
            </w:r>
          </w:p>
        </w:tc>
        <w:tc>
          <w:tcPr>
            <w:tcW w:w="648" w:type="dxa"/>
            <w:vMerge/>
          </w:tcPr>
          <w:p w14:paraId="780F0E66" w14:textId="77777777" w:rsidR="00EB3077" w:rsidRPr="002521F6" w:rsidRDefault="00EB3077" w:rsidP="00EB3077">
            <w:pPr>
              <w:pStyle w:val="Tabletext"/>
            </w:pPr>
          </w:p>
        </w:tc>
        <w:tc>
          <w:tcPr>
            <w:tcW w:w="1650" w:type="dxa"/>
            <w:vMerge/>
          </w:tcPr>
          <w:p w14:paraId="74A84D32" w14:textId="77777777" w:rsidR="00EB3077" w:rsidRPr="002521F6" w:rsidRDefault="00EB3077" w:rsidP="00EB3077">
            <w:pPr>
              <w:pStyle w:val="Tabletext"/>
            </w:pPr>
          </w:p>
        </w:tc>
        <w:tc>
          <w:tcPr>
            <w:tcW w:w="3158" w:type="dxa"/>
          </w:tcPr>
          <w:p w14:paraId="77A677F6" w14:textId="77777777" w:rsidR="00EB3077" w:rsidRPr="002521F6" w:rsidRDefault="00EB3077" w:rsidP="00EB3077">
            <w:pPr>
              <w:pStyle w:val="Tabletext"/>
            </w:pPr>
            <w:r w:rsidRPr="002521F6">
              <w:t>GL 1057</w:t>
            </w:r>
          </w:p>
        </w:tc>
        <w:tc>
          <w:tcPr>
            <w:tcW w:w="684" w:type="dxa"/>
            <w:vMerge/>
          </w:tcPr>
          <w:p w14:paraId="485521DC" w14:textId="77777777" w:rsidR="00EB3077" w:rsidRPr="002521F6" w:rsidRDefault="00EB3077" w:rsidP="00EB3077">
            <w:pPr>
              <w:pStyle w:val="Tabletext"/>
            </w:pPr>
          </w:p>
        </w:tc>
      </w:tr>
      <w:tr w:rsidR="00EB3077" w:rsidRPr="002521F6" w14:paraId="6347DDF4" w14:textId="77777777" w:rsidTr="00981FD9">
        <w:trPr>
          <w:jc w:val="center"/>
        </w:trPr>
        <w:tc>
          <w:tcPr>
            <w:tcW w:w="495" w:type="dxa"/>
          </w:tcPr>
          <w:p w14:paraId="0CD4CBD3" w14:textId="77777777" w:rsidR="00EB3077" w:rsidRPr="002521F6" w:rsidRDefault="00EB3077" w:rsidP="00EB3077">
            <w:pPr>
              <w:pStyle w:val="Tabletext"/>
            </w:pPr>
          </w:p>
        </w:tc>
        <w:tc>
          <w:tcPr>
            <w:tcW w:w="525" w:type="dxa"/>
          </w:tcPr>
          <w:p w14:paraId="5A9C097C" w14:textId="77777777" w:rsidR="00EB3077" w:rsidRPr="002521F6" w:rsidRDefault="00EB3077" w:rsidP="00EB3077">
            <w:pPr>
              <w:pStyle w:val="Tabletext"/>
            </w:pPr>
          </w:p>
        </w:tc>
        <w:tc>
          <w:tcPr>
            <w:tcW w:w="717" w:type="dxa"/>
          </w:tcPr>
          <w:p w14:paraId="2F24BDDA" w14:textId="77777777" w:rsidR="00EB3077" w:rsidRPr="002521F6" w:rsidRDefault="00EB3077" w:rsidP="00EB3077">
            <w:pPr>
              <w:pStyle w:val="Tabletext"/>
            </w:pPr>
            <w:r w:rsidRPr="002521F6">
              <w:t>1.2.6</w:t>
            </w:r>
          </w:p>
        </w:tc>
        <w:tc>
          <w:tcPr>
            <w:tcW w:w="6271" w:type="dxa"/>
          </w:tcPr>
          <w:p w14:paraId="2F942BF0" w14:textId="77777777" w:rsidR="00EB3077" w:rsidRPr="002521F6" w:rsidRDefault="00EB3077" w:rsidP="00CC48B9">
            <w:pPr>
              <w:pStyle w:val="Tabletext"/>
              <w:jc w:val="right"/>
            </w:pPr>
            <w:r w:rsidRPr="002521F6">
              <w:t>Introduction to test area under study</w:t>
            </w:r>
          </w:p>
        </w:tc>
        <w:tc>
          <w:tcPr>
            <w:tcW w:w="648" w:type="dxa"/>
            <w:vMerge/>
          </w:tcPr>
          <w:p w14:paraId="62666490" w14:textId="77777777" w:rsidR="00EB3077" w:rsidRPr="002521F6" w:rsidRDefault="00EB3077" w:rsidP="00EB3077">
            <w:pPr>
              <w:pStyle w:val="Tabletext"/>
            </w:pPr>
          </w:p>
        </w:tc>
        <w:tc>
          <w:tcPr>
            <w:tcW w:w="1650" w:type="dxa"/>
            <w:vMerge/>
          </w:tcPr>
          <w:p w14:paraId="0D2CC201" w14:textId="77777777" w:rsidR="00EB3077" w:rsidRPr="002521F6" w:rsidRDefault="00EB3077" w:rsidP="00EB3077">
            <w:pPr>
              <w:pStyle w:val="Tabletext"/>
            </w:pPr>
          </w:p>
        </w:tc>
        <w:tc>
          <w:tcPr>
            <w:tcW w:w="3158" w:type="dxa"/>
          </w:tcPr>
          <w:p w14:paraId="091B641A" w14:textId="77777777" w:rsidR="00EB3077" w:rsidRPr="002521F6" w:rsidRDefault="00EB3077" w:rsidP="00EB3077">
            <w:pPr>
              <w:pStyle w:val="Tabletext"/>
            </w:pPr>
          </w:p>
        </w:tc>
        <w:tc>
          <w:tcPr>
            <w:tcW w:w="684" w:type="dxa"/>
            <w:vMerge/>
          </w:tcPr>
          <w:p w14:paraId="7ADBF4B6" w14:textId="77777777" w:rsidR="00EB3077" w:rsidRPr="002521F6" w:rsidRDefault="00EB3077" w:rsidP="00EB3077">
            <w:pPr>
              <w:pStyle w:val="Tabletext"/>
            </w:pPr>
          </w:p>
        </w:tc>
      </w:tr>
    </w:tbl>
    <w:p w14:paraId="0920018E" w14:textId="77777777" w:rsidR="00465491" w:rsidRPr="002521F6" w:rsidRDefault="00465491" w:rsidP="00465491">
      <w:pPr>
        <w:pStyle w:val="BodyText"/>
      </w:pPr>
    </w:p>
    <w:p w14:paraId="103C85AB" w14:textId="77777777" w:rsidR="00CC48B9" w:rsidRPr="002521F6" w:rsidRDefault="00CC48B9">
      <w:pPr>
        <w:spacing w:after="200" w:line="276" w:lineRule="auto"/>
        <w:rPr>
          <w:rFonts w:asciiTheme="majorHAnsi" w:eastAsiaTheme="majorEastAsia" w:hAnsiTheme="majorHAnsi" w:cstheme="majorBidi"/>
          <w:b/>
          <w:bCs/>
          <w:caps/>
          <w:color w:val="00AFAA"/>
          <w:sz w:val="28"/>
          <w:szCs w:val="24"/>
        </w:rPr>
      </w:pPr>
      <w:bookmarkStart w:id="23" w:name="_Toc419881205"/>
      <w:bookmarkStart w:id="24" w:name="_Toc442348093"/>
      <w:r w:rsidRPr="002521F6">
        <w:br w:type="page"/>
      </w:r>
    </w:p>
    <w:p w14:paraId="2BE84A0D" w14:textId="11A04DBB" w:rsidR="00465491" w:rsidRPr="002521F6" w:rsidRDefault="00CC48B9" w:rsidP="00CA3E18">
      <w:pPr>
        <w:pStyle w:val="Module"/>
      </w:pPr>
      <w:bookmarkStart w:id="25" w:name="_Toc449169095"/>
      <w:bookmarkEnd w:id="23"/>
      <w:bookmarkEnd w:id="24"/>
      <w:r w:rsidRPr="002521F6">
        <w:lastRenderedPageBreak/>
        <w:t>I</w:t>
      </w:r>
      <w:r w:rsidR="00E058DF" w:rsidRPr="002521F6">
        <w:t>NTRODUCTION TO THE IALA RISK MANAGEMENT TOOLBOX</w:t>
      </w:r>
      <w:bookmarkEnd w:id="25"/>
    </w:p>
    <w:p w14:paraId="51C4D87C" w14:textId="10FD1AAE" w:rsidR="00CC48B9" w:rsidRPr="002521F6" w:rsidRDefault="00CC48B9" w:rsidP="006F0449">
      <w:pPr>
        <w:pStyle w:val="Heading1"/>
        <w:numPr>
          <w:ilvl w:val="0"/>
          <w:numId w:val="34"/>
        </w:numPr>
      </w:pPr>
      <w:bookmarkStart w:id="26" w:name="_Toc449169096"/>
      <w:r w:rsidRPr="002521F6">
        <w:t>S</w:t>
      </w:r>
      <w:r w:rsidR="00E058DF" w:rsidRPr="002521F6">
        <w:rPr>
          <w:caps w:val="0"/>
        </w:rPr>
        <w:t>COPE</w:t>
      </w:r>
      <w:bookmarkEnd w:id="26"/>
    </w:p>
    <w:p w14:paraId="096DA7AC" w14:textId="77777777" w:rsidR="00465491" w:rsidRPr="002521F6" w:rsidRDefault="00465491" w:rsidP="0035449D">
      <w:pPr>
        <w:pStyle w:val="Headingseparationline-landscape"/>
      </w:pPr>
    </w:p>
    <w:p w14:paraId="4EC627E2" w14:textId="0E6D8248" w:rsidR="00465491" w:rsidRPr="002521F6" w:rsidRDefault="00CC48B9" w:rsidP="00465491">
      <w:pPr>
        <w:pStyle w:val="BodyText"/>
      </w:pPr>
      <w:r w:rsidRPr="002521F6">
        <w:rPr>
          <w:lang w:eastAsia="de-DE"/>
        </w:rPr>
        <w:t xml:space="preserve">This module </w:t>
      </w:r>
      <w:r w:rsidRPr="002521F6">
        <w:rPr>
          <w:rFonts w:cs="Arial"/>
        </w:rPr>
        <w:t>describes risk and risk mitigation measures before giving an overview of the three IALA Risk Management Tools: IWRAP Mk</w:t>
      </w:r>
      <w:r w:rsidR="0035449D" w:rsidRPr="002521F6">
        <w:rPr>
          <w:rFonts w:cs="Arial"/>
        </w:rPr>
        <w:t>2</w:t>
      </w:r>
      <w:r w:rsidRPr="002521F6">
        <w:rPr>
          <w:rFonts w:cs="Arial"/>
        </w:rPr>
        <w:t>; PAWSA and simulation.</w:t>
      </w:r>
    </w:p>
    <w:p w14:paraId="26F551C3" w14:textId="76C20FB6" w:rsidR="00465491" w:rsidRPr="002521F6" w:rsidRDefault="00CC48B9" w:rsidP="006F0449">
      <w:pPr>
        <w:pStyle w:val="Heading1"/>
      </w:pPr>
      <w:bookmarkStart w:id="27" w:name="_Toc449169097"/>
      <w:r w:rsidRPr="002521F6">
        <w:t>L</w:t>
      </w:r>
      <w:r w:rsidR="00E058DF" w:rsidRPr="002521F6">
        <w:rPr>
          <w:caps w:val="0"/>
        </w:rPr>
        <w:t>EARNING OBJECTIVES</w:t>
      </w:r>
      <w:bookmarkEnd w:id="27"/>
    </w:p>
    <w:p w14:paraId="2C4E5C50" w14:textId="77777777" w:rsidR="00465491" w:rsidRPr="002521F6" w:rsidRDefault="00465491" w:rsidP="0035449D">
      <w:pPr>
        <w:pStyle w:val="Headingseparationline-landscape"/>
      </w:pPr>
    </w:p>
    <w:p w14:paraId="553844EC" w14:textId="5027101B" w:rsidR="00465491" w:rsidRPr="002521F6" w:rsidRDefault="00CC48B9" w:rsidP="00465491">
      <w:pPr>
        <w:pStyle w:val="BodyText"/>
      </w:pPr>
      <w:r w:rsidRPr="002521F6">
        <w:rPr>
          <w:lang w:eastAsia="de-DE"/>
        </w:rPr>
        <w:t xml:space="preserve">To gain a </w:t>
      </w:r>
      <w:r w:rsidRPr="002521F6">
        <w:rPr>
          <w:b/>
          <w:lang w:eastAsia="de-DE"/>
        </w:rPr>
        <w:t xml:space="preserve">satisfactory </w:t>
      </w:r>
      <w:r w:rsidRPr="002521F6">
        <w:rPr>
          <w:lang w:eastAsia="de-DE"/>
        </w:rPr>
        <w:t>understanding of risk and risk mitigation measures and the composition and function of the IALA risk management toolbox.</w:t>
      </w:r>
    </w:p>
    <w:p w14:paraId="6AB90619" w14:textId="19E72209" w:rsidR="00465491" w:rsidRPr="002521F6" w:rsidRDefault="00CC48B9" w:rsidP="006F0449">
      <w:pPr>
        <w:pStyle w:val="Heading1"/>
      </w:pPr>
      <w:bookmarkStart w:id="28" w:name="_Toc449169098"/>
      <w:r w:rsidRPr="002521F6">
        <w:t>D</w:t>
      </w:r>
      <w:r w:rsidR="00E058DF" w:rsidRPr="002521F6">
        <w:rPr>
          <w:caps w:val="0"/>
        </w:rPr>
        <w:t>ETAILED TEACHING SYLLABUS FOR MODULE 2 – INTRODUCTION TO THE IALA RISK MANAGEMENT TOOLBOX</w:t>
      </w:r>
      <w:bookmarkEnd w:id="28"/>
    </w:p>
    <w:p w14:paraId="572BCA4B" w14:textId="77777777" w:rsidR="00465491" w:rsidRPr="002521F6" w:rsidRDefault="00465491" w:rsidP="0035449D">
      <w:pPr>
        <w:pStyle w:val="Headingseparationline-landscape"/>
      </w:pPr>
    </w:p>
    <w:p w14:paraId="06F406A5" w14:textId="3DDF2D97" w:rsidR="00CC48B9" w:rsidRPr="002521F6" w:rsidRDefault="00CC48B9" w:rsidP="00CC48B9">
      <w:pPr>
        <w:pStyle w:val="Tablecaption"/>
      </w:pPr>
      <w:bookmarkStart w:id="29" w:name="_Toc449169122"/>
      <w:r w:rsidRPr="002521F6">
        <w:t xml:space="preserve">Detailed Teaching Syllabus </w:t>
      </w:r>
      <w:r w:rsidR="009046C8" w:rsidRPr="002521F6">
        <w:t xml:space="preserve">- </w:t>
      </w:r>
      <w:r w:rsidRPr="002521F6">
        <w:t>Module 2</w:t>
      </w:r>
      <w:bookmarkEnd w:id="29"/>
    </w:p>
    <w:tbl>
      <w:tblPr>
        <w:tblStyle w:val="TableGrid"/>
        <w:tblW w:w="14148" w:type="dxa"/>
        <w:jc w:val="center"/>
        <w:tblLook w:val="04A0" w:firstRow="1" w:lastRow="0" w:firstColumn="1" w:lastColumn="0" w:noHBand="0" w:noVBand="1"/>
      </w:tblPr>
      <w:tblGrid>
        <w:gridCol w:w="545"/>
        <w:gridCol w:w="699"/>
        <w:gridCol w:w="898"/>
        <w:gridCol w:w="5932"/>
        <w:gridCol w:w="640"/>
        <w:gridCol w:w="1696"/>
        <w:gridCol w:w="3065"/>
        <w:gridCol w:w="673"/>
      </w:tblGrid>
      <w:tr w:rsidR="00CC48B9" w:rsidRPr="002521F6" w14:paraId="24754EA3" w14:textId="77777777" w:rsidTr="00B3280D">
        <w:trPr>
          <w:cantSplit/>
          <w:trHeight w:val="1437"/>
          <w:jc w:val="center"/>
        </w:trPr>
        <w:tc>
          <w:tcPr>
            <w:tcW w:w="545" w:type="dxa"/>
            <w:textDirection w:val="btLr"/>
            <w:vAlign w:val="center"/>
          </w:tcPr>
          <w:p w14:paraId="33EE7BDE" w14:textId="77777777" w:rsidR="00CC48B9" w:rsidRPr="002521F6" w:rsidRDefault="00CC48B9" w:rsidP="00CC48B9">
            <w:pPr>
              <w:pStyle w:val="Tableheading"/>
              <w:rPr>
                <w:lang w:val="en-GB"/>
              </w:rPr>
            </w:pPr>
            <w:r w:rsidRPr="002521F6">
              <w:rPr>
                <w:lang w:val="en-GB"/>
              </w:rPr>
              <w:t>Module</w:t>
            </w:r>
          </w:p>
        </w:tc>
        <w:tc>
          <w:tcPr>
            <w:tcW w:w="699" w:type="dxa"/>
            <w:textDirection w:val="btLr"/>
            <w:vAlign w:val="center"/>
          </w:tcPr>
          <w:p w14:paraId="5F12B044" w14:textId="77777777" w:rsidR="00CC48B9" w:rsidRPr="002521F6" w:rsidRDefault="00CC48B9" w:rsidP="00CC48B9">
            <w:pPr>
              <w:pStyle w:val="Tableheading"/>
              <w:rPr>
                <w:lang w:val="en-GB"/>
              </w:rPr>
            </w:pPr>
            <w:r w:rsidRPr="002521F6">
              <w:rPr>
                <w:lang w:val="en-GB"/>
              </w:rPr>
              <w:t>Element</w:t>
            </w:r>
          </w:p>
        </w:tc>
        <w:tc>
          <w:tcPr>
            <w:tcW w:w="898" w:type="dxa"/>
            <w:textDirection w:val="btLr"/>
            <w:vAlign w:val="center"/>
          </w:tcPr>
          <w:p w14:paraId="6B00F884" w14:textId="77777777" w:rsidR="00CC48B9" w:rsidRPr="002521F6" w:rsidRDefault="00CC48B9" w:rsidP="00CC48B9">
            <w:pPr>
              <w:pStyle w:val="Tableheading"/>
              <w:rPr>
                <w:lang w:val="en-GB"/>
              </w:rPr>
            </w:pPr>
            <w:r w:rsidRPr="002521F6">
              <w:rPr>
                <w:lang w:val="en-GB"/>
              </w:rPr>
              <w:t>Sub-element</w:t>
            </w:r>
          </w:p>
        </w:tc>
        <w:tc>
          <w:tcPr>
            <w:tcW w:w="5932" w:type="dxa"/>
            <w:vAlign w:val="center"/>
          </w:tcPr>
          <w:p w14:paraId="1F4ADBA9" w14:textId="77777777" w:rsidR="00CC48B9" w:rsidRPr="002521F6" w:rsidRDefault="00CC48B9" w:rsidP="00CC48B9">
            <w:pPr>
              <w:pStyle w:val="Tableheading"/>
              <w:rPr>
                <w:lang w:val="en-GB"/>
              </w:rPr>
            </w:pPr>
            <w:r w:rsidRPr="002521F6">
              <w:rPr>
                <w:lang w:val="en-GB"/>
              </w:rPr>
              <w:t>Subject</w:t>
            </w:r>
          </w:p>
        </w:tc>
        <w:tc>
          <w:tcPr>
            <w:tcW w:w="640" w:type="dxa"/>
            <w:textDirection w:val="btLr"/>
            <w:vAlign w:val="center"/>
          </w:tcPr>
          <w:p w14:paraId="15D9B80A" w14:textId="77777777" w:rsidR="00CC48B9" w:rsidRPr="002521F6" w:rsidRDefault="00CC48B9" w:rsidP="00CC48B9">
            <w:pPr>
              <w:pStyle w:val="Tableheading"/>
              <w:rPr>
                <w:lang w:val="en-GB"/>
              </w:rPr>
            </w:pPr>
            <w:r w:rsidRPr="002521F6">
              <w:rPr>
                <w:lang w:val="en-GB"/>
              </w:rPr>
              <w:t>Level of Competence</w:t>
            </w:r>
          </w:p>
        </w:tc>
        <w:tc>
          <w:tcPr>
            <w:tcW w:w="1696" w:type="dxa"/>
            <w:vAlign w:val="center"/>
          </w:tcPr>
          <w:p w14:paraId="5C7622B6" w14:textId="77777777" w:rsidR="00CC48B9" w:rsidRPr="002521F6" w:rsidRDefault="00CC48B9" w:rsidP="00CC48B9">
            <w:pPr>
              <w:pStyle w:val="Tableheading"/>
              <w:rPr>
                <w:lang w:val="en-GB"/>
              </w:rPr>
            </w:pPr>
            <w:r w:rsidRPr="002521F6">
              <w:rPr>
                <w:lang w:val="en-GB"/>
              </w:rPr>
              <w:t>Recommended training aids and exercises</w:t>
            </w:r>
          </w:p>
        </w:tc>
        <w:tc>
          <w:tcPr>
            <w:tcW w:w="3065" w:type="dxa"/>
            <w:vAlign w:val="center"/>
          </w:tcPr>
          <w:p w14:paraId="3B1E7A1B" w14:textId="77777777" w:rsidR="00CC48B9" w:rsidRPr="002521F6" w:rsidRDefault="00CC48B9" w:rsidP="00CC48B9">
            <w:pPr>
              <w:pStyle w:val="Tableheading"/>
              <w:rPr>
                <w:lang w:val="en-GB"/>
              </w:rPr>
            </w:pPr>
            <w:r w:rsidRPr="002521F6">
              <w:rPr>
                <w:lang w:val="en-GB"/>
              </w:rPr>
              <w:t>References</w:t>
            </w:r>
          </w:p>
          <w:p w14:paraId="1B3F3D6B" w14:textId="77777777" w:rsidR="00CC48B9" w:rsidRPr="002521F6" w:rsidRDefault="00CC48B9" w:rsidP="00CC48B9">
            <w:pPr>
              <w:pStyle w:val="Tableheading"/>
              <w:rPr>
                <w:lang w:val="en-GB"/>
              </w:rPr>
            </w:pPr>
          </w:p>
          <w:p w14:paraId="64240304" w14:textId="77777777" w:rsidR="00CC48B9" w:rsidRPr="002521F6" w:rsidRDefault="00CC48B9" w:rsidP="00CC48B9">
            <w:pPr>
              <w:pStyle w:val="Tableheading"/>
              <w:rPr>
                <w:lang w:val="en-GB"/>
              </w:rPr>
            </w:pPr>
            <w:r w:rsidRPr="002521F6">
              <w:rPr>
                <w:lang w:val="en-GB"/>
              </w:rPr>
              <w:t>Rec = Recommendation</w:t>
            </w:r>
          </w:p>
          <w:p w14:paraId="5494A5CA" w14:textId="77777777" w:rsidR="00CC48B9" w:rsidRPr="002521F6" w:rsidRDefault="00CC48B9" w:rsidP="00CC48B9">
            <w:pPr>
              <w:pStyle w:val="Tableheading"/>
              <w:rPr>
                <w:lang w:val="en-GB"/>
              </w:rPr>
            </w:pPr>
            <w:r w:rsidRPr="002521F6">
              <w:rPr>
                <w:lang w:val="en-GB"/>
              </w:rPr>
              <w:t>GL   = Guideline</w:t>
            </w:r>
          </w:p>
        </w:tc>
        <w:tc>
          <w:tcPr>
            <w:tcW w:w="673" w:type="dxa"/>
            <w:textDirection w:val="btLr"/>
            <w:vAlign w:val="center"/>
          </w:tcPr>
          <w:p w14:paraId="65A92174" w14:textId="77777777" w:rsidR="00CC48B9" w:rsidRPr="002521F6" w:rsidRDefault="00CC48B9" w:rsidP="00CC48B9">
            <w:pPr>
              <w:pStyle w:val="Tableheading"/>
              <w:rPr>
                <w:lang w:val="en-GB"/>
              </w:rPr>
            </w:pPr>
            <w:r w:rsidRPr="002521F6">
              <w:rPr>
                <w:lang w:val="en-GB"/>
              </w:rPr>
              <w:t>Lecture No.</w:t>
            </w:r>
          </w:p>
        </w:tc>
      </w:tr>
      <w:tr w:rsidR="00CC48B9" w:rsidRPr="002521F6" w14:paraId="715585C5" w14:textId="77777777" w:rsidTr="00B3280D">
        <w:trPr>
          <w:jc w:val="center"/>
        </w:trPr>
        <w:tc>
          <w:tcPr>
            <w:tcW w:w="545" w:type="dxa"/>
          </w:tcPr>
          <w:p w14:paraId="4356817B" w14:textId="77777777" w:rsidR="00CC48B9" w:rsidRPr="002521F6" w:rsidRDefault="00CC48B9" w:rsidP="00B3280D">
            <w:pPr>
              <w:pStyle w:val="Tabletext"/>
              <w:rPr>
                <w:b/>
              </w:rPr>
            </w:pPr>
            <w:r w:rsidRPr="002521F6">
              <w:rPr>
                <w:b/>
              </w:rPr>
              <w:t>2</w:t>
            </w:r>
          </w:p>
        </w:tc>
        <w:tc>
          <w:tcPr>
            <w:tcW w:w="699" w:type="dxa"/>
            <w:shd w:val="clear" w:color="auto" w:fill="00AFAA"/>
          </w:tcPr>
          <w:p w14:paraId="68B22359" w14:textId="77777777" w:rsidR="00CC48B9" w:rsidRPr="002521F6" w:rsidRDefault="00CC48B9" w:rsidP="00B3280D">
            <w:pPr>
              <w:pStyle w:val="Tabletext"/>
              <w:rPr>
                <w:b/>
              </w:rPr>
            </w:pPr>
          </w:p>
        </w:tc>
        <w:tc>
          <w:tcPr>
            <w:tcW w:w="898" w:type="dxa"/>
            <w:vMerge w:val="restart"/>
            <w:shd w:val="clear" w:color="auto" w:fill="00AFAA"/>
          </w:tcPr>
          <w:p w14:paraId="1502FB1B" w14:textId="77777777" w:rsidR="00CC48B9" w:rsidRPr="002521F6" w:rsidRDefault="00CC48B9" w:rsidP="00B3280D">
            <w:pPr>
              <w:pStyle w:val="Tabletext"/>
              <w:rPr>
                <w:b/>
              </w:rPr>
            </w:pPr>
          </w:p>
        </w:tc>
        <w:tc>
          <w:tcPr>
            <w:tcW w:w="5932" w:type="dxa"/>
          </w:tcPr>
          <w:p w14:paraId="2E67F242" w14:textId="77777777" w:rsidR="00CC48B9" w:rsidRPr="002521F6" w:rsidRDefault="00CC48B9" w:rsidP="00B3280D">
            <w:pPr>
              <w:pStyle w:val="Tabletext"/>
              <w:jc w:val="center"/>
              <w:rPr>
                <w:b/>
              </w:rPr>
            </w:pPr>
            <w:r w:rsidRPr="002521F6">
              <w:rPr>
                <w:b/>
              </w:rPr>
              <w:t>INTRODUCTION TO THE IALA RISK MANAGEMENT TOOLBOX</w:t>
            </w:r>
          </w:p>
        </w:tc>
        <w:tc>
          <w:tcPr>
            <w:tcW w:w="6074" w:type="dxa"/>
            <w:gridSpan w:val="4"/>
            <w:vMerge w:val="restart"/>
            <w:shd w:val="clear" w:color="auto" w:fill="00AFAA"/>
          </w:tcPr>
          <w:p w14:paraId="0A657566" w14:textId="77777777" w:rsidR="00CC48B9" w:rsidRPr="002521F6" w:rsidRDefault="00CC48B9" w:rsidP="00B3280D">
            <w:pPr>
              <w:pStyle w:val="Tabletext"/>
              <w:ind w:left="0"/>
              <w:rPr>
                <w:b/>
              </w:rPr>
            </w:pPr>
          </w:p>
        </w:tc>
      </w:tr>
      <w:tr w:rsidR="00CC48B9" w:rsidRPr="002521F6" w14:paraId="3109ABB9" w14:textId="77777777" w:rsidTr="00B3280D">
        <w:trPr>
          <w:jc w:val="center"/>
        </w:trPr>
        <w:tc>
          <w:tcPr>
            <w:tcW w:w="545" w:type="dxa"/>
          </w:tcPr>
          <w:p w14:paraId="78F9CDD9" w14:textId="77777777" w:rsidR="00CC48B9" w:rsidRPr="002521F6" w:rsidRDefault="00CC48B9" w:rsidP="00B3280D">
            <w:pPr>
              <w:pStyle w:val="Tabletext"/>
              <w:rPr>
                <w:b/>
              </w:rPr>
            </w:pPr>
          </w:p>
        </w:tc>
        <w:tc>
          <w:tcPr>
            <w:tcW w:w="699" w:type="dxa"/>
          </w:tcPr>
          <w:p w14:paraId="225B04A1" w14:textId="77777777" w:rsidR="00CC48B9" w:rsidRPr="002521F6" w:rsidRDefault="00CC48B9" w:rsidP="00B3280D">
            <w:pPr>
              <w:pStyle w:val="Tabletext"/>
              <w:rPr>
                <w:b/>
              </w:rPr>
            </w:pPr>
            <w:r w:rsidRPr="002521F6">
              <w:rPr>
                <w:b/>
              </w:rPr>
              <w:t>2.1</w:t>
            </w:r>
          </w:p>
        </w:tc>
        <w:tc>
          <w:tcPr>
            <w:tcW w:w="898" w:type="dxa"/>
            <w:vMerge/>
            <w:shd w:val="clear" w:color="auto" w:fill="D9D9D9" w:themeFill="background1" w:themeFillShade="D9"/>
          </w:tcPr>
          <w:p w14:paraId="18CD65A3" w14:textId="77777777" w:rsidR="00CC48B9" w:rsidRPr="002521F6" w:rsidRDefault="00CC48B9" w:rsidP="00B3280D">
            <w:pPr>
              <w:pStyle w:val="Tabletext"/>
              <w:rPr>
                <w:b/>
              </w:rPr>
            </w:pPr>
          </w:p>
        </w:tc>
        <w:tc>
          <w:tcPr>
            <w:tcW w:w="5932" w:type="dxa"/>
          </w:tcPr>
          <w:p w14:paraId="1AC0ED31" w14:textId="77777777" w:rsidR="00CC48B9" w:rsidRPr="002521F6" w:rsidRDefault="00CC48B9" w:rsidP="00B3280D">
            <w:pPr>
              <w:pStyle w:val="Tabletext"/>
              <w:rPr>
                <w:b/>
              </w:rPr>
            </w:pPr>
            <w:r w:rsidRPr="002521F6">
              <w:rPr>
                <w:b/>
              </w:rPr>
              <w:t>Navigational Risk</w:t>
            </w:r>
          </w:p>
        </w:tc>
        <w:tc>
          <w:tcPr>
            <w:tcW w:w="6074" w:type="dxa"/>
            <w:gridSpan w:val="4"/>
            <w:vMerge/>
            <w:shd w:val="clear" w:color="auto" w:fill="00AFAA"/>
          </w:tcPr>
          <w:p w14:paraId="76583582" w14:textId="77777777" w:rsidR="00CC48B9" w:rsidRPr="002521F6" w:rsidRDefault="00CC48B9" w:rsidP="00B3280D">
            <w:pPr>
              <w:pStyle w:val="Tabletext"/>
              <w:rPr>
                <w:b/>
              </w:rPr>
            </w:pPr>
          </w:p>
        </w:tc>
      </w:tr>
      <w:tr w:rsidR="00CC48B9" w:rsidRPr="002521F6" w14:paraId="14838860" w14:textId="77777777" w:rsidTr="00B3280D">
        <w:trPr>
          <w:jc w:val="center"/>
        </w:trPr>
        <w:tc>
          <w:tcPr>
            <w:tcW w:w="545" w:type="dxa"/>
          </w:tcPr>
          <w:p w14:paraId="5B0D9679" w14:textId="77777777" w:rsidR="00CC48B9" w:rsidRPr="002521F6" w:rsidRDefault="00CC48B9" w:rsidP="00B3280D">
            <w:pPr>
              <w:pStyle w:val="Tabletext"/>
            </w:pPr>
          </w:p>
        </w:tc>
        <w:tc>
          <w:tcPr>
            <w:tcW w:w="699" w:type="dxa"/>
          </w:tcPr>
          <w:p w14:paraId="335277A0" w14:textId="77777777" w:rsidR="00CC48B9" w:rsidRPr="002521F6" w:rsidRDefault="00CC48B9" w:rsidP="00B3280D">
            <w:pPr>
              <w:pStyle w:val="Tabletext"/>
            </w:pPr>
          </w:p>
        </w:tc>
        <w:tc>
          <w:tcPr>
            <w:tcW w:w="898" w:type="dxa"/>
          </w:tcPr>
          <w:p w14:paraId="7DC3FC87" w14:textId="77777777" w:rsidR="00CC48B9" w:rsidRPr="002521F6" w:rsidRDefault="00CC48B9" w:rsidP="00B3280D">
            <w:pPr>
              <w:pStyle w:val="Tabletext"/>
            </w:pPr>
            <w:r w:rsidRPr="002521F6">
              <w:t>2.1.1</w:t>
            </w:r>
          </w:p>
        </w:tc>
        <w:tc>
          <w:tcPr>
            <w:tcW w:w="5932" w:type="dxa"/>
          </w:tcPr>
          <w:p w14:paraId="62BBCB37" w14:textId="77777777" w:rsidR="00CC48B9" w:rsidRPr="002521F6" w:rsidRDefault="00CC48B9" w:rsidP="00B3280D">
            <w:pPr>
              <w:pStyle w:val="Tabletext"/>
              <w:jc w:val="right"/>
            </w:pPr>
            <w:r w:rsidRPr="002521F6">
              <w:t xml:space="preserve">The definition of risk </w:t>
            </w:r>
          </w:p>
        </w:tc>
        <w:tc>
          <w:tcPr>
            <w:tcW w:w="640" w:type="dxa"/>
            <w:vMerge w:val="restart"/>
            <w:vAlign w:val="center"/>
          </w:tcPr>
          <w:p w14:paraId="596FE6B4" w14:textId="77777777" w:rsidR="00CC48B9" w:rsidRPr="002521F6" w:rsidRDefault="00CC48B9" w:rsidP="00B3280D">
            <w:pPr>
              <w:pStyle w:val="Tabletext"/>
            </w:pPr>
            <w:r w:rsidRPr="002521F6">
              <w:t>2</w:t>
            </w:r>
          </w:p>
        </w:tc>
        <w:tc>
          <w:tcPr>
            <w:tcW w:w="1696" w:type="dxa"/>
            <w:vMerge w:val="restart"/>
          </w:tcPr>
          <w:p w14:paraId="34F26C8B" w14:textId="77777777" w:rsidR="00CC48B9" w:rsidRPr="002521F6" w:rsidRDefault="00CC48B9" w:rsidP="00B3280D">
            <w:pPr>
              <w:pStyle w:val="Tabletext"/>
            </w:pPr>
          </w:p>
        </w:tc>
        <w:tc>
          <w:tcPr>
            <w:tcW w:w="3065" w:type="dxa"/>
          </w:tcPr>
          <w:p w14:paraId="533AF294" w14:textId="77777777" w:rsidR="00CC48B9" w:rsidRPr="002521F6" w:rsidRDefault="00CC48B9" w:rsidP="00B3280D">
            <w:pPr>
              <w:pStyle w:val="Tabletext"/>
            </w:pPr>
            <w:r w:rsidRPr="002521F6">
              <w:t>GL 1018</w:t>
            </w:r>
          </w:p>
        </w:tc>
        <w:tc>
          <w:tcPr>
            <w:tcW w:w="673" w:type="dxa"/>
            <w:vMerge w:val="restart"/>
            <w:vAlign w:val="center"/>
          </w:tcPr>
          <w:p w14:paraId="1778E8B1" w14:textId="77777777" w:rsidR="00CC48B9" w:rsidRPr="002521F6" w:rsidRDefault="00CC48B9" w:rsidP="00B3280D">
            <w:pPr>
              <w:pStyle w:val="Tabletext"/>
            </w:pPr>
            <w:r w:rsidRPr="002521F6">
              <w:t>3</w:t>
            </w:r>
          </w:p>
        </w:tc>
      </w:tr>
      <w:tr w:rsidR="00CC48B9" w:rsidRPr="002521F6" w14:paraId="52BE24AE" w14:textId="77777777" w:rsidTr="00B3280D">
        <w:trPr>
          <w:jc w:val="center"/>
        </w:trPr>
        <w:tc>
          <w:tcPr>
            <w:tcW w:w="545" w:type="dxa"/>
          </w:tcPr>
          <w:p w14:paraId="15137596" w14:textId="77777777" w:rsidR="00CC48B9" w:rsidRPr="002521F6" w:rsidRDefault="00CC48B9" w:rsidP="00B3280D">
            <w:pPr>
              <w:pStyle w:val="Tabletext"/>
            </w:pPr>
          </w:p>
        </w:tc>
        <w:tc>
          <w:tcPr>
            <w:tcW w:w="699" w:type="dxa"/>
          </w:tcPr>
          <w:p w14:paraId="2692C380" w14:textId="77777777" w:rsidR="00CC48B9" w:rsidRPr="002521F6" w:rsidRDefault="00CC48B9" w:rsidP="00B3280D">
            <w:pPr>
              <w:pStyle w:val="Tabletext"/>
            </w:pPr>
          </w:p>
        </w:tc>
        <w:tc>
          <w:tcPr>
            <w:tcW w:w="898" w:type="dxa"/>
          </w:tcPr>
          <w:p w14:paraId="6762CE54" w14:textId="77777777" w:rsidR="00CC48B9" w:rsidRPr="002521F6" w:rsidRDefault="00CC48B9" w:rsidP="00B3280D">
            <w:pPr>
              <w:pStyle w:val="Tabletext"/>
            </w:pPr>
            <w:r w:rsidRPr="002521F6">
              <w:t>2.1.2.</w:t>
            </w:r>
          </w:p>
        </w:tc>
        <w:tc>
          <w:tcPr>
            <w:tcW w:w="5932" w:type="dxa"/>
          </w:tcPr>
          <w:p w14:paraId="54925BA2" w14:textId="77777777" w:rsidR="00CC48B9" w:rsidRPr="002521F6" w:rsidRDefault="00CC48B9" w:rsidP="00B3280D">
            <w:pPr>
              <w:pStyle w:val="Tabletext"/>
              <w:jc w:val="right"/>
            </w:pPr>
            <w:r w:rsidRPr="002521F6">
              <w:t>Introduction to risk mitigation measures</w:t>
            </w:r>
          </w:p>
        </w:tc>
        <w:tc>
          <w:tcPr>
            <w:tcW w:w="640" w:type="dxa"/>
            <w:vMerge/>
          </w:tcPr>
          <w:p w14:paraId="0DD23E01" w14:textId="77777777" w:rsidR="00CC48B9" w:rsidRPr="002521F6" w:rsidRDefault="00CC48B9" w:rsidP="00B3280D">
            <w:pPr>
              <w:pStyle w:val="Tabletext"/>
            </w:pPr>
          </w:p>
        </w:tc>
        <w:tc>
          <w:tcPr>
            <w:tcW w:w="1696" w:type="dxa"/>
            <w:vMerge/>
          </w:tcPr>
          <w:p w14:paraId="55A17245" w14:textId="77777777" w:rsidR="00CC48B9" w:rsidRPr="002521F6" w:rsidRDefault="00CC48B9" w:rsidP="00B3280D">
            <w:pPr>
              <w:pStyle w:val="Tabletext"/>
            </w:pPr>
          </w:p>
        </w:tc>
        <w:tc>
          <w:tcPr>
            <w:tcW w:w="3065" w:type="dxa"/>
          </w:tcPr>
          <w:p w14:paraId="2DA9ACF7" w14:textId="77777777" w:rsidR="00CC48B9" w:rsidRPr="002521F6" w:rsidRDefault="00CC48B9" w:rsidP="00B3280D">
            <w:pPr>
              <w:pStyle w:val="Tabletext"/>
            </w:pPr>
          </w:p>
        </w:tc>
        <w:tc>
          <w:tcPr>
            <w:tcW w:w="673" w:type="dxa"/>
            <w:vMerge/>
          </w:tcPr>
          <w:p w14:paraId="615D48C9" w14:textId="77777777" w:rsidR="00CC48B9" w:rsidRPr="002521F6" w:rsidRDefault="00CC48B9" w:rsidP="00B3280D">
            <w:pPr>
              <w:pStyle w:val="Tabletext"/>
            </w:pPr>
          </w:p>
        </w:tc>
      </w:tr>
      <w:tr w:rsidR="00CC48B9" w:rsidRPr="002521F6" w14:paraId="701AFF53" w14:textId="77777777" w:rsidTr="00B3280D">
        <w:trPr>
          <w:jc w:val="center"/>
        </w:trPr>
        <w:tc>
          <w:tcPr>
            <w:tcW w:w="545" w:type="dxa"/>
          </w:tcPr>
          <w:p w14:paraId="639202FF" w14:textId="77777777" w:rsidR="00CC48B9" w:rsidRPr="002521F6" w:rsidRDefault="00CC48B9" w:rsidP="00B3280D">
            <w:pPr>
              <w:pStyle w:val="Tabletext"/>
            </w:pPr>
          </w:p>
        </w:tc>
        <w:tc>
          <w:tcPr>
            <w:tcW w:w="699" w:type="dxa"/>
          </w:tcPr>
          <w:p w14:paraId="7389DE07" w14:textId="77777777" w:rsidR="00CC48B9" w:rsidRPr="002521F6" w:rsidRDefault="00CC48B9" w:rsidP="00B3280D">
            <w:pPr>
              <w:pStyle w:val="Tabletext"/>
            </w:pPr>
          </w:p>
        </w:tc>
        <w:tc>
          <w:tcPr>
            <w:tcW w:w="898" w:type="dxa"/>
          </w:tcPr>
          <w:p w14:paraId="0B17BA3E" w14:textId="77777777" w:rsidR="00CC48B9" w:rsidRPr="002521F6" w:rsidRDefault="00CC48B9" w:rsidP="00B3280D">
            <w:pPr>
              <w:pStyle w:val="Tabletext"/>
            </w:pPr>
            <w:r w:rsidRPr="002521F6">
              <w:t>2.1.3</w:t>
            </w:r>
          </w:p>
        </w:tc>
        <w:tc>
          <w:tcPr>
            <w:tcW w:w="5932" w:type="dxa"/>
          </w:tcPr>
          <w:p w14:paraId="28508E34" w14:textId="77777777" w:rsidR="00CC48B9" w:rsidRPr="002521F6" w:rsidRDefault="00CC48B9" w:rsidP="00B3280D">
            <w:pPr>
              <w:pStyle w:val="Tabletext"/>
              <w:jc w:val="right"/>
            </w:pPr>
            <w:r w:rsidRPr="002521F6">
              <w:t>Acceptable levels of risk and impact on mitigation measures</w:t>
            </w:r>
          </w:p>
        </w:tc>
        <w:tc>
          <w:tcPr>
            <w:tcW w:w="640" w:type="dxa"/>
            <w:vMerge/>
          </w:tcPr>
          <w:p w14:paraId="356C24C7" w14:textId="77777777" w:rsidR="00CC48B9" w:rsidRPr="002521F6" w:rsidRDefault="00CC48B9" w:rsidP="00B3280D">
            <w:pPr>
              <w:pStyle w:val="Tabletext"/>
            </w:pPr>
          </w:p>
        </w:tc>
        <w:tc>
          <w:tcPr>
            <w:tcW w:w="1696" w:type="dxa"/>
            <w:vMerge/>
          </w:tcPr>
          <w:p w14:paraId="10CBAF80" w14:textId="77777777" w:rsidR="00CC48B9" w:rsidRPr="002521F6" w:rsidRDefault="00CC48B9" w:rsidP="00B3280D">
            <w:pPr>
              <w:pStyle w:val="Tabletext"/>
            </w:pPr>
          </w:p>
        </w:tc>
        <w:tc>
          <w:tcPr>
            <w:tcW w:w="3065" w:type="dxa"/>
          </w:tcPr>
          <w:p w14:paraId="711886BB" w14:textId="77777777" w:rsidR="00CC48B9" w:rsidRPr="002521F6" w:rsidRDefault="00CC48B9" w:rsidP="00B3280D">
            <w:pPr>
              <w:pStyle w:val="Tabletext"/>
            </w:pPr>
          </w:p>
        </w:tc>
        <w:tc>
          <w:tcPr>
            <w:tcW w:w="673" w:type="dxa"/>
            <w:vMerge/>
          </w:tcPr>
          <w:p w14:paraId="54F5ADD7" w14:textId="77777777" w:rsidR="00CC48B9" w:rsidRPr="002521F6" w:rsidRDefault="00CC48B9" w:rsidP="00B3280D">
            <w:pPr>
              <w:pStyle w:val="Tabletext"/>
            </w:pPr>
          </w:p>
        </w:tc>
      </w:tr>
      <w:tr w:rsidR="00CC48B9" w:rsidRPr="002521F6" w14:paraId="48092436" w14:textId="77777777" w:rsidTr="00B3280D">
        <w:trPr>
          <w:jc w:val="center"/>
        </w:trPr>
        <w:tc>
          <w:tcPr>
            <w:tcW w:w="545" w:type="dxa"/>
          </w:tcPr>
          <w:p w14:paraId="56C1F469" w14:textId="77777777" w:rsidR="00CC48B9" w:rsidRPr="002521F6" w:rsidRDefault="00CC48B9" w:rsidP="00B3280D">
            <w:pPr>
              <w:pStyle w:val="Tabletext"/>
            </w:pPr>
          </w:p>
        </w:tc>
        <w:tc>
          <w:tcPr>
            <w:tcW w:w="699" w:type="dxa"/>
          </w:tcPr>
          <w:p w14:paraId="69CA314A" w14:textId="77777777" w:rsidR="00CC48B9" w:rsidRPr="002521F6" w:rsidRDefault="00CC48B9" w:rsidP="00B3280D">
            <w:pPr>
              <w:pStyle w:val="Tabletext"/>
            </w:pPr>
          </w:p>
        </w:tc>
        <w:tc>
          <w:tcPr>
            <w:tcW w:w="898" w:type="dxa"/>
          </w:tcPr>
          <w:p w14:paraId="0CD1D939" w14:textId="77777777" w:rsidR="00CC48B9" w:rsidRPr="002521F6" w:rsidRDefault="00CC48B9" w:rsidP="00B3280D">
            <w:pPr>
              <w:pStyle w:val="Tabletext"/>
            </w:pPr>
            <w:r w:rsidRPr="002521F6">
              <w:t>2.1.4</w:t>
            </w:r>
          </w:p>
        </w:tc>
        <w:tc>
          <w:tcPr>
            <w:tcW w:w="5932" w:type="dxa"/>
          </w:tcPr>
          <w:p w14:paraId="6987246A" w14:textId="77777777" w:rsidR="00CC48B9" w:rsidRPr="002521F6" w:rsidRDefault="00CC48B9" w:rsidP="00B3280D">
            <w:pPr>
              <w:pStyle w:val="Tabletext"/>
              <w:jc w:val="right"/>
            </w:pPr>
            <w:r w:rsidRPr="002521F6">
              <w:t>Introduction to the IALA risk management toolbox</w:t>
            </w:r>
          </w:p>
        </w:tc>
        <w:tc>
          <w:tcPr>
            <w:tcW w:w="640" w:type="dxa"/>
            <w:vMerge w:val="restart"/>
            <w:vAlign w:val="center"/>
          </w:tcPr>
          <w:p w14:paraId="008CE601" w14:textId="77777777" w:rsidR="00CC48B9" w:rsidRPr="002521F6" w:rsidRDefault="00CC48B9" w:rsidP="00B3280D">
            <w:pPr>
              <w:pStyle w:val="Tabletext"/>
            </w:pPr>
            <w:r w:rsidRPr="002521F6">
              <w:t>1</w:t>
            </w:r>
          </w:p>
        </w:tc>
        <w:tc>
          <w:tcPr>
            <w:tcW w:w="1696" w:type="dxa"/>
            <w:vMerge/>
          </w:tcPr>
          <w:p w14:paraId="386072A1" w14:textId="77777777" w:rsidR="00CC48B9" w:rsidRPr="002521F6" w:rsidRDefault="00CC48B9" w:rsidP="00B3280D">
            <w:pPr>
              <w:pStyle w:val="Tabletext"/>
            </w:pPr>
          </w:p>
        </w:tc>
        <w:tc>
          <w:tcPr>
            <w:tcW w:w="3065" w:type="dxa"/>
          </w:tcPr>
          <w:p w14:paraId="671A6227" w14:textId="77777777" w:rsidR="00CC48B9" w:rsidRPr="002521F6" w:rsidRDefault="00CC48B9" w:rsidP="00B3280D">
            <w:pPr>
              <w:pStyle w:val="Tabletext"/>
            </w:pPr>
            <w:r w:rsidRPr="002521F6">
              <w:t>Rec O-134</w:t>
            </w:r>
          </w:p>
        </w:tc>
        <w:tc>
          <w:tcPr>
            <w:tcW w:w="673" w:type="dxa"/>
            <w:vMerge/>
          </w:tcPr>
          <w:p w14:paraId="7A346B66" w14:textId="77777777" w:rsidR="00CC48B9" w:rsidRPr="002521F6" w:rsidRDefault="00CC48B9" w:rsidP="00B3280D">
            <w:pPr>
              <w:pStyle w:val="Tabletext"/>
            </w:pPr>
          </w:p>
        </w:tc>
      </w:tr>
      <w:tr w:rsidR="00CC48B9" w:rsidRPr="002521F6" w14:paraId="70D6D0F9" w14:textId="77777777" w:rsidTr="00B3280D">
        <w:trPr>
          <w:jc w:val="center"/>
        </w:trPr>
        <w:tc>
          <w:tcPr>
            <w:tcW w:w="545" w:type="dxa"/>
          </w:tcPr>
          <w:p w14:paraId="21BF04B6" w14:textId="77777777" w:rsidR="00CC48B9" w:rsidRPr="002521F6" w:rsidRDefault="00CC48B9" w:rsidP="00B3280D">
            <w:pPr>
              <w:pStyle w:val="Tabletext"/>
            </w:pPr>
          </w:p>
        </w:tc>
        <w:tc>
          <w:tcPr>
            <w:tcW w:w="699" w:type="dxa"/>
          </w:tcPr>
          <w:p w14:paraId="38246C78" w14:textId="77777777" w:rsidR="00CC48B9" w:rsidRPr="002521F6" w:rsidRDefault="00CC48B9" w:rsidP="00B3280D">
            <w:pPr>
              <w:pStyle w:val="Tabletext"/>
            </w:pPr>
          </w:p>
        </w:tc>
        <w:tc>
          <w:tcPr>
            <w:tcW w:w="898" w:type="dxa"/>
            <w:shd w:val="clear" w:color="auto" w:fill="auto"/>
          </w:tcPr>
          <w:p w14:paraId="686213D4" w14:textId="77777777" w:rsidR="00CC48B9" w:rsidRPr="002521F6" w:rsidRDefault="00CC48B9" w:rsidP="00B3280D">
            <w:pPr>
              <w:pStyle w:val="Tabletext"/>
            </w:pPr>
            <w:r w:rsidRPr="002521F6">
              <w:t>2.1.5</w:t>
            </w:r>
          </w:p>
        </w:tc>
        <w:tc>
          <w:tcPr>
            <w:tcW w:w="5932" w:type="dxa"/>
          </w:tcPr>
          <w:p w14:paraId="159F9CDC" w14:textId="77777777" w:rsidR="00CC48B9" w:rsidRPr="002521F6" w:rsidRDefault="00CC48B9" w:rsidP="00B3280D">
            <w:pPr>
              <w:pStyle w:val="Tabletext"/>
              <w:jc w:val="right"/>
            </w:pPr>
            <w:r w:rsidRPr="002521F6">
              <w:t>Regional case study of the use of IALA risk management tools</w:t>
            </w:r>
          </w:p>
        </w:tc>
        <w:tc>
          <w:tcPr>
            <w:tcW w:w="640" w:type="dxa"/>
            <w:vMerge/>
            <w:shd w:val="clear" w:color="auto" w:fill="auto"/>
          </w:tcPr>
          <w:p w14:paraId="27516C87" w14:textId="77777777" w:rsidR="00CC48B9" w:rsidRPr="002521F6" w:rsidRDefault="00CC48B9" w:rsidP="00B3280D">
            <w:pPr>
              <w:pStyle w:val="Tabletext"/>
            </w:pPr>
          </w:p>
        </w:tc>
        <w:tc>
          <w:tcPr>
            <w:tcW w:w="1696" w:type="dxa"/>
            <w:vMerge/>
            <w:shd w:val="clear" w:color="auto" w:fill="auto"/>
          </w:tcPr>
          <w:p w14:paraId="79BD5141" w14:textId="77777777" w:rsidR="00CC48B9" w:rsidRPr="002521F6" w:rsidRDefault="00CC48B9" w:rsidP="00B3280D">
            <w:pPr>
              <w:pStyle w:val="Tabletext"/>
            </w:pPr>
          </w:p>
        </w:tc>
        <w:tc>
          <w:tcPr>
            <w:tcW w:w="3065" w:type="dxa"/>
            <w:shd w:val="clear" w:color="auto" w:fill="auto"/>
          </w:tcPr>
          <w:p w14:paraId="6EE31F20" w14:textId="77777777" w:rsidR="00CC48B9" w:rsidRPr="002521F6" w:rsidRDefault="00CC48B9" w:rsidP="00B3280D">
            <w:pPr>
              <w:pStyle w:val="Tabletext"/>
            </w:pPr>
          </w:p>
        </w:tc>
        <w:tc>
          <w:tcPr>
            <w:tcW w:w="673" w:type="dxa"/>
            <w:vMerge/>
          </w:tcPr>
          <w:p w14:paraId="1A2DF9DA" w14:textId="77777777" w:rsidR="00CC48B9" w:rsidRPr="002521F6" w:rsidRDefault="00CC48B9" w:rsidP="00B3280D">
            <w:pPr>
              <w:pStyle w:val="Tabletext"/>
            </w:pPr>
          </w:p>
        </w:tc>
      </w:tr>
      <w:tr w:rsidR="00B3280D" w:rsidRPr="002521F6" w14:paraId="6AA3167E" w14:textId="77777777" w:rsidTr="00B3280D">
        <w:trPr>
          <w:jc w:val="center"/>
        </w:trPr>
        <w:tc>
          <w:tcPr>
            <w:tcW w:w="545" w:type="dxa"/>
          </w:tcPr>
          <w:p w14:paraId="7C1BC3CF" w14:textId="77777777" w:rsidR="00B3280D" w:rsidRPr="002521F6" w:rsidRDefault="00B3280D" w:rsidP="00B3280D">
            <w:pPr>
              <w:pStyle w:val="Tabletext"/>
              <w:rPr>
                <w:b/>
              </w:rPr>
            </w:pPr>
          </w:p>
        </w:tc>
        <w:tc>
          <w:tcPr>
            <w:tcW w:w="699" w:type="dxa"/>
          </w:tcPr>
          <w:p w14:paraId="5033D702" w14:textId="77777777" w:rsidR="00B3280D" w:rsidRPr="002521F6" w:rsidRDefault="00B3280D" w:rsidP="00B3280D">
            <w:pPr>
              <w:pStyle w:val="Tabletext"/>
              <w:rPr>
                <w:b/>
              </w:rPr>
            </w:pPr>
            <w:r w:rsidRPr="002521F6">
              <w:rPr>
                <w:b/>
              </w:rPr>
              <w:t>2.2</w:t>
            </w:r>
          </w:p>
        </w:tc>
        <w:tc>
          <w:tcPr>
            <w:tcW w:w="898" w:type="dxa"/>
            <w:shd w:val="clear" w:color="auto" w:fill="00AFAA"/>
          </w:tcPr>
          <w:p w14:paraId="6FCC3679" w14:textId="77777777" w:rsidR="00B3280D" w:rsidRPr="002521F6" w:rsidRDefault="00B3280D" w:rsidP="00B3280D">
            <w:pPr>
              <w:pStyle w:val="Tabletext"/>
              <w:rPr>
                <w:b/>
              </w:rPr>
            </w:pPr>
          </w:p>
        </w:tc>
        <w:tc>
          <w:tcPr>
            <w:tcW w:w="5932" w:type="dxa"/>
          </w:tcPr>
          <w:p w14:paraId="0852BC7E" w14:textId="77777777" w:rsidR="00B3280D" w:rsidRPr="002521F6" w:rsidRDefault="00B3280D" w:rsidP="00B3280D">
            <w:pPr>
              <w:pStyle w:val="Tabletext"/>
              <w:rPr>
                <w:b/>
              </w:rPr>
            </w:pPr>
            <w:r w:rsidRPr="002521F6">
              <w:rPr>
                <w:b/>
              </w:rPr>
              <w:t>IALA Risk Management Toolbox</w:t>
            </w:r>
          </w:p>
        </w:tc>
        <w:tc>
          <w:tcPr>
            <w:tcW w:w="5401" w:type="dxa"/>
            <w:gridSpan w:val="3"/>
            <w:shd w:val="clear" w:color="auto" w:fill="00AFAA"/>
          </w:tcPr>
          <w:p w14:paraId="06CE2D2B" w14:textId="77777777" w:rsidR="00B3280D" w:rsidRPr="002521F6" w:rsidRDefault="00B3280D" w:rsidP="00B3280D">
            <w:pPr>
              <w:pStyle w:val="Tabletext"/>
              <w:rPr>
                <w:b/>
              </w:rPr>
            </w:pPr>
          </w:p>
        </w:tc>
        <w:tc>
          <w:tcPr>
            <w:tcW w:w="673" w:type="dxa"/>
            <w:vMerge/>
            <w:shd w:val="clear" w:color="auto" w:fill="auto"/>
          </w:tcPr>
          <w:p w14:paraId="2EA77E40" w14:textId="77777777" w:rsidR="00B3280D" w:rsidRPr="002521F6" w:rsidRDefault="00B3280D" w:rsidP="00B3280D">
            <w:pPr>
              <w:pStyle w:val="Tabletext"/>
              <w:rPr>
                <w:b/>
              </w:rPr>
            </w:pPr>
          </w:p>
        </w:tc>
      </w:tr>
      <w:tr w:rsidR="00CC48B9" w:rsidRPr="002521F6" w14:paraId="08467B9C" w14:textId="77777777" w:rsidTr="00B3280D">
        <w:trPr>
          <w:jc w:val="center"/>
        </w:trPr>
        <w:tc>
          <w:tcPr>
            <w:tcW w:w="545" w:type="dxa"/>
          </w:tcPr>
          <w:p w14:paraId="0DA2D74A" w14:textId="77777777" w:rsidR="00CC48B9" w:rsidRPr="002521F6" w:rsidRDefault="00CC48B9" w:rsidP="00B3280D">
            <w:pPr>
              <w:pStyle w:val="Tabletext"/>
            </w:pPr>
          </w:p>
        </w:tc>
        <w:tc>
          <w:tcPr>
            <w:tcW w:w="699" w:type="dxa"/>
          </w:tcPr>
          <w:p w14:paraId="3B29DA7F" w14:textId="77777777" w:rsidR="00CC48B9" w:rsidRPr="002521F6" w:rsidRDefault="00CC48B9" w:rsidP="00B3280D">
            <w:pPr>
              <w:pStyle w:val="Tabletext"/>
            </w:pPr>
          </w:p>
        </w:tc>
        <w:tc>
          <w:tcPr>
            <w:tcW w:w="898" w:type="dxa"/>
          </w:tcPr>
          <w:p w14:paraId="4FAFFED8" w14:textId="77777777" w:rsidR="00CC48B9" w:rsidRPr="002521F6" w:rsidRDefault="00CC48B9" w:rsidP="00B3280D">
            <w:pPr>
              <w:pStyle w:val="Tabletext"/>
            </w:pPr>
            <w:r w:rsidRPr="002521F6">
              <w:t>2.2.1</w:t>
            </w:r>
          </w:p>
        </w:tc>
        <w:tc>
          <w:tcPr>
            <w:tcW w:w="5932" w:type="dxa"/>
          </w:tcPr>
          <w:p w14:paraId="2DD093F7" w14:textId="77777777" w:rsidR="00CC48B9" w:rsidRPr="002521F6" w:rsidRDefault="00CC48B9" w:rsidP="00B3280D">
            <w:pPr>
              <w:pStyle w:val="Tabletext"/>
              <w:jc w:val="right"/>
            </w:pPr>
            <w:r w:rsidRPr="002521F6">
              <w:t>Mathematical and Delphic models</w:t>
            </w:r>
          </w:p>
        </w:tc>
        <w:tc>
          <w:tcPr>
            <w:tcW w:w="640" w:type="dxa"/>
            <w:vMerge w:val="restart"/>
            <w:vAlign w:val="center"/>
          </w:tcPr>
          <w:p w14:paraId="35C928FF" w14:textId="77777777" w:rsidR="00CC48B9" w:rsidRPr="002521F6" w:rsidRDefault="00CC48B9" w:rsidP="00B3280D">
            <w:pPr>
              <w:pStyle w:val="Tabletext"/>
            </w:pPr>
            <w:r w:rsidRPr="002521F6">
              <w:t>2</w:t>
            </w:r>
          </w:p>
        </w:tc>
        <w:tc>
          <w:tcPr>
            <w:tcW w:w="1696" w:type="dxa"/>
            <w:vMerge w:val="restart"/>
            <w:shd w:val="clear" w:color="auto" w:fill="auto"/>
          </w:tcPr>
          <w:p w14:paraId="0136964F" w14:textId="77777777" w:rsidR="00CC48B9" w:rsidRPr="002521F6" w:rsidRDefault="00CC48B9" w:rsidP="00B3280D">
            <w:pPr>
              <w:pStyle w:val="Tabletext"/>
            </w:pPr>
          </w:p>
        </w:tc>
        <w:tc>
          <w:tcPr>
            <w:tcW w:w="3065" w:type="dxa"/>
          </w:tcPr>
          <w:p w14:paraId="2630F5BF" w14:textId="77777777" w:rsidR="00CC48B9" w:rsidRPr="002521F6" w:rsidRDefault="00CC48B9" w:rsidP="00B3280D">
            <w:pPr>
              <w:pStyle w:val="Tabletext"/>
            </w:pPr>
          </w:p>
        </w:tc>
        <w:tc>
          <w:tcPr>
            <w:tcW w:w="673" w:type="dxa"/>
            <w:vMerge/>
            <w:vAlign w:val="center"/>
          </w:tcPr>
          <w:p w14:paraId="3F5057D6" w14:textId="77777777" w:rsidR="00CC48B9" w:rsidRPr="002521F6" w:rsidRDefault="00CC48B9" w:rsidP="00B3280D">
            <w:pPr>
              <w:pStyle w:val="Tabletext"/>
            </w:pPr>
          </w:p>
        </w:tc>
      </w:tr>
      <w:tr w:rsidR="00CC48B9" w:rsidRPr="002521F6" w14:paraId="448372C2" w14:textId="77777777" w:rsidTr="00B3280D">
        <w:trPr>
          <w:jc w:val="center"/>
        </w:trPr>
        <w:tc>
          <w:tcPr>
            <w:tcW w:w="545" w:type="dxa"/>
          </w:tcPr>
          <w:p w14:paraId="1300B6CA" w14:textId="77777777" w:rsidR="00CC48B9" w:rsidRPr="002521F6" w:rsidRDefault="00CC48B9" w:rsidP="00B3280D">
            <w:pPr>
              <w:pStyle w:val="Tabletext"/>
            </w:pPr>
          </w:p>
        </w:tc>
        <w:tc>
          <w:tcPr>
            <w:tcW w:w="699" w:type="dxa"/>
          </w:tcPr>
          <w:p w14:paraId="1D710FD1" w14:textId="77777777" w:rsidR="00CC48B9" w:rsidRPr="002521F6" w:rsidRDefault="00CC48B9" w:rsidP="00B3280D">
            <w:pPr>
              <w:pStyle w:val="Tabletext"/>
            </w:pPr>
          </w:p>
        </w:tc>
        <w:tc>
          <w:tcPr>
            <w:tcW w:w="898" w:type="dxa"/>
          </w:tcPr>
          <w:p w14:paraId="157893C1" w14:textId="77777777" w:rsidR="00CC48B9" w:rsidRPr="002521F6" w:rsidRDefault="00CC48B9" w:rsidP="00B3280D">
            <w:pPr>
              <w:pStyle w:val="Tabletext"/>
            </w:pPr>
            <w:r w:rsidRPr="002521F6">
              <w:t>2.2.2</w:t>
            </w:r>
          </w:p>
        </w:tc>
        <w:tc>
          <w:tcPr>
            <w:tcW w:w="5932" w:type="dxa"/>
          </w:tcPr>
          <w:p w14:paraId="4DC909E3" w14:textId="77777777" w:rsidR="00CC48B9" w:rsidRPr="002521F6" w:rsidRDefault="00CC48B9" w:rsidP="00B3280D">
            <w:pPr>
              <w:pStyle w:val="Tabletext"/>
              <w:jc w:val="right"/>
            </w:pPr>
            <w:r w:rsidRPr="002521F6">
              <w:t>Data required to run quantitative models</w:t>
            </w:r>
          </w:p>
        </w:tc>
        <w:tc>
          <w:tcPr>
            <w:tcW w:w="640" w:type="dxa"/>
            <w:vMerge/>
          </w:tcPr>
          <w:p w14:paraId="348D1AD7" w14:textId="77777777" w:rsidR="00CC48B9" w:rsidRPr="002521F6" w:rsidRDefault="00CC48B9" w:rsidP="00B3280D">
            <w:pPr>
              <w:pStyle w:val="Tabletext"/>
            </w:pPr>
          </w:p>
        </w:tc>
        <w:tc>
          <w:tcPr>
            <w:tcW w:w="1696" w:type="dxa"/>
            <w:vMerge/>
          </w:tcPr>
          <w:p w14:paraId="244B67A0" w14:textId="77777777" w:rsidR="00CC48B9" w:rsidRPr="002521F6" w:rsidRDefault="00CC48B9" w:rsidP="00B3280D">
            <w:pPr>
              <w:pStyle w:val="Tabletext"/>
            </w:pPr>
          </w:p>
        </w:tc>
        <w:tc>
          <w:tcPr>
            <w:tcW w:w="3065" w:type="dxa"/>
          </w:tcPr>
          <w:p w14:paraId="7BD31D78" w14:textId="77777777" w:rsidR="00CC48B9" w:rsidRPr="002521F6" w:rsidRDefault="00CC48B9" w:rsidP="00B3280D">
            <w:pPr>
              <w:pStyle w:val="Tabletext"/>
            </w:pPr>
          </w:p>
        </w:tc>
        <w:tc>
          <w:tcPr>
            <w:tcW w:w="673" w:type="dxa"/>
            <w:vMerge/>
          </w:tcPr>
          <w:p w14:paraId="6D1E7535" w14:textId="77777777" w:rsidR="00CC48B9" w:rsidRPr="002521F6" w:rsidRDefault="00CC48B9" w:rsidP="00B3280D">
            <w:pPr>
              <w:pStyle w:val="Tabletext"/>
            </w:pPr>
          </w:p>
        </w:tc>
      </w:tr>
      <w:tr w:rsidR="00CC48B9" w:rsidRPr="002521F6" w14:paraId="66BE6DAC" w14:textId="77777777" w:rsidTr="00B3280D">
        <w:trPr>
          <w:jc w:val="center"/>
        </w:trPr>
        <w:tc>
          <w:tcPr>
            <w:tcW w:w="545" w:type="dxa"/>
          </w:tcPr>
          <w:p w14:paraId="01D643BD" w14:textId="77777777" w:rsidR="00CC48B9" w:rsidRPr="002521F6" w:rsidRDefault="00CC48B9" w:rsidP="00B3280D">
            <w:pPr>
              <w:pStyle w:val="Tabletext"/>
            </w:pPr>
          </w:p>
        </w:tc>
        <w:tc>
          <w:tcPr>
            <w:tcW w:w="699" w:type="dxa"/>
          </w:tcPr>
          <w:p w14:paraId="13F1532C" w14:textId="77777777" w:rsidR="00CC48B9" w:rsidRPr="002521F6" w:rsidRDefault="00CC48B9" w:rsidP="00B3280D">
            <w:pPr>
              <w:pStyle w:val="Tabletext"/>
            </w:pPr>
          </w:p>
        </w:tc>
        <w:tc>
          <w:tcPr>
            <w:tcW w:w="898" w:type="dxa"/>
          </w:tcPr>
          <w:p w14:paraId="2C108A97" w14:textId="77777777" w:rsidR="00CC48B9" w:rsidRPr="002521F6" w:rsidRDefault="00CC48B9" w:rsidP="00B3280D">
            <w:pPr>
              <w:pStyle w:val="Tabletext"/>
            </w:pPr>
            <w:r w:rsidRPr="002521F6">
              <w:t>2.2.3</w:t>
            </w:r>
          </w:p>
        </w:tc>
        <w:tc>
          <w:tcPr>
            <w:tcW w:w="5932" w:type="dxa"/>
          </w:tcPr>
          <w:p w14:paraId="11A197E7" w14:textId="77777777" w:rsidR="00CC48B9" w:rsidRPr="002521F6" w:rsidRDefault="00CC48B9" w:rsidP="00B3280D">
            <w:pPr>
              <w:pStyle w:val="Tabletext"/>
              <w:jc w:val="right"/>
            </w:pPr>
            <w:r w:rsidRPr="002521F6">
              <w:t>Data required to run qualitative models</w:t>
            </w:r>
          </w:p>
        </w:tc>
        <w:tc>
          <w:tcPr>
            <w:tcW w:w="640" w:type="dxa"/>
            <w:vMerge/>
          </w:tcPr>
          <w:p w14:paraId="7F4D329C" w14:textId="77777777" w:rsidR="00CC48B9" w:rsidRPr="002521F6" w:rsidRDefault="00CC48B9" w:rsidP="00B3280D">
            <w:pPr>
              <w:pStyle w:val="Tabletext"/>
            </w:pPr>
          </w:p>
        </w:tc>
        <w:tc>
          <w:tcPr>
            <w:tcW w:w="1696" w:type="dxa"/>
            <w:vMerge/>
          </w:tcPr>
          <w:p w14:paraId="4F9B85A1" w14:textId="77777777" w:rsidR="00CC48B9" w:rsidRPr="002521F6" w:rsidRDefault="00CC48B9" w:rsidP="00B3280D">
            <w:pPr>
              <w:pStyle w:val="Tabletext"/>
            </w:pPr>
          </w:p>
        </w:tc>
        <w:tc>
          <w:tcPr>
            <w:tcW w:w="3065" w:type="dxa"/>
          </w:tcPr>
          <w:p w14:paraId="1C624E2D" w14:textId="77777777" w:rsidR="00CC48B9" w:rsidRPr="002521F6" w:rsidRDefault="00CC48B9" w:rsidP="00B3280D">
            <w:pPr>
              <w:pStyle w:val="Tabletext"/>
            </w:pPr>
          </w:p>
        </w:tc>
        <w:tc>
          <w:tcPr>
            <w:tcW w:w="673" w:type="dxa"/>
            <w:vMerge/>
          </w:tcPr>
          <w:p w14:paraId="025DE247" w14:textId="77777777" w:rsidR="00CC48B9" w:rsidRPr="002521F6" w:rsidRDefault="00CC48B9" w:rsidP="00B3280D">
            <w:pPr>
              <w:pStyle w:val="Tabletext"/>
            </w:pPr>
          </w:p>
        </w:tc>
      </w:tr>
      <w:tr w:rsidR="00CC48B9" w:rsidRPr="002521F6" w14:paraId="65A9A417" w14:textId="77777777" w:rsidTr="00B3280D">
        <w:trPr>
          <w:jc w:val="center"/>
        </w:trPr>
        <w:tc>
          <w:tcPr>
            <w:tcW w:w="545" w:type="dxa"/>
          </w:tcPr>
          <w:p w14:paraId="32823BF3" w14:textId="77777777" w:rsidR="00CC48B9" w:rsidRPr="002521F6" w:rsidRDefault="00CC48B9" w:rsidP="00B3280D">
            <w:pPr>
              <w:pStyle w:val="Tabletext"/>
            </w:pPr>
          </w:p>
        </w:tc>
        <w:tc>
          <w:tcPr>
            <w:tcW w:w="699" w:type="dxa"/>
          </w:tcPr>
          <w:p w14:paraId="4942A94D" w14:textId="77777777" w:rsidR="00CC48B9" w:rsidRPr="002521F6" w:rsidRDefault="00CC48B9" w:rsidP="00B3280D">
            <w:pPr>
              <w:pStyle w:val="Tabletext"/>
            </w:pPr>
          </w:p>
        </w:tc>
        <w:tc>
          <w:tcPr>
            <w:tcW w:w="898" w:type="dxa"/>
          </w:tcPr>
          <w:p w14:paraId="1D65C884" w14:textId="77777777" w:rsidR="00CC48B9" w:rsidRPr="002521F6" w:rsidRDefault="00CC48B9" w:rsidP="00B3280D">
            <w:pPr>
              <w:pStyle w:val="Tabletext"/>
            </w:pPr>
            <w:r w:rsidRPr="002521F6">
              <w:t>2.2.4</w:t>
            </w:r>
          </w:p>
        </w:tc>
        <w:tc>
          <w:tcPr>
            <w:tcW w:w="5932" w:type="dxa"/>
          </w:tcPr>
          <w:p w14:paraId="64CA25C0" w14:textId="77777777" w:rsidR="00CC48B9" w:rsidRPr="002521F6" w:rsidRDefault="00CC48B9" w:rsidP="00B3280D">
            <w:pPr>
              <w:pStyle w:val="Tabletext"/>
              <w:jc w:val="right"/>
            </w:pPr>
            <w:r w:rsidRPr="002521F6">
              <w:t>Comparison between PAWSA and IWRAP Mk2</w:t>
            </w:r>
          </w:p>
        </w:tc>
        <w:tc>
          <w:tcPr>
            <w:tcW w:w="640" w:type="dxa"/>
            <w:vMerge/>
          </w:tcPr>
          <w:p w14:paraId="3A1720A0" w14:textId="77777777" w:rsidR="00CC48B9" w:rsidRPr="002521F6" w:rsidRDefault="00CC48B9" w:rsidP="00B3280D">
            <w:pPr>
              <w:pStyle w:val="Tabletext"/>
            </w:pPr>
          </w:p>
        </w:tc>
        <w:tc>
          <w:tcPr>
            <w:tcW w:w="1696" w:type="dxa"/>
            <w:vMerge/>
          </w:tcPr>
          <w:p w14:paraId="244B66DB" w14:textId="77777777" w:rsidR="00CC48B9" w:rsidRPr="002521F6" w:rsidRDefault="00CC48B9" w:rsidP="00B3280D">
            <w:pPr>
              <w:pStyle w:val="Tabletext"/>
            </w:pPr>
          </w:p>
        </w:tc>
        <w:tc>
          <w:tcPr>
            <w:tcW w:w="3065" w:type="dxa"/>
          </w:tcPr>
          <w:p w14:paraId="7BB59308" w14:textId="77777777" w:rsidR="00CC48B9" w:rsidRPr="002521F6" w:rsidRDefault="00CC48B9" w:rsidP="00B3280D">
            <w:pPr>
              <w:pStyle w:val="Tabletext"/>
            </w:pPr>
          </w:p>
        </w:tc>
        <w:tc>
          <w:tcPr>
            <w:tcW w:w="673" w:type="dxa"/>
            <w:vMerge/>
          </w:tcPr>
          <w:p w14:paraId="7FD691F0" w14:textId="77777777" w:rsidR="00CC48B9" w:rsidRPr="002521F6" w:rsidRDefault="00CC48B9" w:rsidP="00B3280D">
            <w:pPr>
              <w:pStyle w:val="Tabletext"/>
            </w:pPr>
          </w:p>
        </w:tc>
      </w:tr>
      <w:tr w:rsidR="00CC48B9" w:rsidRPr="002521F6" w14:paraId="62FC984C" w14:textId="77777777" w:rsidTr="00B3280D">
        <w:trPr>
          <w:jc w:val="center"/>
        </w:trPr>
        <w:tc>
          <w:tcPr>
            <w:tcW w:w="545" w:type="dxa"/>
          </w:tcPr>
          <w:p w14:paraId="3808E298" w14:textId="77777777" w:rsidR="00CC48B9" w:rsidRPr="002521F6" w:rsidRDefault="00CC48B9" w:rsidP="00B3280D">
            <w:pPr>
              <w:pStyle w:val="Tabletext"/>
              <w:rPr>
                <w:b/>
              </w:rPr>
            </w:pPr>
          </w:p>
        </w:tc>
        <w:tc>
          <w:tcPr>
            <w:tcW w:w="699" w:type="dxa"/>
          </w:tcPr>
          <w:p w14:paraId="47E9ABB3" w14:textId="77777777" w:rsidR="00CC48B9" w:rsidRPr="002521F6" w:rsidRDefault="00CC48B9" w:rsidP="00B3280D">
            <w:pPr>
              <w:pStyle w:val="Tabletext"/>
              <w:rPr>
                <w:b/>
              </w:rPr>
            </w:pPr>
            <w:r w:rsidRPr="002521F6">
              <w:rPr>
                <w:b/>
              </w:rPr>
              <w:t>2.3</w:t>
            </w:r>
          </w:p>
        </w:tc>
        <w:tc>
          <w:tcPr>
            <w:tcW w:w="898" w:type="dxa"/>
            <w:shd w:val="clear" w:color="auto" w:fill="00AFAA"/>
          </w:tcPr>
          <w:p w14:paraId="6A6CBAA1" w14:textId="77777777" w:rsidR="00CC48B9" w:rsidRPr="002521F6" w:rsidRDefault="00CC48B9" w:rsidP="00B3280D">
            <w:pPr>
              <w:pStyle w:val="Tabletext"/>
              <w:rPr>
                <w:b/>
              </w:rPr>
            </w:pPr>
          </w:p>
        </w:tc>
        <w:tc>
          <w:tcPr>
            <w:tcW w:w="5932" w:type="dxa"/>
          </w:tcPr>
          <w:p w14:paraId="6840B310" w14:textId="77777777" w:rsidR="00CC48B9" w:rsidRPr="002521F6" w:rsidRDefault="00CC48B9" w:rsidP="00B3280D">
            <w:pPr>
              <w:pStyle w:val="Tabletext"/>
              <w:rPr>
                <w:b/>
              </w:rPr>
            </w:pPr>
            <w:r w:rsidRPr="002521F6">
              <w:rPr>
                <w:b/>
              </w:rPr>
              <w:t>Regional Case Study</w:t>
            </w:r>
          </w:p>
        </w:tc>
        <w:tc>
          <w:tcPr>
            <w:tcW w:w="6074" w:type="dxa"/>
            <w:gridSpan w:val="4"/>
            <w:shd w:val="clear" w:color="auto" w:fill="00AFAA"/>
          </w:tcPr>
          <w:p w14:paraId="15226154" w14:textId="77777777" w:rsidR="00CC48B9" w:rsidRPr="002521F6" w:rsidRDefault="00CC48B9" w:rsidP="00B3280D">
            <w:pPr>
              <w:pStyle w:val="Tabletext"/>
              <w:rPr>
                <w:b/>
              </w:rPr>
            </w:pPr>
          </w:p>
        </w:tc>
      </w:tr>
      <w:tr w:rsidR="00CC48B9" w:rsidRPr="002521F6" w14:paraId="68529084" w14:textId="77777777" w:rsidTr="00B3280D">
        <w:trPr>
          <w:jc w:val="center"/>
        </w:trPr>
        <w:tc>
          <w:tcPr>
            <w:tcW w:w="545" w:type="dxa"/>
          </w:tcPr>
          <w:p w14:paraId="0F6B9213" w14:textId="77777777" w:rsidR="00CC48B9" w:rsidRPr="002521F6" w:rsidRDefault="00CC48B9" w:rsidP="00B3280D">
            <w:pPr>
              <w:pStyle w:val="Tabletext"/>
            </w:pPr>
          </w:p>
        </w:tc>
        <w:tc>
          <w:tcPr>
            <w:tcW w:w="699" w:type="dxa"/>
          </w:tcPr>
          <w:p w14:paraId="2CCF9D0C" w14:textId="77777777" w:rsidR="00CC48B9" w:rsidRPr="002521F6" w:rsidRDefault="00CC48B9" w:rsidP="00B3280D">
            <w:pPr>
              <w:pStyle w:val="Tabletext"/>
            </w:pPr>
          </w:p>
        </w:tc>
        <w:tc>
          <w:tcPr>
            <w:tcW w:w="898" w:type="dxa"/>
          </w:tcPr>
          <w:p w14:paraId="33C8AD67" w14:textId="77777777" w:rsidR="00CC48B9" w:rsidRPr="002521F6" w:rsidRDefault="00CC48B9" w:rsidP="00B3280D">
            <w:pPr>
              <w:pStyle w:val="Tabletext"/>
            </w:pPr>
            <w:r w:rsidRPr="002521F6">
              <w:t>2.3.1</w:t>
            </w:r>
          </w:p>
        </w:tc>
        <w:tc>
          <w:tcPr>
            <w:tcW w:w="5932" w:type="dxa"/>
          </w:tcPr>
          <w:p w14:paraId="34B10C4E" w14:textId="77777777" w:rsidR="00CC48B9" w:rsidRPr="002521F6" w:rsidRDefault="00CC48B9" w:rsidP="00B3280D">
            <w:pPr>
              <w:pStyle w:val="Tabletext"/>
              <w:jc w:val="right"/>
            </w:pPr>
            <w:r w:rsidRPr="002521F6">
              <w:t>Case study of the use of IALA risk management tools</w:t>
            </w:r>
          </w:p>
        </w:tc>
        <w:tc>
          <w:tcPr>
            <w:tcW w:w="640" w:type="dxa"/>
            <w:vMerge w:val="restart"/>
            <w:vAlign w:val="center"/>
          </w:tcPr>
          <w:p w14:paraId="0731D58B" w14:textId="77777777" w:rsidR="00CC48B9" w:rsidRPr="002521F6" w:rsidRDefault="00CC48B9" w:rsidP="00B3280D">
            <w:pPr>
              <w:pStyle w:val="Tabletext"/>
            </w:pPr>
            <w:r w:rsidRPr="002521F6">
              <w:t>1</w:t>
            </w:r>
          </w:p>
        </w:tc>
        <w:tc>
          <w:tcPr>
            <w:tcW w:w="1696" w:type="dxa"/>
            <w:vMerge w:val="restart"/>
          </w:tcPr>
          <w:p w14:paraId="1DD9FABB" w14:textId="77777777" w:rsidR="00CC48B9" w:rsidRPr="002521F6" w:rsidRDefault="00CC48B9" w:rsidP="00B3280D">
            <w:pPr>
              <w:pStyle w:val="Tabletext"/>
            </w:pPr>
          </w:p>
        </w:tc>
        <w:tc>
          <w:tcPr>
            <w:tcW w:w="3065" w:type="dxa"/>
          </w:tcPr>
          <w:p w14:paraId="4E74AB7A" w14:textId="77777777" w:rsidR="00CC48B9" w:rsidRPr="002521F6" w:rsidRDefault="00CC48B9" w:rsidP="00B3280D">
            <w:pPr>
              <w:pStyle w:val="Tabletext"/>
            </w:pPr>
          </w:p>
        </w:tc>
        <w:tc>
          <w:tcPr>
            <w:tcW w:w="673" w:type="dxa"/>
            <w:vMerge w:val="restart"/>
            <w:vAlign w:val="center"/>
          </w:tcPr>
          <w:p w14:paraId="6CE35576" w14:textId="77777777" w:rsidR="00CC48B9" w:rsidRPr="002521F6" w:rsidRDefault="00CC48B9" w:rsidP="00B3280D">
            <w:pPr>
              <w:pStyle w:val="Tabletext"/>
            </w:pPr>
            <w:r w:rsidRPr="002521F6">
              <w:t>4</w:t>
            </w:r>
          </w:p>
        </w:tc>
      </w:tr>
      <w:tr w:rsidR="00CC48B9" w:rsidRPr="002521F6" w14:paraId="6104BCDA" w14:textId="77777777" w:rsidTr="00B3280D">
        <w:trPr>
          <w:jc w:val="center"/>
        </w:trPr>
        <w:tc>
          <w:tcPr>
            <w:tcW w:w="545" w:type="dxa"/>
          </w:tcPr>
          <w:p w14:paraId="427F1383" w14:textId="77777777" w:rsidR="00CC48B9" w:rsidRPr="002521F6" w:rsidRDefault="00CC48B9" w:rsidP="00B3280D">
            <w:pPr>
              <w:pStyle w:val="Tabletext"/>
            </w:pPr>
          </w:p>
        </w:tc>
        <w:tc>
          <w:tcPr>
            <w:tcW w:w="699" w:type="dxa"/>
          </w:tcPr>
          <w:p w14:paraId="201C5039" w14:textId="77777777" w:rsidR="00CC48B9" w:rsidRPr="002521F6" w:rsidRDefault="00CC48B9" w:rsidP="00B3280D">
            <w:pPr>
              <w:pStyle w:val="Tabletext"/>
            </w:pPr>
          </w:p>
        </w:tc>
        <w:tc>
          <w:tcPr>
            <w:tcW w:w="898" w:type="dxa"/>
          </w:tcPr>
          <w:p w14:paraId="793E670E" w14:textId="77777777" w:rsidR="00CC48B9" w:rsidRPr="002521F6" w:rsidRDefault="00CC48B9" w:rsidP="00B3280D">
            <w:pPr>
              <w:pStyle w:val="Tabletext"/>
            </w:pPr>
            <w:r w:rsidRPr="002521F6">
              <w:t>2.3.2</w:t>
            </w:r>
          </w:p>
        </w:tc>
        <w:tc>
          <w:tcPr>
            <w:tcW w:w="5932" w:type="dxa"/>
          </w:tcPr>
          <w:p w14:paraId="6A0487CF" w14:textId="77777777" w:rsidR="00CC48B9" w:rsidRPr="002521F6" w:rsidRDefault="00CC48B9" w:rsidP="00B3280D">
            <w:pPr>
              <w:pStyle w:val="Tabletext"/>
              <w:jc w:val="right"/>
            </w:pPr>
            <w:r w:rsidRPr="002521F6">
              <w:t>Use of IALA risk management toolbox in national decision making</w:t>
            </w:r>
          </w:p>
        </w:tc>
        <w:tc>
          <w:tcPr>
            <w:tcW w:w="640" w:type="dxa"/>
            <w:vMerge/>
          </w:tcPr>
          <w:p w14:paraId="4ADAF6A0" w14:textId="77777777" w:rsidR="00CC48B9" w:rsidRPr="002521F6" w:rsidRDefault="00CC48B9" w:rsidP="00B3280D">
            <w:pPr>
              <w:pStyle w:val="Tabletext"/>
            </w:pPr>
          </w:p>
        </w:tc>
        <w:tc>
          <w:tcPr>
            <w:tcW w:w="1696" w:type="dxa"/>
            <w:vMerge/>
          </w:tcPr>
          <w:p w14:paraId="4D343D94" w14:textId="77777777" w:rsidR="00CC48B9" w:rsidRPr="002521F6" w:rsidRDefault="00CC48B9" w:rsidP="00B3280D">
            <w:pPr>
              <w:pStyle w:val="Tabletext"/>
            </w:pPr>
          </w:p>
        </w:tc>
        <w:tc>
          <w:tcPr>
            <w:tcW w:w="3065" w:type="dxa"/>
          </w:tcPr>
          <w:p w14:paraId="682B2E5B" w14:textId="77777777" w:rsidR="00CC48B9" w:rsidRPr="002521F6" w:rsidRDefault="00CC48B9" w:rsidP="00B3280D">
            <w:pPr>
              <w:pStyle w:val="Tabletext"/>
            </w:pPr>
          </w:p>
        </w:tc>
        <w:tc>
          <w:tcPr>
            <w:tcW w:w="673" w:type="dxa"/>
            <w:vMerge/>
          </w:tcPr>
          <w:p w14:paraId="5B9E3FDC" w14:textId="77777777" w:rsidR="00CC48B9" w:rsidRPr="002521F6" w:rsidRDefault="00CC48B9" w:rsidP="00B3280D">
            <w:pPr>
              <w:pStyle w:val="Tabletext"/>
            </w:pPr>
          </w:p>
        </w:tc>
      </w:tr>
      <w:tr w:rsidR="00CC48B9" w:rsidRPr="002521F6" w14:paraId="323A0FD7" w14:textId="77777777" w:rsidTr="00B3280D">
        <w:trPr>
          <w:jc w:val="center"/>
        </w:trPr>
        <w:tc>
          <w:tcPr>
            <w:tcW w:w="545" w:type="dxa"/>
          </w:tcPr>
          <w:p w14:paraId="0DCDE08C" w14:textId="77777777" w:rsidR="00CC48B9" w:rsidRPr="002521F6" w:rsidRDefault="00CC48B9" w:rsidP="00B3280D">
            <w:pPr>
              <w:pStyle w:val="Tabletext"/>
              <w:rPr>
                <w:b/>
              </w:rPr>
            </w:pPr>
          </w:p>
        </w:tc>
        <w:tc>
          <w:tcPr>
            <w:tcW w:w="699" w:type="dxa"/>
          </w:tcPr>
          <w:p w14:paraId="2E2C1D2C" w14:textId="77777777" w:rsidR="00CC48B9" w:rsidRPr="002521F6" w:rsidRDefault="00CC48B9" w:rsidP="00B3280D">
            <w:pPr>
              <w:pStyle w:val="Tabletext"/>
              <w:rPr>
                <w:b/>
              </w:rPr>
            </w:pPr>
            <w:r w:rsidRPr="002521F6">
              <w:rPr>
                <w:b/>
              </w:rPr>
              <w:t>2.4</w:t>
            </w:r>
          </w:p>
        </w:tc>
        <w:tc>
          <w:tcPr>
            <w:tcW w:w="898" w:type="dxa"/>
            <w:shd w:val="clear" w:color="auto" w:fill="00AFAA"/>
          </w:tcPr>
          <w:p w14:paraId="6D67F14E" w14:textId="77777777" w:rsidR="00CC48B9" w:rsidRPr="002521F6" w:rsidRDefault="00CC48B9" w:rsidP="00B3280D">
            <w:pPr>
              <w:pStyle w:val="Tabletext"/>
              <w:rPr>
                <w:b/>
              </w:rPr>
            </w:pPr>
          </w:p>
        </w:tc>
        <w:tc>
          <w:tcPr>
            <w:tcW w:w="5932" w:type="dxa"/>
          </w:tcPr>
          <w:p w14:paraId="47A132C0" w14:textId="77777777" w:rsidR="00CC48B9" w:rsidRPr="002521F6" w:rsidRDefault="00CC48B9" w:rsidP="00B3280D">
            <w:pPr>
              <w:pStyle w:val="Tabletext"/>
              <w:rPr>
                <w:b/>
              </w:rPr>
            </w:pPr>
            <w:r w:rsidRPr="002521F6">
              <w:rPr>
                <w:b/>
              </w:rPr>
              <w:t>Simulation in Risk Management</w:t>
            </w:r>
          </w:p>
        </w:tc>
        <w:tc>
          <w:tcPr>
            <w:tcW w:w="6074" w:type="dxa"/>
            <w:gridSpan w:val="4"/>
            <w:shd w:val="clear" w:color="auto" w:fill="00AFAA"/>
          </w:tcPr>
          <w:p w14:paraId="0E24BB82" w14:textId="77777777" w:rsidR="00CC48B9" w:rsidRPr="002521F6" w:rsidRDefault="00CC48B9" w:rsidP="00B3280D">
            <w:pPr>
              <w:pStyle w:val="Tabletext"/>
              <w:rPr>
                <w:b/>
              </w:rPr>
            </w:pPr>
          </w:p>
        </w:tc>
      </w:tr>
      <w:tr w:rsidR="00CC48B9" w:rsidRPr="002521F6" w14:paraId="6E06F19D" w14:textId="77777777" w:rsidTr="00B3280D">
        <w:trPr>
          <w:jc w:val="center"/>
        </w:trPr>
        <w:tc>
          <w:tcPr>
            <w:tcW w:w="545" w:type="dxa"/>
          </w:tcPr>
          <w:p w14:paraId="787E8BFC" w14:textId="77777777" w:rsidR="00CC48B9" w:rsidRPr="002521F6" w:rsidRDefault="00CC48B9" w:rsidP="00B3280D">
            <w:pPr>
              <w:pStyle w:val="Tabletext"/>
            </w:pPr>
          </w:p>
        </w:tc>
        <w:tc>
          <w:tcPr>
            <w:tcW w:w="699" w:type="dxa"/>
          </w:tcPr>
          <w:p w14:paraId="29CD3D6E" w14:textId="77777777" w:rsidR="00CC48B9" w:rsidRPr="002521F6" w:rsidRDefault="00CC48B9" w:rsidP="00B3280D">
            <w:pPr>
              <w:pStyle w:val="Tabletext"/>
            </w:pPr>
          </w:p>
        </w:tc>
        <w:tc>
          <w:tcPr>
            <w:tcW w:w="898" w:type="dxa"/>
          </w:tcPr>
          <w:p w14:paraId="41BA7A9B" w14:textId="77777777" w:rsidR="00CC48B9" w:rsidRPr="002521F6" w:rsidRDefault="00CC48B9" w:rsidP="00B3280D">
            <w:pPr>
              <w:pStyle w:val="Tabletext"/>
            </w:pPr>
            <w:r w:rsidRPr="002521F6">
              <w:t>2.4.1</w:t>
            </w:r>
          </w:p>
        </w:tc>
        <w:tc>
          <w:tcPr>
            <w:tcW w:w="5932" w:type="dxa"/>
          </w:tcPr>
          <w:p w14:paraId="29FE5763" w14:textId="77777777" w:rsidR="00CC48B9" w:rsidRPr="002521F6" w:rsidRDefault="00CC48B9" w:rsidP="00B3280D">
            <w:pPr>
              <w:pStyle w:val="Tabletext"/>
              <w:jc w:val="right"/>
            </w:pPr>
            <w:r w:rsidRPr="002521F6">
              <w:t>The role of simulation in risk analysis</w:t>
            </w:r>
          </w:p>
        </w:tc>
        <w:tc>
          <w:tcPr>
            <w:tcW w:w="640" w:type="dxa"/>
            <w:vMerge w:val="restart"/>
            <w:vAlign w:val="center"/>
          </w:tcPr>
          <w:p w14:paraId="1D6B4AF5" w14:textId="77777777" w:rsidR="00CC48B9" w:rsidRPr="002521F6" w:rsidRDefault="00CC48B9" w:rsidP="00B3280D">
            <w:pPr>
              <w:pStyle w:val="Tabletext"/>
            </w:pPr>
            <w:r w:rsidRPr="002521F6">
              <w:t>1</w:t>
            </w:r>
          </w:p>
        </w:tc>
        <w:tc>
          <w:tcPr>
            <w:tcW w:w="1696" w:type="dxa"/>
            <w:vMerge w:val="restart"/>
          </w:tcPr>
          <w:p w14:paraId="38275240" w14:textId="77777777" w:rsidR="00CC48B9" w:rsidRPr="002521F6" w:rsidRDefault="00CC48B9" w:rsidP="00B3280D">
            <w:pPr>
              <w:pStyle w:val="Tabletext"/>
            </w:pPr>
          </w:p>
        </w:tc>
        <w:tc>
          <w:tcPr>
            <w:tcW w:w="3065" w:type="dxa"/>
          </w:tcPr>
          <w:p w14:paraId="578B3265" w14:textId="77777777" w:rsidR="00CC48B9" w:rsidRPr="002521F6" w:rsidRDefault="00CC48B9" w:rsidP="00B3280D">
            <w:pPr>
              <w:pStyle w:val="Tabletext"/>
            </w:pPr>
          </w:p>
        </w:tc>
        <w:tc>
          <w:tcPr>
            <w:tcW w:w="673" w:type="dxa"/>
            <w:vMerge w:val="restart"/>
            <w:vAlign w:val="center"/>
          </w:tcPr>
          <w:p w14:paraId="12194208" w14:textId="77777777" w:rsidR="00CC48B9" w:rsidRPr="002521F6" w:rsidRDefault="00CC48B9" w:rsidP="00B3280D">
            <w:pPr>
              <w:pStyle w:val="Tabletext"/>
            </w:pPr>
            <w:r w:rsidRPr="002521F6">
              <w:t>5</w:t>
            </w:r>
          </w:p>
        </w:tc>
      </w:tr>
      <w:tr w:rsidR="00CC48B9" w:rsidRPr="002521F6" w14:paraId="73E3C9DE" w14:textId="77777777" w:rsidTr="00B3280D">
        <w:trPr>
          <w:jc w:val="center"/>
        </w:trPr>
        <w:tc>
          <w:tcPr>
            <w:tcW w:w="545" w:type="dxa"/>
          </w:tcPr>
          <w:p w14:paraId="1B700388" w14:textId="77777777" w:rsidR="00CC48B9" w:rsidRPr="002521F6" w:rsidRDefault="00CC48B9" w:rsidP="00B3280D">
            <w:pPr>
              <w:pStyle w:val="Tabletext"/>
            </w:pPr>
          </w:p>
        </w:tc>
        <w:tc>
          <w:tcPr>
            <w:tcW w:w="699" w:type="dxa"/>
          </w:tcPr>
          <w:p w14:paraId="334436AC" w14:textId="77777777" w:rsidR="00CC48B9" w:rsidRPr="002521F6" w:rsidRDefault="00CC48B9" w:rsidP="00B3280D">
            <w:pPr>
              <w:pStyle w:val="Tabletext"/>
            </w:pPr>
          </w:p>
        </w:tc>
        <w:tc>
          <w:tcPr>
            <w:tcW w:w="898" w:type="dxa"/>
          </w:tcPr>
          <w:p w14:paraId="5AF23C26" w14:textId="77777777" w:rsidR="00CC48B9" w:rsidRPr="002521F6" w:rsidRDefault="00CC48B9" w:rsidP="00B3280D">
            <w:pPr>
              <w:pStyle w:val="Tabletext"/>
            </w:pPr>
            <w:r w:rsidRPr="002521F6">
              <w:t>2.4.2</w:t>
            </w:r>
          </w:p>
        </w:tc>
        <w:tc>
          <w:tcPr>
            <w:tcW w:w="5932" w:type="dxa"/>
          </w:tcPr>
          <w:p w14:paraId="19FA6B94" w14:textId="77777777" w:rsidR="00CC48B9" w:rsidRPr="002521F6" w:rsidRDefault="00CC48B9" w:rsidP="00B3280D">
            <w:pPr>
              <w:pStyle w:val="Tabletext"/>
              <w:jc w:val="right"/>
            </w:pPr>
            <w:r w:rsidRPr="002521F6">
              <w:t>Case study of the use of simulation in risk management</w:t>
            </w:r>
          </w:p>
        </w:tc>
        <w:tc>
          <w:tcPr>
            <w:tcW w:w="640" w:type="dxa"/>
            <w:vMerge/>
          </w:tcPr>
          <w:p w14:paraId="36FDC437" w14:textId="77777777" w:rsidR="00CC48B9" w:rsidRPr="002521F6" w:rsidRDefault="00CC48B9" w:rsidP="00B3280D">
            <w:pPr>
              <w:pStyle w:val="Tabletext"/>
            </w:pPr>
          </w:p>
        </w:tc>
        <w:tc>
          <w:tcPr>
            <w:tcW w:w="1696" w:type="dxa"/>
            <w:vMerge/>
          </w:tcPr>
          <w:p w14:paraId="405D3557" w14:textId="77777777" w:rsidR="00CC48B9" w:rsidRPr="002521F6" w:rsidRDefault="00CC48B9" w:rsidP="00B3280D">
            <w:pPr>
              <w:pStyle w:val="Tabletext"/>
            </w:pPr>
          </w:p>
        </w:tc>
        <w:tc>
          <w:tcPr>
            <w:tcW w:w="3065" w:type="dxa"/>
          </w:tcPr>
          <w:p w14:paraId="52D42FC2" w14:textId="77777777" w:rsidR="00CC48B9" w:rsidRPr="002521F6" w:rsidRDefault="00CC48B9" w:rsidP="00B3280D">
            <w:pPr>
              <w:pStyle w:val="Tabletext"/>
            </w:pPr>
          </w:p>
        </w:tc>
        <w:tc>
          <w:tcPr>
            <w:tcW w:w="673" w:type="dxa"/>
            <w:vMerge/>
          </w:tcPr>
          <w:p w14:paraId="3139078F" w14:textId="77777777" w:rsidR="00CC48B9" w:rsidRPr="002521F6" w:rsidRDefault="00CC48B9" w:rsidP="00B3280D">
            <w:pPr>
              <w:pStyle w:val="Tabletext"/>
            </w:pPr>
          </w:p>
        </w:tc>
      </w:tr>
    </w:tbl>
    <w:p w14:paraId="7DDED428" w14:textId="77777777" w:rsidR="00CC48B9" w:rsidRPr="002521F6" w:rsidRDefault="00CC48B9" w:rsidP="00CC48B9"/>
    <w:p w14:paraId="2CEDA562" w14:textId="7F24229B" w:rsidR="00B3280D" w:rsidRPr="002521F6" w:rsidRDefault="00B3280D">
      <w:pPr>
        <w:spacing w:after="200" w:line="276" w:lineRule="auto"/>
      </w:pPr>
      <w:r w:rsidRPr="002521F6">
        <w:br w:type="page"/>
      </w:r>
    </w:p>
    <w:p w14:paraId="28509A95" w14:textId="220AD218" w:rsidR="00CC48B9" w:rsidRPr="002521F6" w:rsidRDefault="00E058DF" w:rsidP="00CA3E18">
      <w:pPr>
        <w:pStyle w:val="Module"/>
      </w:pPr>
      <w:bookmarkStart w:id="30" w:name="_Toc449169099"/>
      <w:r w:rsidRPr="002521F6">
        <w:lastRenderedPageBreak/>
        <w:t>IWRAP MK2</w:t>
      </w:r>
      <w:bookmarkEnd w:id="30"/>
    </w:p>
    <w:p w14:paraId="516086E7" w14:textId="1A88B4E9" w:rsidR="00B3280D" w:rsidRPr="002521F6" w:rsidRDefault="00981FD9" w:rsidP="0035449D">
      <w:pPr>
        <w:pStyle w:val="Heading1"/>
        <w:numPr>
          <w:ilvl w:val="0"/>
          <w:numId w:val="44"/>
        </w:numPr>
      </w:pPr>
      <w:bookmarkStart w:id="31" w:name="_Toc449169100"/>
      <w:r w:rsidRPr="002521F6">
        <w:t>S</w:t>
      </w:r>
      <w:r w:rsidR="00E058DF" w:rsidRPr="002521F6">
        <w:rPr>
          <w:caps w:val="0"/>
        </w:rPr>
        <w:t>COPE</w:t>
      </w:r>
      <w:bookmarkEnd w:id="31"/>
    </w:p>
    <w:p w14:paraId="3A89EBCF" w14:textId="77777777" w:rsidR="00981FD9" w:rsidRPr="002521F6" w:rsidRDefault="00981FD9" w:rsidP="0035449D">
      <w:pPr>
        <w:pStyle w:val="Headingseparationline-landscape"/>
      </w:pPr>
    </w:p>
    <w:p w14:paraId="19D86335" w14:textId="6A3F6F24" w:rsidR="00981FD9" w:rsidRPr="002521F6" w:rsidRDefault="00981FD9" w:rsidP="00981FD9">
      <w:pPr>
        <w:pStyle w:val="BodyText"/>
        <w:rPr>
          <w:rFonts w:cs="Arial"/>
        </w:rPr>
      </w:pPr>
      <w:r w:rsidRPr="002521F6">
        <w:rPr>
          <w:lang w:eastAsia="de-DE"/>
        </w:rPr>
        <w:t xml:space="preserve">This module </w:t>
      </w:r>
      <w:r w:rsidRPr="002521F6">
        <w:rPr>
          <w:rFonts w:cs="Arial"/>
        </w:rPr>
        <w:t>describes the development, principles and use of IWRAP Mk2 before guiding participants through increasingly complex practical applications based on a specific region</w:t>
      </w:r>
    </w:p>
    <w:p w14:paraId="1E9794EB" w14:textId="586F8B75" w:rsidR="00981FD9" w:rsidRPr="002521F6" w:rsidRDefault="00981FD9" w:rsidP="00981FD9">
      <w:pPr>
        <w:pStyle w:val="Heading1"/>
      </w:pPr>
      <w:bookmarkStart w:id="32" w:name="_Toc449169101"/>
      <w:r w:rsidRPr="002521F6">
        <w:t>L</w:t>
      </w:r>
      <w:r w:rsidR="00E058DF" w:rsidRPr="002521F6">
        <w:rPr>
          <w:caps w:val="0"/>
        </w:rPr>
        <w:t>EARNING OBJECTIVES</w:t>
      </w:r>
      <w:bookmarkEnd w:id="32"/>
    </w:p>
    <w:p w14:paraId="3838B0DF" w14:textId="77777777" w:rsidR="00981FD9" w:rsidRPr="002521F6" w:rsidRDefault="00981FD9" w:rsidP="0035449D">
      <w:pPr>
        <w:pStyle w:val="Headingseparationline-landscape"/>
      </w:pPr>
    </w:p>
    <w:p w14:paraId="25C0354D" w14:textId="1D843E60" w:rsidR="00981FD9" w:rsidRPr="002521F6" w:rsidRDefault="00981FD9" w:rsidP="00981FD9">
      <w:pPr>
        <w:pStyle w:val="BodyText"/>
        <w:rPr>
          <w:lang w:eastAsia="de-DE"/>
        </w:rPr>
      </w:pPr>
      <w:r w:rsidRPr="002521F6">
        <w:rPr>
          <w:lang w:eastAsia="de-DE"/>
        </w:rPr>
        <w:t xml:space="preserve">To gain a </w:t>
      </w:r>
      <w:r w:rsidRPr="002521F6">
        <w:rPr>
          <w:b/>
          <w:lang w:eastAsia="de-DE"/>
        </w:rPr>
        <w:t xml:space="preserve">basic </w:t>
      </w:r>
      <w:r w:rsidRPr="002521F6">
        <w:rPr>
          <w:lang w:eastAsia="de-DE"/>
        </w:rPr>
        <w:t xml:space="preserve">understanding of the theory and development of IWRAP Mk2 and a </w:t>
      </w:r>
      <w:r w:rsidRPr="002521F6">
        <w:rPr>
          <w:b/>
          <w:lang w:eastAsia="de-DE"/>
        </w:rPr>
        <w:t xml:space="preserve">satisfactory </w:t>
      </w:r>
      <w:r w:rsidRPr="002521F6">
        <w:rPr>
          <w:lang w:eastAsia="de-DE"/>
        </w:rPr>
        <w:t>hands-on</w:t>
      </w:r>
      <w:r w:rsidRPr="002521F6">
        <w:rPr>
          <w:b/>
          <w:lang w:eastAsia="de-DE"/>
        </w:rPr>
        <w:t xml:space="preserve"> </w:t>
      </w:r>
      <w:r w:rsidRPr="002521F6">
        <w:rPr>
          <w:lang w:eastAsia="de-DE"/>
        </w:rPr>
        <w:t>understanding of its use in practice.</w:t>
      </w:r>
    </w:p>
    <w:p w14:paraId="7559AF9B" w14:textId="6F496876" w:rsidR="00981FD9" w:rsidRPr="002521F6" w:rsidRDefault="00981FD9" w:rsidP="00981FD9">
      <w:pPr>
        <w:pStyle w:val="Heading1"/>
      </w:pPr>
      <w:bookmarkStart w:id="33" w:name="_Toc449169102"/>
      <w:r w:rsidRPr="002521F6">
        <w:t>D</w:t>
      </w:r>
      <w:r w:rsidR="00E058DF" w:rsidRPr="002521F6">
        <w:rPr>
          <w:caps w:val="0"/>
        </w:rPr>
        <w:t>ETAILED TEACHING SYLLABUS FOR MODULE 3 – IWRAP MK2</w:t>
      </w:r>
      <w:bookmarkEnd w:id="33"/>
    </w:p>
    <w:p w14:paraId="79D42C19" w14:textId="77777777" w:rsidR="00981FD9" w:rsidRPr="002521F6" w:rsidRDefault="00981FD9" w:rsidP="0035449D">
      <w:pPr>
        <w:pStyle w:val="Headingseparationline-landscape"/>
      </w:pPr>
    </w:p>
    <w:p w14:paraId="08F37B60" w14:textId="218B2788" w:rsidR="00981FD9" w:rsidRPr="002521F6" w:rsidRDefault="00981FD9" w:rsidP="00981FD9">
      <w:pPr>
        <w:pStyle w:val="Tablecaption"/>
      </w:pPr>
      <w:bookmarkStart w:id="34" w:name="_Toc449169123"/>
      <w:r w:rsidRPr="002521F6">
        <w:t xml:space="preserve">Detailed Teaching Syllabus </w:t>
      </w:r>
      <w:r w:rsidR="009046C8" w:rsidRPr="002521F6">
        <w:t xml:space="preserve">- </w:t>
      </w:r>
      <w:r w:rsidRPr="002521F6">
        <w:t>Module 3</w:t>
      </w:r>
      <w:bookmarkEnd w:id="34"/>
    </w:p>
    <w:tbl>
      <w:tblPr>
        <w:tblStyle w:val="TableGrid"/>
        <w:tblW w:w="14148" w:type="dxa"/>
        <w:jc w:val="center"/>
        <w:tblLayout w:type="fixed"/>
        <w:tblLook w:val="04A0" w:firstRow="1" w:lastRow="0" w:firstColumn="1" w:lastColumn="0" w:noHBand="0" w:noVBand="1"/>
      </w:tblPr>
      <w:tblGrid>
        <w:gridCol w:w="562"/>
        <w:gridCol w:w="709"/>
        <w:gridCol w:w="992"/>
        <w:gridCol w:w="5808"/>
        <w:gridCol w:w="713"/>
        <w:gridCol w:w="1984"/>
        <w:gridCol w:w="2707"/>
        <w:gridCol w:w="673"/>
      </w:tblGrid>
      <w:tr w:rsidR="00D836DB" w:rsidRPr="002521F6" w14:paraId="7E3F4E71" w14:textId="77777777" w:rsidTr="007D0C09">
        <w:trPr>
          <w:cantSplit/>
          <w:trHeight w:val="1514"/>
          <w:tblHeader/>
          <w:jc w:val="center"/>
        </w:trPr>
        <w:tc>
          <w:tcPr>
            <w:tcW w:w="562" w:type="dxa"/>
            <w:noWrap/>
            <w:textDirection w:val="btLr"/>
          </w:tcPr>
          <w:p w14:paraId="16750770" w14:textId="77777777" w:rsidR="00981FD9" w:rsidRPr="002521F6" w:rsidRDefault="00981FD9" w:rsidP="00981FD9">
            <w:pPr>
              <w:pStyle w:val="Tableheading"/>
              <w:rPr>
                <w:lang w:val="en-GB"/>
              </w:rPr>
            </w:pPr>
            <w:r w:rsidRPr="002521F6">
              <w:rPr>
                <w:lang w:val="en-GB"/>
              </w:rPr>
              <w:t>Module</w:t>
            </w:r>
          </w:p>
        </w:tc>
        <w:tc>
          <w:tcPr>
            <w:tcW w:w="709" w:type="dxa"/>
            <w:noWrap/>
            <w:textDirection w:val="btLr"/>
          </w:tcPr>
          <w:p w14:paraId="22AB1387" w14:textId="77777777" w:rsidR="00981FD9" w:rsidRPr="002521F6" w:rsidRDefault="00981FD9" w:rsidP="00981FD9">
            <w:pPr>
              <w:pStyle w:val="Tableheading"/>
              <w:rPr>
                <w:lang w:val="en-GB"/>
              </w:rPr>
            </w:pPr>
            <w:r w:rsidRPr="002521F6">
              <w:rPr>
                <w:lang w:val="en-GB"/>
              </w:rPr>
              <w:t>Element</w:t>
            </w:r>
          </w:p>
        </w:tc>
        <w:tc>
          <w:tcPr>
            <w:tcW w:w="992" w:type="dxa"/>
            <w:noWrap/>
            <w:textDirection w:val="btLr"/>
          </w:tcPr>
          <w:p w14:paraId="1818F298" w14:textId="77777777" w:rsidR="00981FD9" w:rsidRPr="002521F6" w:rsidRDefault="00981FD9" w:rsidP="00981FD9">
            <w:pPr>
              <w:pStyle w:val="Tableheading"/>
              <w:rPr>
                <w:lang w:val="en-GB"/>
              </w:rPr>
            </w:pPr>
            <w:r w:rsidRPr="002521F6">
              <w:rPr>
                <w:lang w:val="en-GB"/>
              </w:rPr>
              <w:t>Sub-element</w:t>
            </w:r>
          </w:p>
        </w:tc>
        <w:tc>
          <w:tcPr>
            <w:tcW w:w="5808" w:type="dxa"/>
            <w:noWrap/>
          </w:tcPr>
          <w:p w14:paraId="101F6ED0" w14:textId="77777777" w:rsidR="00981FD9" w:rsidRPr="002521F6" w:rsidRDefault="00981FD9" w:rsidP="00981FD9">
            <w:pPr>
              <w:pStyle w:val="Tableheading"/>
              <w:rPr>
                <w:lang w:val="en-GB"/>
              </w:rPr>
            </w:pPr>
            <w:r w:rsidRPr="002521F6">
              <w:rPr>
                <w:lang w:val="en-GB"/>
              </w:rPr>
              <w:t>Subject</w:t>
            </w:r>
          </w:p>
        </w:tc>
        <w:tc>
          <w:tcPr>
            <w:tcW w:w="713" w:type="dxa"/>
            <w:noWrap/>
            <w:textDirection w:val="btLr"/>
          </w:tcPr>
          <w:p w14:paraId="20EAE0E1" w14:textId="77777777" w:rsidR="00981FD9" w:rsidRPr="002521F6" w:rsidRDefault="00981FD9" w:rsidP="00981FD9">
            <w:pPr>
              <w:pStyle w:val="Tableheading"/>
              <w:rPr>
                <w:lang w:val="en-GB"/>
              </w:rPr>
            </w:pPr>
            <w:r w:rsidRPr="002521F6">
              <w:rPr>
                <w:lang w:val="en-GB"/>
              </w:rPr>
              <w:t>Level of Competence</w:t>
            </w:r>
          </w:p>
        </w:tc>
        <w:tc>
          <w:tcPr>
            <w:tcW w:w="1984" w:type="dxa"/>
            <w:noWrap/>
          </w:tcPr>
          <w:p w14:paraId="6DC1DDDE" w14:textId="77777777" w:rsidR="00981FD9" w:rsidRPr="002521F6" w:rsidRDefault="00981FD9" w:rsidP="00981FD9">
            <w:pPr>
              <w:pStyle w:val="Tableheading"/>
              <w:rPr>
                <w:lang w:val="en-GB"/>
              </w:rPr>
            </w:pPr>
            <w:r w:rsidRPr="002521F6">
              <w:rPr>
                <w:lang w:val="en-GB"/>
              </w:rPr>
              <w:t>Recommended training aids and exercises</w:t>
            </w:r>
          </w:p>
        </w:tc>
        <w:tc>
          <w:tcPr>
            <w:tcW w:w="2707" w:type="dxa"/>
            <w:noWrap/>
          </w:tcPr>
          <w:p w14:paraId="41698E73" w14:textId="77777777" w:rsidR="00981FD9" w:rsidRPr="002521F6" w:rsidRDefault="00981FD9" w:rsidP="00981FD9">
            <w:pPr>
              <w:pStyle w:val="Tableheading"/>
              <w:rPr>
                <w:lang w:val="en-GB"/>
              </w:rPr>
            </w:pPr>
            <w:r w:rsidRPr="002521F6">
              <w:rPr>
                <w:lang w:val="en-GB"/>
              </w:rPr>
              <w:t>References</w:t>
            </w:r>
          </w:p>
          <w:p w14:paraId="098AB4E9" w14:textId="77777777" w:rsidR="00981FD9" w:rsidRPr="002521F6" w:rsidRDefault="00981FD9" w:rsidP="00981FD9">
            <w:pPr>
              <w:pStyle w:val="Tableheading"/>
              <w:rPr>
                <w:lang w:val="en-GB"/>
              </w:rPr>
            </w:pPr>
          </w:p>
          <w:p w14:paraId="294B0E09" w14:textId="77777777" w:rsidR="00981FD9" w:rsidRPr="002521F6" w:rsidRDefault="00981FD9" w:rsidP="00981FD9">
            <w:pPr>
              <w:pStyle w:val="Tableheading"/>
              <w:rPr>
                <w:lang w:val="en-GB"/>
              </w:rPr>
            </w:pPr>
            <w:r w:rsidRPr="002521F6">
              <w:rPr>
                <w:lang w:val="en-GB"/>
              </w:rPr>
              <w:t>Rec = Recommendation</w:t>
            </w:r>
          </w:p>
          <w:p w14:paraId="3F663C5F" w14:textId="77777777" w:rsidR="00981FD9" w:rsidRPr="002521F6" w:rsidRDefault="00981FD9" w:rsidP="00981FD9">
            <w:pPr>
              <w:pStyle w:val="Tableheading"/>
              <w:rPr>
                <w:lang w:val="en-GB"/>
              </w:rPr>
            </w:pPr>
            <w:r w:rsidRPr="002521F6">
              <w:rPr>
                <w:lang w:val="en-GB"/>
              </w:rPr>
              <w:t>GL   = Guideline</w:t>
            </w:r>
          </w:p>
        </w:tc>
        <w:tc>
          <w:tcPr>
            <w:tcW w:w="673" w:type="dxa"/>
            <w:noWrap/>
            <w:textDirection w:val="btLr"/>
          </w:tcPr>
          <w:p w14:paraId="5026DED4" w14:textId="77777777" w:rsidR="00981FD9" w:rsidRPr="002521F6" w:rsidRDefault="00981FD9" w:rsidP="00981FD9">
            <w:pPr>
              <w:pStyle w:val="Tableheading"/>
              <w:rPr>
                <w:lang w:val="en-GB"/>
              </w:rPr>
            </w:pPr>
            <w:r w:rsidRPr="002521F6">
              <w:rPr>
                <w:lang w:val="en-GB"/>
              </w:rPr>
              <w:t>Lecture No.</w:t>
            </w:r>
          </w:p>
        </w:tc>
      </w:tr>
      <w:tr w:rsidR="00981FD9" w:rsidRPr="002521F6" w14:paraId="5B1C04BF" w14:textId="77777777" w:rsidTr="007D0C09">
        <w:trPr>
          <w:jc w:val="center"/>
        </w:trPr>
        <w:tc>
          <w:tcPr>
            <w:tcW w:w="562" w:type="dxa"/>
            <w:noWrap/>
          </w:tcPr>
          <w:p w14:paraId="5DB146AD" w14:textId="77777777" w:rsidR="00981FD9" w:rsidRPr="002521F6" w:rsidRDefault="00981FD9" w:rsidP="00981FD9">
            <w:pPr>
              <w:pStyle w:val="Tabletext"/>
              <w:rPr>
                <w:b/>
                <w:szCs w:val="20"/>
              </w:rPr>
            </w:pPr>
            <w:r w:rsidRPr="002521F6">
              <w:rPr>
                <w:b/>
                <w:szCs w:val="20"/>
              </w:rPr>
              <w:t>3</w:t>
            </w:r>
          </w:p>
        </w:tc>
        <w:tc>
          <w:tcPr>
            <w:tcW w:w="709" w:type="dxa"/>
            <w:shd w:val="clear" w:color="auto" w:fill="00AFAA"/>
            <w:noWrap/>
          </w:tcPr>
          <w:p w14:paraId="74F13DFA" w14:textId="77777777" w:rsidR="00981FD9" w:rsidRPr="002521F6" w:rsidRDefault="00981FD9" w:rsidP="00981FD9">
            <w:pPr>
              <w:pStyle w:val="Tabletext"/>
              <w:rPr>
                <w:b/>
                <w:szCs w:val="20"/>
              </w:rPr>
            </w:pPr>
          </w:p>
        </w:tc>
        <w:tc>
          <w:tcPr>
            <w:tcW w:w="992" w:type="dxa"/>
            <w:vMerge w:val="restart"/>
            <w:shd w:val="clear" w:color="auto" w:fill="00AFAA"/>
            <w:noWrap/>
          </w:tcPr>
          <w:p w14:paraId="65E38592" w14:textId="77777777" w:rsidR="00981FD9" w:rsidRPr="002521F6" w:rsidRDefault="00981FD9" w:rsidP="00981FD9">
            <w:pPr>
              <w:pStyle w:val="Tabletext"/>
              <w:rPr>
                <w:b/>
                <w:szCs w:val="20"/>
              </w:rPr>
            </w:pPr>
          </w:p>
        </w:tc>
        <w:tc>
          <w:tcPr>
            <w:tcW w:w="5808" w:type="dxa"/>
            <w:noWrap/>
          </w:tcPr>
          <w:p w14:paraId="648825A7" w14:textId="77777777" w:rsidR="00981FD9" w:rsidRPr="002521F6" w:rsidRDefault="00981FD9" w:rsidP="00981FD9">
            <w:pPr>
              <w:pStyle w:val="Tabletext"/>
              <w:jc w:val="center"/>
              <w:rPr>
                <w:b/>
                <w:szCs w:val="20"/>
              </w:rPr>
            </w:pPr>
            <w:r w:rsidRPr="002521F6">
              <w:rPr>
                <w:b/>
                <w:szCs w:val="20"/>
              </w:rPr>
              <w:t>IWRAP MK 2</w:t>
            </w:r>
          </w:p>
        </w:tc>
        <w:tc>
          <w:tcPr>
            <w:tcW w:w="6077" w:type="dxa"/>
            <w:gridSpan w:val="4"/>
            <w:vMerge w:val="restart"/>
            <w:shd w:val="clear" w:color="auto" w:fill="00AFAA"/>
            <w:noWrap/>
          </w:tcPr>
          <w:p w14:paraId="25E847ED" w14:textId="77777777" w:rsidR="00981FD9" w:rsidRPr="002521F6" w:rsidRDefault="00981FD9" w:rsidP="009F1315">
            <w:pPr>
              <w:pStyle w:val="Tabletext"/>
              <w:ind w:left="0"/>
              <w:rPr>
                <w:b/>
                <w:szCs w:val="20"/>
              </w:rPr>
            </w:pPr>
          </w:p>
        </w:tc>
      </w:tr>
      <w:tr w:rsidR="00981FD9" w:rsidRPr="002521F6" w14:paraId="3F5F7D28" w14:textId="77777777" w:rsidTr="007D0C09">
        <w:trPr>
          <w:jc w:val="center"/>
        </w:trPr>
        <w:tc>
          <w:tcPr>
            <w:tcW w:w="562" w:type="dxa"/>
            <w:noWrap/>
          </w:tcPr>
          <w:p w14:paraId="5CEEEF53" w14:textId="77777777" w:rsidR="00981FD9" w:rsidRPr="002521F6" w:rsidRDefault="00981FD9" w:rsidP="00981FD9">
            <w:pPr>
              <w:pStyle w:val="Tabletext"/>
              <w:rPr>
                <w:b/>
                <w:szCs w:val="20"/>
              </w:rPr>
            </w:pPr>
          </w:p>
        </w:tc>
        <w:tc>
          <w:tcPr>
            <w:tcW w:w="709" w:type="dxa"/>
            <w:noWrap/>
          </w:tcPr>
          <w:p w14:paraId="5560181F" w14:textId="77777777" w:rsidR="00981FD9" w:rsidRPr="002521F6" w:rsidRDefault="00981FD9" w:rsidP="00981FD9">
            <w:pPr>
              <w:pStyle w:val="Tabletext"/>
              <w:rPr>
                <w:b/>
                <w:szCs w:val="20"/>
              </w:rPr>
            </w:pPr>
            <w:r w:rsidRPr="002521F6">
              <w:rPr>
                <w:b/>
                <w:szCs w:val="20"/>
              </w:rPr>
              <w:t>3.1</w:t>
            </w:r>
          </w:p>
        </w:tc>
        <w:tc>
          <w:tcPr>
            <w:tcW w:w="992" w:type="dxa"/>
            <w:vMerge/>
            <w:shd w:val="clear" w:color="auto" w:fill="D9D9D9" w:themeFill="background1" w:themeFillShade="D9"/>
            <w:noWrap/>
          </w:tcPr>
          <w:p w14:paraId="628A365A" w14:textId="77777777" w:rsidR="00981FD9" w:rsidRPr="002521F6" w:rsidRDefault="00981FD9" w:rsidP="00981FD9">
            <w:pPr>
              <w:pStyle w:val="Tabletext"/>
              <w:rPr>
                <w:b/>
                <w:szCs w:val="20"/>
              </w:rPr>
            </w:pPr>
          </w:p>
        </w:tc>
        <w:tc>
          <w:tcPr>
            <w:tcW w:w="5808" w:type="dxa"/>
            <w:noWrap/>
          </w:tcPr>
          <w:p w14:paraId="6B53F368" w14:textId="77777777" w:rsidR="00981FD9" w:rsidRPr="002521F6" w:rsidRDefault="00981FD9" w:rsidP="00981FD9">
            <w:pPr>
              <w:pStyle w:val="Tabletext"/>
              <w:rPr>
                <w:b/>
                <w:szCs w:val="20"/>
              </w:rPr>
            </w:pPr>
            <w:r w:rsidRPr="002521F6">
              <w:rPr>
                <w:b/>
                <w:szCs w:val="20"/>
              </w:rPr>
              <w:t>Development and Principles</w:t>
            </w:r>
          </w:p>
        </w:tc>
        <w:tc>
          <w:tcPr>
            <w:tcW w:w="6077" w:type="dxa"/>
            <w:gridSpan w:val="4"/>
            <w:vMerge/>
            <w:shd w:val="clear" w:color="auto" w:fill="00AFAA"/>
            <w:noWrap/>
          </w:tcPr>
          <w:p w14:paraId="0EADDF62" w14:textId="77777777" w:rsidR="00981FD9" w:rsidRPr="002521F6" w:rsidRDefault="00981FD9" w:rsidP="00981FD9">
            <w:pPr>
              <w:pStyle w:val="Tabletext"/>
              <w:rPr>
                <w:b/>
                <w:szCs w:val="20"/>
              </w:rPr>
            </w:pPr>
          </w:p>
        </w:tc>
      </w:tr>
      <w:tr w:rsidR="00D836DB" w:rsidRPr="002521F6" w14:paraId="72F765B3" w14:textId="77777777" w:rsidTr="0035449D">
        <w:trPr>
          <w:jc w:val="center"/>
        </w:trPr>
        <w:tc>
          <w:tcPr>
            <w:tcW w:w="562" w:type="dxa"/>
            <w:noWrap/>
          </w:tcPr>
          <w:p w14:paraId="4D51371B" w14:textId="77777777" w:rsidR="00981FD9" w:rsidRPr="002521F6" w:rsidRDefault="00981FD9" w:rsidP="00981FD9">
            <w:pPr>
              <w:pStyle w:val="Tabletext"/>
              <w:rPr>
                <w:szCs w:val="20"/>
              </w:rPr>
            </w:pPr>
          </w:p>
        </w:tc>
        <w:tc>
          <w:tcPr>
            <w:tcW w:w="709" w:type="dxa"/>
            <w:noWrap/>
          </w:tcPr>
          <w:p w14:paraId="3FBBDCE7" w14:textId="77777777" w:rsidR="00981FD9" w:rsidRPr="002521F6" w:rsidRDefault="00981FD9" w:rsidP="00981FD9">
            <w:pPr>
              <w:pStyle w:val="Tabletext"/>
              <w:rPr>
                <w:szCs w:val="20"/>
              </w:rPr>
            </w:pPr>
          </w:p>
        </w:tc>
        <w:tc>
          <w:tcPr>
            <w:tcW w:w="992" w:type="dxa"/>
            <w:noWrap/>
          </w:tcPr>
          <w:p w14:paraId="25165872" w14:textId="77777777" w:rsidR="00981FD9" w:rsidRPr="002521F6" w:rsidRDefault="00981FD9" w:rsidP="00981FD9">
            <w:pPr>
              <w:pStyle w:val="Tabletext"/>
              <w:rPr>
                <w:szCs w:val="20"/>
              </w:rPr>
            </w:pPr>
            <w:r w:rsidRPr="002521F6">
              <w:rPr>
                <w:szCs w:val="20"/>
              </w:rPr>
              <w:t>3.1.1</w:t>
            </w:r>
          </w:p>
        </w:tc>
        <w:tc>
          <w:tcPr>
            <w:tcW w:w="5808" w:type="dxa"/>
            <w:noWrap/>
          </w:tcPr>
          <w:p w14:paraId="654BCEAD" w14:textId="77777777" w:rsidR="00981FD9" w:rsidRPr="002521F6" w:rsidRDefault="00981FD9" w:rsidP="00981FD9">
            <w:pPr>
              <w:pStyle w:val="Tabletext"/>
              <w:jc w:val="right"/>
              <w:rPr>
                <w:szCs w:val="20"/>
              </w:rPr>
            </w:pPr>
            <w:r w:rsidRPr="002521F6">
              <w:rPr>
                <w:szCs w:val="20"/>
              </w:rPr>
              <w:t>Development of IWRAP</w:t>
            </w:r>
          </w:p>
        </w:tc>
        <w:tc>
          <w:tcPr>
            <w:tcW w:w="713" w:type="dxa"/>
            <w:vMerge w:val="restart"/>
            <w:noWrap/>
            <w:vAlign w:val="center"/>
          </w:tcPr>
          <w:p w14:paraId="2844A4B5" w14:textId="77777777" w:rsidR="00981FD9" w:rsidRPr="002521F6" w:rsidRDefault="00981FD9" w:rsidP="0035449D">
            <w:pPr>
              <w:pStyle w:val="Tabletext"/>
              <w:jc w:val="center"/>
              <w:rPr>
                <w:szCs w:val="20"/>
              </w:rPr>
            </w:pPr>
            <w:r w:rsidRPr="002521F6">
              <w:rPr>
                <w:szCs w:val="20"/>
              </w:rPr>
              <w:t>1</w:t>
            </w:r>
          </w:p>
        </w:tc>
        <w:tc>
          <w:tcPr>
            <w:tcW w:w="1984" w:type="dxa"/>
            <w:vMerge w:val="restart"/>
            <w:noWrap/>
          </w:tcPr>
          <w:p w14:paraId="6C6F6FC5" w14:textId="77777777" w:rsidR="00981FD9" w:rsidRPr="002521F6" w:rsidRDefault="00981FD9" w:rsidP="00981FD9">
            <w:pPr>
              <w:pStyle w:val="Tabletext"/>
              <w:rPr>
                <w:szCs w:val="20"/>
              </w:rPr>
            </w:pPr>
          </w:p>
        </w:tc>
        <w:tc>
          <w:tcPr>
            <w:tcW w:w="2707" w:type="dxa"/>
            <w:vMerge w:val="restart"/>
            <w:noWrap/>
          </w:tcPr>
          <w:p w14:paraId="0A1FC55E" w14:textId="044D635A" w:rsidR="00981FD9" w:rsidRPr="002521F6" w:rsidRDefault="00981FD9" w:rsidP="00981FD9">
            <w:pPr>
              <w:pStyle w:val="Tabletext"/>
              <w:rPr>
                <w:szCs w:val="20"/>
              </w:rPr>
            </w:pPr>
            <w:r w:rsidRPr="002521F6">
              <w:rPr>
                <w:szCs w:val="20"/>
              </w:rPr>
              <w:t>I</w:t>
            </w:r>
            <w:r w:rsidR="0035449D" w:rsidRPr="002521F6">
              <w:rPr>
                <w:szCs w:val="20"/>
              </w:rPr>
              <w:t>WRAPM</w:t>
            </w:r>
            <w:r w:rsidRPr="002521F6">
              <w:rPr>
                <w:szCs w:val="20"/>
              </w:rPr>
              <w:t>k2.pdf</w:t>
            </w:r>
          </w:p>
          <w:p w14:paraId="7FE350BB" w14:textId="77777777" w:rsidR="00981FD9" w:rsidRPr="002521F6" w:rsidRDefault="00981FD9" w:rsidP="00981FD9">
            <w:pPr>
              <w:pStyle w:val="Tabletext"/>
              <w:rPr>
                <w:szCs w:val="20"/>
              </w:rPr>
            </w:pPr>
          </w:p>
          <w:p w14:paraId="4E9D0EDE" w14:textId="77777777" w:rsidR="00981FD9" w:rsidRPr="002521F6" w:rsidRDefault="00981FD9" w:rsidP="00981FD9">
            <w:pPr>
              <w:pStyle w:val="Tabletext"/>
              <w:rPr>
                <w:szCs w:val="20"/>
              </w:rPr>
            </w:pPr>
            <w:r w:rsidRPr="002521F6">
              <w:rPr>
                <w:szCs w:val="20"/>
              </w:rPr>
              <w:t>IWRAP Theory Handbook (pdf)</w:t>
            </w:r>
          </w:p>
        </w:tc>
        <w:tc>
          <w:tcPr>
            <w:tcW w:w="673" w:type="dxa"/>
            <w:vMerge w:val="restart"/>
            <w:noWrap/>
            <w:vAlign w:val="center"/>
          </w:tcPr>
          <w:p w14:paraId="7A503B14" w14:textId="77777777" w:rsidR="00981FD9" w:rsidRPr="002521F6" w:rsidRDefault="00981FD9" w:rsidP="0035449D">
            <w:pPr>
              <w:pStyle w:val="Tabletext"/>
              <w:jc w:val="center"/>
              <w:rPr>
                <w:szCs w:val="20"/>
              </w:rPr>
            </w:pPr>
            <w:r w:rsidRPr="002521F6">
              <w:rPr>
                <w:szCs w:val="20"/>
              </w:rPr>
              <w:t>6</w:t>
            </w:r>
          </w:p>
        </w:tc>
      </w:tr>
      <w:tr w:rsidR="00D836DB" w:rsidRPr="002521F6" w14:paraId="2AA461B0" w14:textId="77777777" w:rsidTr="0035449D">
        <w:trPr>
          <w:jc w:val="center"/>
        </w:trPr>
        <w:tc>
          <w:tcPr>
            <w:tcW w:w="562" w:type="dxa"/>
            <w:noWrap/>
          </w:tcPr>
          <w:p w14:paraId="1805728D" w14:textId="77777777" w:rsidR="00981FD9" w:rsidRPr="002521F6" w:rsidRDefault="00981FD9" w:rsidP="00981FD9">
            <w:pPr>
              <w:pStyle w:val="Tabletext"/>
              <w:rPr>
                <w:szCs w:val="20"/>
              </w:rPr>
            </w:pPr>
          </w:p>
        </w:tc>
        <w:tc>
          <w:tcPr>
            <w:tcW w:w="709" w:type="dxa"/>
            <w:noWrap/>
          </w:tcPr>
          <w:p w14:paraId="24083BB4" w14:textId="77777777" w:rsidR="00981FD9" w:rsidRPr="002521F6" w:rsidRDefault="00981FD9" w:rsidP="00981FD9">
            <w:pPr>
              <w:pStyle w:val="Tabletext"/>
              <w:rPr>
                <w:szCs w:val="20"/>
              </w:rPr>
            </w:pPr>
          </w:p>
        </w:tc>
        <w:tc>
          <w:tcPr>
            <w:tcW w:w="992" w:type="dxa"/>
            <w:noWrap/>
          </w:tcPr>
          <w:p w14:paraId="6AE72FDF" w14:textId="77777777" w:rsidR="00981FD9" w:rsidRPr="002521F6" w:rsidRDefault="00981FD9" w:rsidP="00981FD9">
            <w:pPr>
              <w:pStyle w:val="Tabletext"/>
              <w:rPr>
                <w:szCs w:val="20"/>
              </w:rPr>
            </w:pPr>
            <w:r w:rsidRPr="002521F6">
              <w:rPr>
                <w:szCs w:val="20"/>
              </w:rPr>
              <w:t>3.1.2.</w:t>
            </w:r>
          </w:p>
        </w:tc>
        <w:tc>
          <w:tcPr>
            <w:tcW w:w="5808" w:type="dxa"/>
            <w:noWrap/>
          </w:tcPr>
          <w:p w14:paraId="422462CA" w14:textId="77777777" w:rsidR="00981FD9" w:rsidRPr="002521F6" w:rsidRDefault="00981FD9" w:rsidP="00981FD9">
            <w:pPr>
              <w:pStyle w:val="Tabletext"/>
              <w:jc w:val="right"/>
              <w:rPr>
                <w:szCs w:val="20"/>
              </w:rPr>
            </w:pPr>
            <w:r w:rsidRPr="002521F6">
              <w:rPr>
                <w:szCs w:val="20"/>
              </w:rPr>
              <w:t>Basic and commercial licences</w:t>
            </w:r>
          </w:p>
        </w:tc>
        <w:tc>
          <w:tcPr>
            <w:tcW w:w="713" w:type="dxa"/>
            <w:vMerge/>
            <w:noWrap/>
            <w:vAlign w:val="center"/>
          </w:tcPr>
          <w:p w14:paraId="08EEC510" w14:textId="77777777" w:rsidR="00981FD9" w:rsidRPr="002521F6" w:rsidRDefault="00981FD9" w:rsidP="0035449D">
            <w:pPr>
              <w:pStyle w:val="Tabletext"/>
              <w:jc w:val="center"/>
              <w:rPr>
                <w:szCs w:val="20"/>
              </w:rPr>
            </w:pPr>
          </w:p>
        </w:tc>
        <w:tc>
          <w:tcPr>
            <w:tcW w:w="1984" w:type="dxa"/>
            <w:vMerge/>
            <w:noWrap/>
          </w:tcPr>
          <w:p w14:paraId="4B0ABCF2" w14:textId="77777777" w:rsidR="00981FD9" w:rsidRPr="002521F6" w:rsidRDefault="00981FD9" w:rsidP="00981FD9">
            <w:pPr>
              <w:pStyle w:val="Tabletext"/>
              <w:rPr>
                <w:szCs w:val="20"/>
              </w:rPr>
            </w:pPr>
          </w:p>
        </w:tc>
        <w:tc>
          <w:tcPr>
            <w:tcW w:w="2707" w:type="dxa"/>
            <w:vMerge/>
            <w:noWrap/>
          </w:tcPr>
          <w:p w14:paraId="75FF6A59" w14:textId="77777777" w:rsidR="00981FD9" w:rsidRPr="002521F6" w:rsidRDefault="00981FD9" w:rsidP="00981FD9">
            <w:pPr>
              <w:pStyle w:val="Tabletext"/>
              <w:rPr>
                <w:szCs w:val="20"/>
              </w:rPr>
            </w:pPr>
          </w:p>
        </w:tc>
        <w:tc>
          <w:tcPr>
            <w:tcW w:w="673" w:type="dxa"/>
            <w:vMerge/>
            <w:noWrap/>
          </w:tcPr>
          <w:p w14:paraId="629FE1C0" w14:textId="77777777" w:rsidR="00981FD9" w:rsidRPr="002521F6" w:rsidRDefault="00981FD9" w:rsidP="00981FD9">
            <w:pPr>
              <w:pStyle w:val="Tabletext"/>
              <w:rPr>
                <w:szCs w:val="20"/>
              </w:rPr>
            </w:pPr>
          </w:p>
        </w:tc>
      </w:tr>
      <w:tr w:rsidR="00D836DB" w:rsidRPr="002521F6" w14:paraId="5A3CCF8E" w14:textId="77777777" w:rsidTr="0035449D">
        <w:trPr>
          <w:jc w:val="center"/>
        </w:trPr>
        <w:tc>
          <w:tcPr>
            <w:tcW w:w="562" w:type="dxa"/>
            <w:noWrap/>
          </w:tcPr>
          <w:p w14:paraId="7F4455BB" w14:textId="77777777" w:rsidR="00981FD9" w:rsidRPr="002521F6" w:rsidRDefault="00981FD9" w:rsidP="00981FD9">
            <w:pPr>
              <w:pStyle w:val="Tabletext"/>
              <w:rPr>
                <w:szCs w:val="20"/>
              </w:rPr>
            </w:pPr>
          </w:p>
        </w:tc>
        <w:tc>
          <w:tcPr>
            <w:tcW w:w="709" w:type="dxa"/>
            <w:noWrap/>
          </w:tcPr>
          <w:p w14:paraId="7B99DAFF" w14:textId="77777777" w:rsidR="00981FD9" w:rsidRPr="002521F6" w:rsidRDefault="00981FD9" w:rsidP="00981FD9">
            <w:pPr>
              <w:pStyle w:val="Tabletext"/>
              <w:rPr>
                <w:szCs w:val="20"/>
              </w:rPr>
            </w:pPr>
          </w:p>
        </w:tc>
        <w:tc>
          <w:tcPr>
            <w:tcW w:w="992" w:type="dxa"/>
            <w:noWrap/>
          </w:tcPr>
          <w:p w14:paraId="58735069" w14:textId="77777777" w:rsidR="00981FD9" w:rsidRPr="002521F6" w:rsidRDefault="00981FD9" w:rsidP="00981FD9">
            <w:pPr>
              <w:pStyle w:val="Tabletext"/>
              <w:rPr>
                <w:szCs w:val="20"/>
              </w:rPr>
            </w:pPr>
            <w:r w:rsidRPr="002521F6">
              <w:rPr>
                <w:szCs w:val="20"/>
              </w:rPr>
              <w:t>3.1.3</w:t>
            </w:r>
          </w:p>
        </w:tc>
        <w:tc>
          <w:tcPr>
            <w:tcW w:w="5808" w:type="dxa"/>
            <w:noWrap/>
          </w:tcPr>
          <w:p w14:paraId="5AE0BC03" w14:textId="77777777" w:rsidR="00981FD9" w:rsidRPr="002521F6" w:rsidRDefault="00981FD9" w:rsidP="00981FD9">
            <w:pPr>
              <w:pStyle w:val="Tabletext"/>
              <w:jc w:val="right"/>
              <w:rPr>
                <w:szCs w:val="20"/>
              </w:rPr>
            </w:pPr>
            <w:r w:rsidRPr="002521F6">
              <w:rPr>
                <w:szCs w:val="20"/>
              </w:rPr>
              <w:t>Theory behind the probability model</w:t>
            </w:r>
          </w:p>
        </w:tc>
        <w:tc>
          <w:tcPr>
            <w:tcW w:w="713" w:type="dxa"/>
            <w:vMerge/>
            <w:noWrap/>
            <w:vAlign w:val="center"/>
          </w:tcPr>
          <w:p w14:paraId="7A99A032" w14:textId="77777777" w:rsidR="00981FD9" w:rsidRPr="002521F6" w:rsidRDefault="00981FD9" w:rsidP="0035449D">
            <w:pPr>
              <w:pStyle w:val="Tabletext"/>
              <w:jc w:val="center"/>
              <w:rPr>
                <w:szCs w:val="20"/>
              </w:rPr>
            </w:pPr>
          </w:p>
        </w:tc>
        <w:tc>
          <w:tcPr>
            <w:tcW w:w="1984" w:type="dxa"/>
            <w:vMerge/>
            <w:noWrap/>
          </w:tcPr>
          <w:p w14:paraId="72A38796" w14:textId="77777777" w:rsidR="00981FD9" w:rsidRPr="002521F6" w:rsidRDefault="00981FD9" w:rsidP="00981FD9">
            <w:pPr>
              <w:pStyle w:val="Tabletext"/>
              <w:rPr>
                <w:szCs w:val="20"/>
              </w:rPr>
            </w:pPr>
          </w:p>
        </w:tc>
        <w:tc>
          <w:tcPr>
            <w:tcW w:w="2707" w:type="dxa"/>
            <w:vMerge/>
            <w:noWrap/>
          </w:tcPr>
          <w:p w14:paraId="06957537" w14:textId="77777777" w:rsidR="00981FD9" w:rsidRPr="002521F6" w:rsidRDefault="00981FD9" w:rsidP="00981FD9">
            <w:pPr>
              <w:pStyle w:val="Tabletext"/>
              <w:rPr>
                <w:szCs w:val="20"/>
              </w:rPr>
            </w:pPr>
          </w:p>
        </w:tc>
        <w:tc>
          <w:tcPr>
            <w:tcW w:w="673" w:type="dxa"/>
            <w:vMerge/>
            <w:noWrap/>
          </w:tcPr>
          <w:p w14:paraId="2EBE6BDD" w14:textId="77777777" w:rsidR="00981FD9" w:rsidRPr="002521F6" w:rsidRDefault="00981FD9" w:rsidP="00981FD9">
            <w:pPr>
              <w:pStyle w:val="Tabletext"/>
              <w:rPr>
                <w:szCs w:val="20"/>
              </w:rPr>
            </w:pPr>
          </w:p>
        </w:tc>
      </w:tr>
      <w:tr w:rsidR="00D836DB" w:rsidRPr="002521F6" w14:paraId="6E36B348" w14:textId="77777777" w:rsidTr="0035449D">
        <w:trPr>
          <w:jc w:val="center"/>
        </w:trPr>
        <w:tc>
          <w:tcPr>
            <w:tcW w:w="562" w:type="dxa"/>
            <w:noWrap/>
          </w:tcPr>
          <w:p w14:paraId="69F3655B" w14:textId="77777777" w:rsidR="00981FD9" w:rsidRPr="002521F6" w:rsidRDefault="00981FD9" w:rsidP="00981FD9">
            <w:pPr>
              <w:pStyle w:val="Tabletext"/>
              <w:rPr>
                <w:szCs w:val="20"/>
              </w:rPr>
            </w:pPr>
          </w:p>
        </w:tc>
        <w:tc>
          <w:tcPr>
            <w:tcW w:w="709" w:type="dxa"/>
            <w:noWrap/>
          </w:tcPr>
          <w:p w14:paraId="39844E0B" w14:textId="77777777" w:rsidR="00981FD9" w:rsidRPr="002521F6" w:rsidRDefault="00981FD9" w:rsidP="00981FD9">
            <w:pPr>
              <w:pStyle w:val="Tabletext"/>
              <w:rPr>
                <w:szCs w:val="20"/>
              </w:rPr>
            </w:pPr>
          </w:p>
        </w:tc>
        <w:tc>
          <w:tcPr>
            <w:tcW w:w="992" w:type="dxa"/>
            <w:noWrap/>
          </w:tcPr>
          <w:p w14:paraId="23B2CABF" w14:textId="77777777" w:rsidR="00981FD9" w:rsidRPr="002521F6" w:rsidRDefault="00981FD9" w:rsidP="00981FD9">
            <w:pPr>
              <w:pStyle w:val="Tabletext"/>
              <w:rPr>
                <w:szCs w:val="20"/>
              </w:rPr>
            </w:pPr>
            <w:r w:rsidRPr="002521F6">
              <w:rPr>
                <w:szCs w:val="20"/>
              </w:rPr>
              <w:t>3.1.4</w:t>
            </w:r>
          </w:p>
        </w:tc>
        <w:tc>
          <w:tcPr>
            <w:tcW w:w="5808" w:type="dxa"/>
            <w:noWrap/>
          </w:tcPr>
          <w:p w14:paraId="1D18D78F" w14:textId="77777777" w:rsidR="00981FD9" w:rsidRPr="002521F6" w:rsidRDefault="00981FD9" w:rsidP="00981FD9">
            <w:pPr>
              <w:pStyle w:val="Tabletext"/>
              <w:jc w:val="right"/>
              <w:rPr>
                <w:szCs w:val="20"/>
              </w:rPr>
            </w:pPr>
            <w:r w:rsidRPr="002521F6">
              <w:rPr>
                <w:szCs w:val="20"/>
              </w:rPr>
              <w:t>Lateral probability distributions</w:t>
            </w:r>
          </w:p>
        </w:tc>
        <w:tc>
          <w:tcPr>
            <w:tcW w:w="713" w:type="dxa"/>
            <w:noWrap/>
            <w:vAlign w:val="center"/>
          </w:tcPr>
          <w:p w14:paraId="5D123814" w14:textId="77777777" w:rsidR="00981FD9" w:rsidRPr="002521F6" w:rsidRDefault="00981FD9" w:rsidP="0035449D">
            <w:pPr>
              <w:pStyle w:val="Tabletext"/>
              <w:jc w:val="center"/>
              <w:rPr>
                <w:szCs w:val="20"/>
              </w:rPr>
            </w:pPr>
            <w:r w:rsidRPr="002521F6">
              <w:rPr>
                <w:szCs w:val="20"/>
              </w:rPr>
              <w:t>2</w:t>
            </w:r>
          </w:p>
        </w:tc>
        <w:tc>
          <w:tcPr>
            <w:tcW w:w="1984" w:type="dxa"/>
            <w:vMerge/>
            <w:noWrap/>
          </w:tcPr>
          <w:p w14:paraId="1EFE3AC6" w14:textId="77777777" w:rsidR="00981FD9" w:rsidRPr="002521F6" w:rsidRDefault="00981FD9" w:rsidP="00981FD9">
            <w:pPr>
              <w:pStyle w:val="Tabletext"/>
              <w:rPr>
                <w:szCs w:val="20"/>
              </w:rPr>
            </w:pPr>
          </w:p>
        </w:tc>
        <w:tc>
          <w:tcPr>
            <w:tcW w:w="2707" w:type="dxa"/>
            <w:vMerge/>
            <w:noWrap/>
          </w:tcPr>
          <w:p w14:paraId="1A2179CD" w14:textId="77777777" w:rsidR="00981FD9" w:rsidRPr="002521F6" w:rsidRDefault="00981FD9" w:rsidP="00981FD9">
            <w:pPr>
              <w:pStyle w:val="Tabletext"/>
              <w:rPr>
                <w:szCs w:val="20"/>
              </w:rPr>
            </w:pPr>
          </w:p>
        </w:tc>
        <w:tc>
          <w:tcPr>
            <w:tcW w:w="673" w:type="dxa"/>
            <w:vMerge/>
            <w:noWrap/>
          </w:tcPr>
          <w:p w14:paraId="114A65F9" w14:textId="77777777" w:rsidR="00981FD9" w:rsidRPr="002521F6" w:rsidRDefault="00981FD9" w:rsidP="00981FD9">
            <w:pPr>
              <w:pStyle w:val="Tabletext"/>
              <w:rPr>
                <w:szCs w:val="20"/>
              </w:rPr>
            </w:pPr>
          </w:p>
        </w:tc>
      </w:tr>
      <w:tr w:rsidR="00D836DB" w:rsidRPr="002521F6" w14:paraId="26B088BB" w14:textId="77777777" w:rsidTr="0035449D">
        <w:trPr>
          <w:jc w:val="center"/>
        </w:trPr>
        <w:tc>
          <w:tcPr>
            <w:tcW w:w="562" w:type="dxa"/>
            <w:noWrap/>
          </w:tcPr>
          <w:p w14:paraId="4388C957" w14:textId="77777777" w:rsidR="00981FD9" w:rsidRPr="002521F6" w:rsidRDefault="00981FD9" w:rsidP="00981FD9">
            <w:pPr>
              <w:pStyle w:val="Tabletext"/>
              <w:rPr>
                <w:szCs w:val="20"/>
              </w:rPr>
            </w:pPr>
          </w:p>
        </w:tc>
        <w:tc>
          <w:tcPr>
            <w:tcW w:w="709" w:type="dxa"/>
            <w:noWrap/>
          </w:tcPr>
          <w:p w14:paraId="71A0F5EE" w14:textId="77777777" w:rsidR="00981FD9" w:rsidRPr="002521F6" w:rsidRDefault="00981FD9" w:rsidP="00981FD9">
            <w:pPr>
              <w:pStyle w:val="Tabletext"/>
              <w:rPr>
                <w:szCs w:val="20"/>
              </w:rPr>
            </w:pPr>
          </w:p>
        </w:tc>
        <w:tc>
          <w:tcPr>
            <w:tcW w:w="992" w:type="dxa"/>
            <w:noWrap/>
          </w:tcPr>
          <w:p w14:paraId="470797CF" w14:textId="77777777" w:rsidR="00981FD9" w:rsidRPr="002521F6" w:rsidRDefault="00981FD9" w:rsidP="00981FD9">
            <w:pPr>
              <w:pStyle w:val="Tabletext"/>
              <w:rPr>
                <w:szCs w:val="20"/>
              </w:rPr>
            </w:pPr>
            <w:r w:rsidRPr="002521F6">
              <w:rPr>
                <w:szCs w:val="20"/>
              </w:rPr>
              <w:t>3.1.5</w:t>
            </w:r>
          </w:p>
        </w:tc>
        <w:tc>
          <w:tcPr>
            <w:tcW w:w="5808" w:type="dxa"/>
            <w:noWrap/>
          </w:tcPr>
          <w:p w14:paraId="0957ACDB" w14:textId="77777777" w:rsidR="00981FD9" w:rsidRPr="002521F6" w:rsidRDefault="00981FD9" w:rsidP="00981FD9">
            <w:pPr>
              <w:pStyle w:val="Tabletext"/>
              <w:jc w:val="right"/>
              <w:rPr>
                <w:szCs w:val="20"/>
              </w:rPr>
            </w:pPr>
            <w:r w:rsidRPr="002521F6">
              <w:rPr>
                <w:szCs w:val="20"/>
              </w:rPr>
              <w:t>Causation factors</w:t>
            </w:r>
          </w:p>
        </w:tc>
        <w:tc>
          <w:tcPr>
            <w:tcW w:w="713" w:type="dxa"/>
            <w:noWrap/>
            <w:vAlign w:val="center"/>
          </w:tcPr>
          <w:p w14:paraId="038EFA12" w14:textId="77777777" w:rsidR="00981FD9" w:rsidRPr="002521F6" w:rsidRDefault="00981FD9" w:rsidP="0035449D">
            <w:pPr>
              <w:pStyle w:val="Tabletext"/>
              <w:jc w:val="center"/>
              <w:rPr>
                <w:szCs w:val="20"/>
              </w:rPr>
            </w:pPr>
            <w:r w:rsidRPr="002521F6">
              <w:rPr>
                <w:szCs w:val="20"/>
              </w:rPr>
              <w:t>1</w:t>
            </w:r>
          </w:p>
        </w:tc>
        <w:tc>
          <w:tcPr>
            <w:tcW w:w="1984" w:type="dxa"/>
            <w:vMerge/>
            <w:noWrap/>
          </w:tcPr>
          <w:p w14:paraId="1F1C33F9" w14:textId="77777777" w:rsidR="00981FD9" w:rsidRPr="002521F6" w:rsidRDefault="00981FD9" w:rsidP="00981FD9">
            <w:pPr>
              <w:pStyle w:val="Tabletext"/>
              <w:rPr>
                <w:szCs w:val="20"/>
              </w:rPr>
            </w:pPr>
          </w:p>
        </w:tc>
        <w:tc>
          <w:tcPr>
            <w:tcW w:w="2707" w:type="dxa"/>
            <w:vMerge/>
            <w:noWrap/>
          </w:tcPr>
          <w:p w14:paraId="18028A1C" w14:textId="77777777" w:rsidR="00981FD9" w:rsidRPr="002521F6" w:rsidRDefault="00981FD9" w:rsidP="00981FD9">
            <w:pPr>
              <w:pStyle w:val="Tabletext"/>
              <w:rPr>
                <w:szCs w:val="20"/>
              </w:rPr>
            </w:pPr>
          </w:p>
        </w:tc>
        <w:tc>
          <w:tcPr>
            <w:tcW w:w="673" w:type="dxa"/>
            <w:vMerge/>
            <w:noWrap/>
          </w:tcPr>
          <w:p w14:paraId="347925EB" w14:textId="77777777" w:rsidR="00981FD9" w:rsidRPr="002521F6" w:rsidRDefault="00981FD9" w:rsidP="00981FD9">
            <w:pPr>
              <w:pStyle w:val="Tabletext"/>
              <w:rPr>
                <w:szCs w:val="20"/>
              </w:rPr>
            </w:pPr>
          </w:p>
        </w:tc>
      </w:tr>
      <w:tr w:rsidR="00D836DB" w:rsidRPr="002521F6" w14:paraId="66B07558" w14:textId="77777777" w:rsidTr="0035449D">
        <w:trPr>
          <w:jc w:val="center"/>
        </w:trPr>
        <w:tc>
          <w:tcPr>
            <w:tcW w:w="562" w:type="dxa"/>
            <w:noWrap/>
          </w:tcPr>
          <w:p w14:paraId="5D7A3809" w14:textId="77777777" w:rsidR="00981FD9" w:rsidRPr="002521F6" w:rsidRDefault="00981FD9" w:rsidP="00981FD9">
            <w:pPr>
              <w:pStyle w:val="Tabletext"/>
              <w:rPr>
                <w:b/>
                <w:szCs w:val="20"/>
              </w:rPr>
            </w:pPr>
          </w:p>
        </w:tc>
        <w:tc>
          <w:tcPr>
            <w:tcW w:w="709" w:type="dxa"/>
            <w:noWrap/>
          </w:tcPr>
          <w:p w14:paraId="34C4A3C3" w14:textId="77777777" w:rsidR="00981FD9" w:rsidRPr="002521F6" w:rsidRDefault="00981FD9" w:rsidP="00981FD9">
            <w:pPr>
              <w:pStyle w:val="Tabletext"/>
              <w:rPr>
                <w:b/>
                <w:szCs w:val="20"/>
              </w:rPr>
            </w:pPr>
            <w:r w:rsidRPr="002521F6">
              <w:rPr>
                <w:b/>
                <w:szCs w:val="20"/>
              </w:rPr>
              <w:t>3.2</w:t>
            </w:r>
          </w:p>
        </w:tc>
        <w:tc>
          <w:tcPr>
            <w:tcW w:w="992" w:type="dxa"/>
            <w:shd w:val="clear" w:color="auto" w:fill="00AFAA"/>
            <w:noWrap/>
          </w:tcPr>
          <w:p w14:paraId="76CB384B" w14:textId="77777777" w:rsidR="00981FD9" w:rsidRPr="002521F6" w:rsidRDefault="00981FD9" w:rsidP="00981FD9">
            <w:pPr>
              <w:pStyle w:val="Tabletext"/>
              <w:rPr>
                <w:b/>
                <w:szCs w:val="20"/>
              </w:rPr>
            </w:pPr>
          </w:p>
        </w:tc>
        <w:tc>
          <w:tcPr>
            <w:tcW w:w="5808" w:type="dxa"/>
            <w:noWrap/>
          </w:tcPr>
          <w:p w14:paraId="6D3B87E2" w14:textId="77777777" w:rsidR="00981FD9" w:rsidRPr="002521F6" w:rsidRDefault="00981FD9" w:rsidP="00981FD9">
            <w:pPr>
              <w:pStyle w:val="Tabletext"/>
              <w:rPr>
                <w:b/>
                <w:szCs w:val="20"/>
              </w:rPr>
            </w:pPr>
            <w:r w:rsidRPr="002521F6">
              <w:rPr>
                <w:b/>
                <w:szCs w:val="20"/>
              </w:rPr>
              <w:t>IWRAP Incident Scenarios</w:t>
            </w:r>
          </w:p>
        </w:tc>
        <w:tc>
          <w:tcPr>
            <w:tcW w:w="713" w:type="dxa"/>
            <w:shd w:val="clear" w:color="auto" w:fill="00AFAA"/>
            <w:noWrap/>
            <w:vAlign w:val="center"/>
          </w:tcPr>
          <w:p w14:paraId="1FD8E602" w14:textId="77777777" w:rsidR="00981FD9" w:rsidRPr="002521F6" w:rsidRDefault="00981FD9" w:rsidP="0035449D">
            <w:pPr>
              <w:pStyle w:val="Tabletext"/>
              <w:jc w:val="center"/>
              <w:rPr>
                <w:b/>
                <w:szCs w:val="20"/>
              </w:rPr>
            </w:pPr>
          </w:p>
        </w:tc>
        <w:tc>
          <w:tcPr>
            <w:tcW w:w="1984" w:type="dxa"/>
            <w:vMerge/>
            <w:noWrap/>
          </w:tcPr>
          <w:p w14:paraId="5EFCACC5" w14:textId="77777777" w:rsidR="00981FD9" w:rsidRPr="002521F6" w:rsidRDefault="00981FD9" w:rsidP="00981FD9">
            <w:pPr>
              <w:pStyle w:val="Tabletext"/>
              <w:rPr>
                <w:b/>
                <w:szCs w:val="20"/>
              </w:rPr>
            </w:pPr>
          </w:p>
        </w:tc>
        <w:tc>
          <w:tcPr>
            <w:tcW w:w="2707" w:type="dxa"/>
            <w:vMerge/>
            <w:noWrap/>
          </w:tcPr>
          <w:p w14:paraId="1E7CFDCD" w14:textId="77777777" w:rsidR="00981FD9" w:rsidRPr="002521F6" w:rsidRDefault="00981FD9" w:rsidP="00981FD9">
            <w:pPr>
              <w:pStyle w:val="Tabletext"/>
              <w:rPr>
                <w:b/>
                <w:szCs w:val="20"/>
              </w:rPr>
            </w:pPr>
          </w:p>
        </w:tc>
        <w:tc>
          <w:tcPr>
            <w:tcW w:w="673" w:type="dxa"/>
            <w:vMerge/>
            <w:noWrap/>
          </w:tcPr>
          <w:p w14:paraId="3C215B18" w14:textId="77777777" w:rsidR="00981FD9" w:rsidRPr="002521F6" w:rsidRDefault="00981FD9" w:rsidP="00981FD9">
            <w:pPr>
              <w:pStyle w:val="Tabletext"/>
              <w:rPr>
                <w:b/>
                <w:szCs w:val="20"/>
              </w:rPr>
            </w:pPr>
          </w:p>
        </w:tc>
      </w:tr>
      <w:tr w:rsidR="00D836DB" w:rsidRPr="002521F6" w14:paraId="5DAC5982" w14:textId="77777777" w:rsidTr="0035449D">
        <w:trPr>
          <w:jc w:val="center"/>
        </w:trPr>
        <w:tc>
          <w:tcPr>
            <w:tcW w:w="562" w:type="dxa"/>
            <w:noWrap/>
          </w:tcPr>
          <w:p w14:paraId="1A9291B4" w14:textId="77777777" w:rsidR="00981FD9" w:rsidRPr="002521F6" w:rsidRDefault="00981FD9" w:rsidP="00981FD9">
            <w:pPr>
              <w:pStyle w:val="Tabletext"/>
              <w:rPr>
                <w:szCs w:val="20"/>
              </w:rPr>
            </w:pPr>
          </w:p>
        </w:tc>
        <w:tc>
          <w:tcPr>
            <w:tcW w:w="709" w:type="dxa"/>
            <w:noWrap/>
          </w:tcPr>
          <w:p w14:paraId="03EC6CFA" w14:textId="77777777" w:rsidR="00981FD9" w:rsidRPr="002521F6" w:rsidRDefault="00981FD9" w:rsidP="00981FD9">
            <w:pPr>
              <w:pStyle w:val="Tabletext"/>
              <w:rPr>
                <w:szCs w:val="20"/>
              </w:rPr>
            </w:pPr>
          </w:p>
        </w:tc>
        <w:tc>
          <w:tcPr>
            <w:tcW w:w="992" w:type="dxa"/>
            <w:noWrap/>
          </w:tcPr>
          <w:p w14:paraId="201D6A58" w14:textId="77777777" w:rsidR="00981FD9" w:rsidRPr="002521F6" w:rsidRDefault="00981FD9" w:rsidP="00981FD9">
            <w:pPr>
              <w:pStyle w:val="Tabletext"/>
              <w:rPr>
                <w:szCs w:val="20"/>
              </w:rPr>
            </w:pPr>
            <w:r w:rsidRPr="002521F6">
              <w:rPr>
                <w:szCs w:val="20"/>
              </w:rPr>
              <w:t>3.2.1</w:t>
            </w:r>
          </w:p>
        </w:tc>
        <w:tc>
          <w:tcPr>
            <w:tcW w:w="5808" w:type="dxa"/>
            <w:noWrap/>
          </w:tcPr>
          <w:p w14:paraId="23857C4D" w14:textId="77777777" w:rsidR="00981FD9" w:rsidRPr="002521F6" w:rsidRDefault="00981FD9" w:rsidP="00981FD9">
            <w:pPr>
              <w:pStyle w:val="Tabletext"/>
              <w:jc w:val="right"/>
              <w:rPr>
                <w:szCs w:val="20"/>
              </w:rPr>
            </w:pPr>
            <w:r w:rsidRPr="002521F6">
              <w:rPr>
                <w:szCs w:val="20"/>
              </w:rPr>
              <w:t>Grounding scenarios</w:t>
            </w:r>
          </w:p>
        </w:tc>
        <w:tc>
          <w:tcPr>
            <w:tcW w:w="713" w:type="dxa"/>
            <w:vMerge w:val="restart"/>
            <w:noWrap/>
            <w:vAlign w:val="center"/>
          </w:tcPr>
          <w:p w14:paraId="52FE50A4" w14:textId="77777777" w:rsidR="00981FD9" w:rsidRPr="002521F6" w:rsidRDefault="00981FD9" w:rsidP="0035449D">
            <w:pPr>
              <w:pStyle w:val="Tabletext"/>
              <w:jc w:val="center"/>
              <w:rPr>
                <w:szCs w:val="20"/>
              </w:rPr>
            </w:pPr>
            <w:r w:rsidRPr="002521F6">
              <w:rPr>
                <w:szCs w:val="20"/>
              </w:rPr>
              <w:t>2</w:t>
            </w:r>
          </w:p>
        </w:tc>
        <w:tc>
          <w:tcPr>
            <w:tcW w:w="1984" w:type="dxa"/>
            <w:vMerge/>
            <w:noWrap/>
          </w:tcPr>
          <w:p w14:paraId="0168860A" w14:textId="77777777" w:rsidR="00981FD9" w:rsidRPr="002521F6" w:rsidRDefault="00981FD9" w:rsidP="00981FD9">
            <w:pPr>
              <w:pStyle w:val="Tabletext"/>
              <w:rPr>
                <w:szCs w:val="20"/>
              </w:rPr>
            </w:pPr>
          </w:p>
        </w:tc>
        <w:tc>
          <w:tcPr>
            <w:tcW w:w="2707" w:type="dxa"/>
            <w:vMerge/>
            <w:noWrap/>
          </w:tcPr>
          <w:p w14:paraId="21EAD4AC" w14:textId="77777777" w:rsidR="00981FD9" w:rsidRPr="002521F6" w:rsidRDefault="00981FD9" w:rsidP="00981FD9">
            <w:pPr>
              <w:pStyle w:val="Tabletext"/>
              <w:rPr>
                <w:szCs w:val="20"/>
              </w:rPr>
            </w:pPr>
          </w:p>
        </w:tc>
        <w:tc>
          <w:tcPr>
            <w:tcW w:w="673" w:type="dxa"/>
            <w:vMerge/>
            <w:noWrap/>
          </w:tcPr>
          <w:p w14:paraId="48ED9650" w14:textId="77777777" w:rsidR="00981FD9" w:rsidRPr="002521F6" w:rsidRDefault="00981FD9" w:rsidP="00981FD9">
            <w:pPr>
              <w:pStyle w:val="Tabletext"/>
              <w:rPr>
                <w:szCs w:val="20"/>
              </w:rPr>
            </w:pPr>
          </w:p>
        </w:tc>
      </w:tr>
      <w:tr w:rsidR="00D836DB" w:rsidRPr="002521F6" w14:paraId="27C7000A" w14:textId="77777777" w:rsidTr="007D0C09">
        <w:trPr>
          <w:jc w:val="center"/>
        </w:trPr>
        <w:tc>
          <w:tcPr>
            <w:tcW w:w="562" w:type="dxa"/>
            <w:tcBorders>
              <w:bottom w:val="single" w:sz="4" w:space="0" w:color="auto"/>
            </w:tcBorders>
            <w:noWrap/>
          </w:tcPr>
          <w:p w14:paraId="37F2BBAD" w14:textId="77777777" w:rsidR="00981FD9" w:rsidRPr="002521F6" w:rsidRDefault="00981FD9" w:rsidP="00981FD9">
            <w:pPr>
              <w:pStyle w:val="Tabletext"/>
              <w:rPr>
                <w:szCs w:val="20"/>
              </w:rPr>
            </w:pPr>
          </w:p>
        </w:tc>
        <w:tc>
          <w:tcPr>
            <w:tcW w:w="709" w:type="dxa"/>
            <w:tcBorders>
              <w:bottom w:val="single" w:sz="4" w:space="0" w:color="auto"/>
            </w:tcBorders>
            <w:noWrap/>
          </w:tcPr>
          <w:p w14:paraId="7616A174" w14:textId="77777777" w:rsidR="00981FD9" w:rsidRPr="002521F6" w:rsidRDefault="00981FD9" w:rsidP="00981FD9">
            <w:pPr>
              <w:pStyle w:val="Tabletext"/>
              <w:rPr>
                <w:szCs w:val="20"/>
              </w:rPr>
            </w:pPr>
          </w:p>
        </w:tc>
        <w:tc>
          <w:tcPr>
            <w:tcW w:w="992" w:type="dxa"/>
            <w:tcBorders>
              <w:bottom w:val="single" w:sz="4" w:space="0" w:color="auto"/>
            </w:tcBorders>
            <w:noWrap/>
          </w:tcPr>
          <w:p w14:paraId="5D3CD587" w14:textId="77777777" w:rsidR="00981FD9" w:rsidRPr="002521F6" w:rsidRDefault="00981FD9" w:rsidP="00981FD9">
            <w:pPr>
              <w:pStyle w:val="Tabletext"/>
              <w:rPr>
                <w:szCs w:val="20"/>
              </w:rPr>
            </w:pPr>
            <w:r w:rsidRPr="002521F6">
              <w:rPr>
                <w:szCs w:val="20"/>
              </w:rPr>
              <w:t>3.2.2</w:t>
            </w:r>
          </w:p>
        </w:tc>
        <w:tc>
          <w:tcPr>
            <w:tcW w:w="5808" w:type="dxa"/>
            <w:tcBorders>
              <w:bottom w:val="single" w:sz="4" w:space="0" w:color="auto"/>
            </w:tcBorders>
            <w:noWrap/>
          </w:tcPr>
          <w:p w14:paraId="01D87596" w14:textId="77777777" w:rsidR="00981FD9" w:rsidRPr="002521F6" w:rsidRDefault="00981FD9" w:rsidP="00981FD9">
            <w:pPr>
              <w:pStyle w:val="Tabletext"/>
              <w:jc w:val="right"/>
              <w:rPr>
                <w:szCs w:val="20"/>
              </w:rPr>
            </w:pPr>
            <w:r w:rsidRPr="002521F6">
              <w:rPr>
                <w:szCs w:val="20"/>
              </w:rPr>
              <w:t>Collision scenarios</w:t>
            </w:r>
          </w:p>
        </w:tc>
        <w:tc>
          <w:tcPr>
            <w:tcW w:w="713" w:type="dxa"/>
            <w:vMerge/>
            <w:tcBorders>
              <w:bottom w:val="single" w:sz="4" w:space="0" w:color="auto"/>
            </w:tcBorders>
            <w:noWrap/>
          </w:tcPr>
          <w:p w14:paraId="6823B14A" w14:textId="77777777" w:rsidR="00981FD9" w:rsidRPr="002521F6" w:rsidRDefault="00981FD9" w:rsidP="00981FD9">
            <w:pPr>
              <w:pStyle w:val="Tabletext"/>
              <w:rPr>
                <w:szCs w:val="20"/>
              </w:rPr>
            </w:pPr>
          </w:p>
        </w:tc>
        <w:tc>
          <w:tcPr>
            <w:tcW w:w="1984" w:type="dxa"/>
            <w:vMerge/>
            <w:tcBorders>
              <w:bottom w:val="single" w:sz="4" w:space="0" w:color="auto"/>
            </w:tcBorders>
            <w:noWrap/>
          </w:tcPr>
          <w:p w14:paraId="3C554DC2" w14:textId="77777777" w:rsidR="00981FD9" w:rsidRPr="002521F6" w:rsidRDefault="00981FD9" w:rsidP="00981FD9">
            <w:pPr>
              <w:pStyle w:val="Tabletext"/>
              <w:rPr>
                <w:szCs w:val="20"/>
              </w:rPr>
            </w:pPr>
          </w:p>
        </w:tc>
        <w:tc>
          <w:tcPr>
            <w:tcW w:w="2707" w:type="dxa"/>
            <w:vMerge/>
            <w:tcBorders>
              <w:bottom w:val="single" w:sz="4" w:space="0" w:color="auto"/>
            </w:tcBorders>
            <w:noWrap/>
          </w:tcPr>
          <w:p w14:paraId="2F94EF35" w14:textId="77777777" w:rsidR="00981FD9" w:rsidRPr="002521F6" w:rsidRDefault="00981FD9" w:rsidP="00981FD9">
            <w:pPr>
              <w:pStyle w:val="Tabletext"/>
              <w:rPr>
                <w:szCs w:val="20"/>
              </w:rPr>
            </w:pPr>
          </w:p>
        </w:tc>
        <w:tc>
          <w:tcPr>
            <w:tcW w:w="673" w:type="dxa"/>
            <w:vMerge/>
            <w:tcBorders>
              <w:bottom w:val="single" w:sz="4" w:space="0" w:color="auto"/>
            </w:tcBorders>
            <w:noWrap/>
          </w:tcPr>
          <w:p w14:paraId="7FA99506" w14:textId="77777777" w:rsidR="00981FD9" w:rsidRPr="002521F6" w:rsidRDefault="00981FD9" w:rsidP="00981FD9">
            <w:pPr>
              <w:pStyle w:val="Tabletext"/>
              <w:rPr>
                <w:szCs w:val="20"/>
              </w:rPr>
            </w:pPr>
          </w:p>
        </w:tc>
      </w:tr>
      <w:tr w:rsidR="00D836DB" w:rsidRPr="002521F6" w14:paraId="622BBDAD" w14:textId="77777777" w:rsidTr="007D0C09">
        <w:trPr>
          <w:jc w:val="center"/>
        </w:trPr>
        <w:tc>
          <w:tcPr>
            <w:tcW w:w="562" w:type="dxa"/>
            <w:tcBorders>
              <w:bottom w:val="single" w:sz="4" w:space="0" w:color="auto"/>
            </w:tcBorders>
            <w:noWrap/>
          </w:tcPr>
          <w:p w14:paraId="18595906" w14:textId="77777777" w:rsidR="00981FD9" w:rsidRPr="002521F6" w:rsidRDefault="00981FD9" w:rsidP="00981FD9">
            <w:pPr>
              <w:pStyle w:val="Tabletext"/>
              <w:rPr>
                <w:szCs w:val="20"/>
              </w:rPr>
            </w:pPr>
          </w:p>
        </w:tc>
        <w:tc>
          <w:tcPr>
            <w:tcW w:w="709" w:type="dxa"/>
            <w:tcBorders>
              <w:bottom w:val="single" w:sz="4" w:space="0" w:color="auto"/>
            </w:tcBorders>
            <w:noWrap/>
          </w:tcPr>
          <w:p w14:paraId="36B90968" w14:textId="77777777" w:rsidR="00981FD9" w:rsidRPr="002521F6" w:rsidRDefault="00981FD9" w:rsidP="00981FD9">
            <w:pPr>
              <w:pStyle w:val="Tabletext"/>
              <w:rPr>
                <w:szCs w:val="20"/>
              </w:rPr>
            </w:pPr>
          </w:p>
        </w:tc>
        <w:tc>
          <w:tcPr>
            <w:tcW w:w="992" w:type="dxa"/>
            <w:tcBorders>
              <w:bottom w:val="single" w:sz="4" w:space="0" w:color="auto"/>
            </w:tcBorders>
            <w:noWrap/>
          </w:tcPr>
          <w:p w14:paraId="73AAA688" w14:textId="77777777" w:rsidR="00981FD9" w:rsidRPr="002521F6" w:rsidRDefault="00981FD9" w:rsidP="00981FD9">
            <w:pPr>
              <w:pStyle w:val="Tabletext"/>
              <w:rPr>
                <w:szCs w:val="20"/>
              </w:rPr>
            </w:pPr>
            <w:r w:rsidRPr="002521F6">
              <w:rPr>
                <w:szCs w:val="20"/>
              </w:rPr>
              <w:t>3.2.3</w:t>
            </w:r>
          </w:p>
        </w:tc>
        <w:tc>
          <w:tcPr>
            <w:tcW w:w="5808" w:type="dxa"/>
            <w:tcBorders>
              <w:bottom w:val="single" w:sz="4" w:space="0" w:color="auto"/>
            </w:tcBorders>
            <w:noWrap/>
          </w:tcPr>
          <w:p w14:paraId="74C3A1BE" w14:textId="77777777" w:rsidR="00981FD9" w:rsidRPr="002521F6" w:rsidRDefault="00981FD9" w:rsidP="00981FD9">
            <w:pPr>
              <w:pStyle w:val="Tabletext"/>
              <w:jc w:val="right"/>
              <w:rPr>
                <w:szCs w:val="20"/>
              </w:rPr>
            </w:pPr>
            <w:r w:rsidRPr="002521F6">
              <w:rPr>
                <w:szCs w:val="20"/>
              </w:rPr>
              <w:t>Area collisions</w:t>
            </w:r>
          </w:p>
        </w:tc>
        <w:tc>
          <w:tcPr>
            <w:tcW w:w="713" w:type="dxa"/>
            <w:vMerge/>
            <w:tcBorders>
              <w:bottom w:val="single" w:sz="4" w:space="0" w:color="auto"/>
            </w:tcBorders>
            <w:noWrap/>
          </w:tcPr>
          <w:p w14:paraId="1020FD6C" w14:textId="77777777" w:rsidR="00981FD9" w:rsidRPr="002521F6" w:rsidRDefault="00981FD9" w:rsidP="00981FD9">
            <w:pPr>
              <w:pStyle w:val="Tabletext"/>
              <w:rPr>
                <w:szCs w:val="20"/>
              </w:rPr>
            </w:pPr>
          </w:p>
        </w:tc>
        <w:tc>
          <w:tcPr>
            <w:tcW w:w="1984" w:type="dxa"/>
            <w:vMerge/>
            <w:tcBorders>
              <w:bottom w:val="single" w:sz="4" w:space="0" w:color="auto"/>
            </w:tcBorders>
            <w:noWrap/>
          </w:tcPr>
          <w:p w14:paraId="5CA6D466" w14:textId="77777777" w:rsidR="00981FD9" w:rsidRPr="002521F6" w:rsidRDefault="00981FD9" w:rsidP="00981FD9">
            <w:pPr>
              <w:pStyle w:val="Tabletext"/>
              <w:rPr>
                <w:szCs w:val="20"/>
              </w:rPr>
            </w:pPr>
          </w:p>
        </w:tc>
        <w:tc>
          <w:tcPr>
            <w:tcW w:w="2707" w:type="dxa"/>
            <w:vMerge/>
            <w:tcBorders>
              <w:bottom w:val="single" w:sz="4" w:space="0" w:color="auto"/>
            </w:tcBorders>
            <w:noWrap/>
          </w:tcPr>
          <w:p w14:paraId="072F47CB" w14:textId="77777777" w:rsidR="00981FD9" w:rsidRPr="002521F6" w:rsidRDefault="00981FD9" w:rsidP="00981FD9">
            <w:pPr>
              <w:pStyle w:val="Tabletext"/>
              <w:rPr>
                <w:szCs w:val="20"/>
              </w:rPr>
            </w:pPr>
          </w:p>
        </w:tc>
        <w:tc>
          <w:tcPr>
            <w:tcW w:w="673" w:type="dxa"/>
            <w:vMerge/>
            <w:tcBorders>
              <w:bottom w:val="single" w:sz="4" w:space="0" w:color="auto"/>
            </w:tcBorders>
            <w:noWrap/>
          </w:tcPr>
          <w:p w14:paraId="3BE1D817" w14:textId="77777777" w:rsidR="00981FD9" w:rsidRPr="002521F6" w:rsidRDefault="00981FD9" w:rsidP="00981FD9">
            <w:pPr>
              <w:pStyle w:val="Tabletext"/>
              <w:rPr>
                <w:szCs w:val="20"/>
              </w:rPr>
            </w:pPr>
          </w:p>
        </w:tc>
      </w:tr>
      <w:tr w:rsidR="00D836DB" w:rsidRPr="002521F6" w14:paraId="1BB7E111" w14:textId="77777777" w:rsidTr="007D0C09">
        <w:trPr>
          <w:jc w:val="center"/>
        </w:trPr>
        <w:tc>
          <w:tcPr>
            <w:tcW w:w="562" w:type="dxa"/>
            <w:tcBorders>
              <w:bottom w:val="single" w:sz="4" w:space="0" w:color="auto"/>
            </w:tcBorders>
            <w:noWrap/>
          </w:tcPr>
          <w:p w14:paraId="75AC4A04" w14:textId="77777777" w:rsidR="00D836DB" w:rsidRPr="002521F6" w:rsidRDefault="00D836DB" w:rsidP="009F1315">
            <w:pPr>
              <w:pStyle w:val="Tabletext"/>
              <w:rPr>
                <w:szCs w:val="20"/>
              </w:rPr>
            </w:pPr>
          </w:p>
        </w:tc>
        <w:tc>
          <w:tcPr>
            <w:tcW w:w="709" w:type="dxa"/>
            <w:tcBorders>
              <w:bottom w:val="single" w:sz="4" w:space="0" w:color="auto"/>
            </w:tcBorders>
            <w:noWrap/>
          </w:tcPr>
          <w:p w14:paraId="6DA07283" w14:textId="5239DCCA" w:rsidR="00D836DB" w:rsidRPr="002521F6" w:rsidRDefault="00D836DB" w:rsidP="00981FD9">
            <w:pPr>
              <w:pStyle w:val="Tabletext"/>
              <w:rPr>
                <w:szCs w:val="20"/>
              </w:rPr>
            </w:pPr>
            <w:r w:rsidRPr="002521F6">
              <w:rPr>
                <w:b/>
              </w:rPr>
              <w:t>3.3</w:t>
            </w:r>
          </w:p>
        </w:tc>
        <w:tc>
          <w:tcPr>
            <w:tcW w:w="992" w:type="dxa"/>
            <w:tcBorders>
              <w:bottom w:val="single" w:sz="4" w:space="0" w:color="auto"/>
            </w:tcBorders>
            <w:shd w:val="clear" w:color="auto" w:fill="00AFAA"/>
            <w:noWrap/>
          </w:tcPr>
          <w:p w14:paraId="3F55FD8E" w14:textId="77777777" w:rsidR="00D836DB" w:rsidRPr="002521F6" w:rsidRDefault="00D836DB" w:rsidP="00981FD9">
            <w:pPr>
              <w:pStyle w:val="Tabletext"/>
              <w:rPr>
                <w:szCs w:val="20"/>
              </w:rPr>
            </w:pPr>
          </w:p>
        </w:tc>
        <w:tc>
          <w:tcPr>
            <w:tcW w:w="5808" w:type="dxa"/>
            <w:tcBorders>
              <w:bottom w:val="single" w:sz="4" w:space="0" w:color="auto"/>
            </w:tcBorders>
            <w:noWrap/>
          </w:tcPr>
          <w:p w14:paraId="60ED1510" w14:textId="10D8006F" w:rsidR="00D836DB" w:rsidRPr="002521F6" w:rsidRDefault="00D836DB" w:rsidP="00041CAC">
            <w:pPr>
              <w:pStyle w:val="Tabletext"/>
              <w:rPr>
                <w:szCs w:val="20"/>
              </w:rPr>
            </w:pPr>
            <w:r w:rsidRPr="002521F6">
              <w:rPr>
                <w:b/>
              </w:rPr>
              <w:t>Creation of an IWRAP Mk 2 Model</w:t>
            </w:r>
          </w:p>
        </w:tc>
        <w:tc>
          <w:tcPr>
            <w:tcW w:w="6077" w:type="dxa"/>
            <w:gridSpan w:val="4"/>
            <w:shd w:val="clear" w:color="auto" w:fill="00AFAA"/>
            <w:noWrap/>
          </w:tcPr>
          <w:p w14:paraId="0A633A15" w14:textId="77777777" w:rsidR="00D836DB" w:rsidRPr="002521F6" w:rsidRDefault="00D836DB" w:rsidP="00981FD9">
            <w:pPr>
              <w:pStyle w:val="Tabletext"/>
              <w:rPr>
                <w:szCs w:val="20"/>
              </w:rPr>
            </w:pPr>
          </w:p>
        </w:tc>
      </w:tr>
      <w:tr w:rsidR="0092094E" w:rsidRPr="002521F6" w14:paraId="379D48C4" w14:textId="77777777" w:rsidTr="0092094E">
        <w:trPr>
          <w:jc w:val="center"/>
        </w:trPr>
        <w:tc>
          <w:tcPr>
            <w:tcW w:w="562" w:type="dxa"/>
            <w:tcBorders>
              <w:bottom w:val="single" w:sz="4" w:space="0" w:color="auto"/>
            </w:tcBorders>
            <w:noWrap/>
          </w:tcPr>
          <w:p w14:paraId="3CED45C1" w14:textId="77777777" w:rsidR="0092094E" w:rsidRPr="002521F6" w:rsidRDefault="0092094E" w:rsidP="009F1315">
            <w:pPr>
              <w:pStyle w:val="Tabletext"/>
              <w:rPr>
                <w:szCs w:val="20"/>
              </w:rPr>
            </w:pPr>
          </w:p>
        </w:tc>
        <w:tc>
          <w:tcPr>
            <w:tcW w:w="709" w:type="dxa"/>
            <w:tcBorders>
              <w:bottom w:val="single" w:sz="4" w:space="0" w:color="auto"/>
            </w:tcBorders>
            <w:noWrap/>
          </w:tcPr>
          <w:p w14:paraId="7599D3A7" w14:textId="77777777" w:rsidR="0092094E" w:rsidRPr="002521F6" w:rsidRDefault="0092094E" w:rsidP="00981FD9">
            <w:pPr>
              <w:pStyle w:val="Tabletext"/>
              <w:rPr>
                <w:szCs w:val="20"/>
              </w:rPr>
            </w:pPr>
          </w:p>
        </w:tc>
        <w:tc>
          <w:tcPr>
            <w:tcW w:w="992" w:type="dxa"/>
            <w:tcBorders>
              <w:bottom w:val="single" w:sz="4" w:space="0" w:color="auto"/>
            </w:tcBorders>
            <w:noWrap/>
          </w:tcPr>
          <w:p w14:paraId="2959A601" w14:textId="7141E933" w:rsidR="0092094E" w:rsidRPr="002521F6" w:rsidRDefault="0092094E" w:rsidP="00981FD9">
            <w:pPr>
              <w:pStyle w:val="Tabletext"/>
              <w:rPr>
                <w:szCs w:val="20"/>
              </w:rPr>
            </w:pPr>
            <w:r w:rsidRPr="002521F6">
              <w:t>3.3.1</w:t>
            </w:r>
          </w:p>
        </w:tc>
        <w:tc>
          <w:tcPr>
            <w:tcW w:w="5808" w:type="dxa"/>
            <w:tcBorders>
              <w:bottom w:val="single" w:sz="4" w:space="0" w:color="auto"/>
            </w:tcBorders>
            <w:noWrap/>
          </w:tcPr>
          <w:p w14:paraId="6F424369" w14:textId="089C3EA5" w:rsidR="0092094E" w:rsidRPr="002521F6" w:rsidRDefault="0092094E" w:rsidP="00981FD9">
            <w:pPr>
              <w:pStyle w:val="Tabletext"/>
              <w:jc w:val="right"/>
              <w:rPr>
                <w:szCs w:val="20"/>
              </w:rPr>
            </w:pPr>
            <w:r w:rsidRPr="002521F6">
              <w:t>Introduction to the IWRAP Mk 2 toolbar</w:t>
            </w:r>
          </w:p>
        </w:tc>
        <w:tc>
          <w:tcPr>
            <w:tcW w:w="713" w:type="dxa"/>
            <w:vMerge w:val="restart"/>
            <w:noWrap/>
            <w:vAlign w:val="center"/>
          </w:tcPr>
          <w:p w14:paraId="5C21052F" w14:textId="6A1DBE07" w:rsidR="0092094E" w:rsidRPr="002521F6" w:rsidRDefault="0092094E" w:rsidP="00981FD9">
            <w:pPr>
              <w:pStyle w:val="Tabletext"/>
              <w:rPr>
                <w:szCs w:val="20"/>
              </w:rPr>
            </w:pPr>
            <w:r w:rsidRPr="002521F6">
              <w:rPr>
                <w:szCs w:val="20"/>
              </w:rPr>
              <w:t>1</w:t>
            </w:r>
          </w:p>
        </w:tc>
        <w:tc>
          <w:tcPr>
            <w:tcW w:w="1984" w:type="dxa"/>
            <w:vMerge w:val="restart"/>
            <w:noWrap/>
            <w:vAlign w:val="center"/>
          </w:tcPr>
          <w:p w14:paraId="79D0C798" w14:textId="37808182" w:rsidR="0092094E" w:rsidRPr="002521F6" w:rsidRDefault="0092094E" w:rsidP="00981FD9">
            <w:pPr>
              <w:pStyle w:val="Tabletext"/>
              <w:rPr>
                <w:szCs w:val="20"/>
              </w:rPr>
            </w:pPr>
            <w:r w:rsidRPr="002521F6">
              <w:t>Hands on exercises guided by IWRAP presenter</w:t>
            </w:r>
          </w:p>
        </w:tc>
        <w:tc>
          <w:tcPr>
            <w:tcW w:w="2707" w:type="dxa"/>
            <w:vMerge w:val="restart"/>
            <w:noWrap/>
          </w:tcPr>
          <w:p w14:paraId="62FEC717" w14:textId="77777777" w:rsidR="0092094E" w:rsidRPr="002521F6" w:rsidRDefault="0092094E" w:rsidP="00D836DB">
            <w:pPr>
              <w:pStyle w:val="Tabletext"/>
            </w:pPr>
            <w:r w:rsidRPr="002521F6">
              <w:t>IWRAP Mk2 Exercise Handbook</w:t>
            </w:r>
          </w:p>
          <w:p w14:paraId="6328AE45" w14:textId="77777777" w:rsidR="0092094E" w:rsidRPr="002521F6" w:rsidRDefault="0092094E" w:rsidP="00D836DB">
            <w:pPr>
              <w:pStyle w:val="Tabletext"/>
            </w:pPr>
          </w:p>
          <w:p w14:paraId="59860528" w14:textId="2AB28301" w:rsidR="0092094E" w:rsidRPr="002521F6" w:rsidRDefault="0092094E" w:rsidP="00D836DB">
            <w:pPr>
              <w:pStyle w:val="Tabletext"/>
              <w:rPr>
                <w:szCs w:val="20"/>
              </w:rPr>
            </w:pPr>
            <w:r w:rsidRPr="002521F6">
              <w:t>Note: The IALA World-Wide Academy programme delivers  PAWSA (module 4) and simulation (module 5) before practical IWRAP exercises</w:t>
            </w:r>
          </w:p>
        </w:tc>
        <w:tc>
          <w:tcPr>
            <w:tcW w:w="673" w:type="dxa"/>
            <w:vMerge w:val="restart"/>
            <w:noWrap/>
            <w:vAlign w:val="center"/>
          </w:tcPr>
          <w:p w14:paraId="0580C1F3" w14:textId="6B703967" w:rsidR="0092094E" w:rsidRPr="002521F6" w:rsidRDefault="0092094E" w:rsidP="00981FD9">
            <w:pPr>
              <w:pStyle w:val="Tabletext"/>
              <w:rPr>
                <w:szCs w:val="20"/>
              </w:rPr>
            </w:pPr>
            <w:r w:rsidRPr="002521F6">
              <w:rPr>
                <w:szCs w:val="20"/>
              </w:rPr>
              <w:t>13</w:t>
            </w:r>
          </w:p>
        </w:tc>
      </w:tr>
      <w:tr w:rsidR="0092094E" w:rsidRPr="002521F6" w14:paraId="451478B0" w14:textId="77777777" w:rsidTr="0092094E">
        <w:trPr>
          <w:jc w:val="center"/>
        </w:trPr>
        <w:tc>
          <w:tcPr>
            <w:tcW w:w="562" w:type="dxa"/>
            <w:tcBorders>
              <w:bottom w:val="single" w:sz="4" w:space="0" w:color="auto"/>
            </w:tcBorders>
            <w:noWrap/>
          </w:tcPr>
          <w:p w14:paraId="7397F97B" w14:textId="77777777" w:rsidR="0092094E" w:rsidRPr="002521F6" w:rsidRDefault="0092094E" w:rsidP="009F1315">
            <w:pPr>
              <w:pStyle w:val="Tabletext"/>
              <w:rPr>
                <w:szCs w:val="20"/>
              </w:rPr>
            </w:pPr>
          </w:p>
        </w:tc>
        <w:tc>
          <w:tcPr>
            <w:tcW w:w="709" w:type="dxa"/>
            <w:tcBorders>
              <w:bottom w:val="single" w:sz="4" w:space="0" w:color="auto"/>
            </w:tcBorders>
            <w:noWrap/>
          </w:tcPr>
          <w:p w14:paraId="284AD9D9" w14:textId="77777777" w:rsidR="0092094E" w:rsidRPr="002521F6" w:rsidRDefault="0092094E" w:rsidP="00981FD9">
            <w:pPr>
              <w:pStyle w:val="Tabletext"/>
              <w:rPr>
                <w:szCs w:val="20"/>
              </w:rPr>
            </w:pPr>
          </w:p>
        </w:tc>
        <w:tc>
          <w:tcPr>
            <w:tcW w:w="992" w:type="dxa"/>
            <w:tcBorders>
              <w:bottom w:val="single" w:sz="4" w:space="0" w:color="auto"/>
            </w:tcBorders>
            <w:noWrap/>
          </w:tcPr>
          <w:p w14:paraId="5A941E8A" w14:textId="6D1BEFD1" w:rsidR="0092094E" w:rsidRPr="002521F6" w:rsidRDefault="0092094E" w:rsidP="00981FD9">
            <w:pPr>
              <w:pStyle w:val="Tabletext"/>
              <w:rPr>
                <w:szCs w:val="20"/>
              </w:rPr>
            </w:pPr>
            <w:r w:rsidRPr="002521F6">
              <w:t>3.3.2</w:t>
            </w:r>
          </w:p>
        </w:tc>
        <w:tc>
          <w:tcPr>
            <w:tcW w:w="5808" w:type="dxa"/>
            <w:tcBorders>
              <w:bottom w:val="single" w:sz="4" w:space="0" w:color="auto"/>
            </w:tcBorders>
            <w:noWrap/>
          </w:tcPr>
          <w:p w14:paraId="7F64839F" w14:textId="63CC27C0" w:rsidR="0092094E" w:rsidRPr="002521F6" w:rsidRDefault="0092094E" w:rsidP="00981FD9">
            <w:pPr>
              <w:pStyle w:val="Tabletext"/>
              <w:jc w:val="right"/>
              <w:rPr>
                <w:szCs w:val="20"/>
              </w:rPr>
            </w:pPr>
            <w:r w:rsidRPr="002521F6">
              <w:t>Defining an area to be analysed</w:t>
            </w:r>
          </w:p>
        </w:tc>
        <w:tc>
          <w:tcPr>
            <w:tcW w:w="713" w:type="dxa"/>
            <w:vMerge/>
            <w:noWrap/>
          </w:tcPr>
          <w:p w14:paraId="4E1A75C1" w14:textId="77777777" w:rsidR="0092094E" w:rsidRPr="002521F6" w:rsidRDefault="0092094E" w:rsidP="00981FD9">
            <w:pPr>
              <w:pStyle w:val="Tabletext"/>
              <w:rPr>
                <w:szCs w:val="20"/>
              </w:rPr>
            </w:pPr>
          </w:p>
        </w:tc>
        <w:tc>
          <w:tcPr>
            <w:tcW w:w="1984" w:type="dxa"/>
            <w:vMerge/>
            <w:noWrap/>
          </w:tcPr>
          <w:p w14:paraId="682444DA" w14:textId="14846E19" w:rsidR="0092094E" w:rsidRPr="002521F6" w:rsidRDefault="0092094E" w:rsidP="00981FD9">
            <w:pPr>
              <w:pStyle w:val="Tabletext"/>
              <w:rPr>
                <w:szCs w:val="20"/>
              </w:rPr>
            </w:pPr>
          </w:p>
        </w:tc>
        <w:tc>
          <w:tcPr>
            <w:tcW w:w="2707" w:type="dxa"/>
            <w:vMerge/>
            <w:noWrap/>
          </w:tcPr>
          <w:p w14:paraId="527253EF" w14:textId="77777777" w:rsidR="0092094E" w:rsidRPr="002521F6" w:rsidRDefault="0092094E" w:rsidP="00981FD9">
            <w:pPr>
              <w:pStyle w:val="Tabletext"/>
              <w:rPr>
                <w:szCs w:val="20"/>
              </w:rPr>
            </w:pPr>
          </w:p>
        </w:tc>
        <w:tc>
          <w:tcPr>
            <w:tcW w:w="673" w:type="dxa"/>
            <w:vMerge/>
            <w:noWrap/>
            <w:vAlign w:val="center"/>
          </w:tcPr>
          <w:p w14:paraId="070AD184" w14:textId="77777777" w:rsidR="0092094E" w:rsidRPr="002521F6" w:rsidRDefault="0092094E" w:rsidP="00981FD9">
            <w:pPr>
              <w:pStyle w:val="Tabletext"/>
              <w:rPr>
                <w:szCs w:val="20"/>
              </w:rPr>
            </w:pPr>
          </w:p>
        </w:tc>
      </w:tr>
      <w:tr w:rsidR="0092094E" w:rsidRPr="002521F6" w14:paraId="0D1D3B03" w14:textId="77777777" w:rsidTr="0092094E">
        <w:trPr>
          <w:jc w:val="center"/>
        </w:trPr>
        <w:tc>
          <w:tcPr>
            <w:tcW w:w="562" w:type="dxa"/>
            <w:tcBorders>
              <w:bottom w:val="single" w:sz="4" w:space="0" w:color="auto"/>
            </w:tcBorders>
            <w:noWrap/>
          </w:tcPr>
          <w:p w14:paraId="2DF20820" w14:textId="77777777" w:rsidR="0092094E" w:rsidRPr="002521F6" w:rsidRDefault="0092094E" w:rsidP="009F1315">
            <w:pPr>
              <w:pStyle w:val="Tabletext"/>
              <w:rPr>
                <w:szCs w:val="20"/>
              </w:rPr>
            </w:pPr>
          </w:p>
        </w:tc>
        <w:tc>
          <w:tcPr>
            <w:tcW w:w="709" w:type="dxa"/>
            <w:tcBorders>
              <w:bottom w:val="single" w:sz="4" w:space="0" w:color="auto"/>
            </w:tcBorders>
            <w:noWrap/>
          </w:tcPr>
          <w:p w14:paraId="392E7A22" w14:textId="77777777" w:rsidR="0092094E" w:rsidRPr="002521F6" w:rsidRDefault="0092094E" w:rsidP="00981FD9">
            <w:pPr>
              <w:pStyle w:val="Tabletext"/>
              <w:rPr>
                <w:szCs w:val="20"/>
              </w:rPr>
            </w:pPr>
          </w:p>
        </w:tc>
        <w:tc>
          <w:tcPr>
            <w:tcW w:w="992" w:type="dxa"/>
            <w:tcBorders>
              <w:bottom w:val="single" w:sz="4" w:space="0" w:color="auto"/>
            </w:tcBorders>
            <w:noWrap/>
          </w:tcPr>
          <w:p w14:paraId="47104145" w14:textId="2A1DD049" w:rsidR="0092094E" w:rsidRPr="002521F6" w:rsidRDefault="0092094E" w:rsidP="00981FD9">
            <w:pPr>
              <w:pStyle w:val="Tabletext"/>
              <w:rPr>
                <w:szCs w:val="20"/>
              </w:rPr>
            </w:pPr>
            <w:r w:rsidRPr="002521F6">
              <w:t>3.3.3</w:t>
            </w:r>
          </w:p>
        </w:tc>
        <w:tc>
          <w:tcPr>
            <w:tcW w:w="5808" w:type="dxa"/>
            <w:tcBorders>
              <w:bottom w:val="single" w:sz="4" w:space="0" w:color="auto"/>
            </w:tcBorders>
            <w:noWrap/>
          </w:tcPr>
          <w:p w14:paraId="55A4C284" w14:textId="54CC4AB3" w:rsidR="0092094E" w:rsidRPr="002521F6" w:rsidRDefault="0092094E" w:rsidP="00981FD9">
            <w:pPr>
              <w:pStyle w:val="Tabletext"/>
              <w:jc w:val="right"/>
              <w:rPr>
                <w:szCs w:val="20"/>
              </w:rPr>
            </w:pPr>
            <w:r w:rsidRPr="002521F6">
              <w:t>Gathering and inputting maritime traffic data</w:t>
            </w:r>
          </w:p>
        </w:tc>
        <w:tc>
          <w:tcPr>
            <w:tcW w:w="713" w:type="dxa"/>
            <w:vMerge/>
            <w:noWrap/>
          </w:tcPr>
          <w:p w14:paraId="2CC7229D" w14:textId="77777777" w:rsidR="0092094E" w:rsidRPr="002521F6" w:rsidRDefault="0092094E" w:rsidP="00981FD9">
            <w:pPr>
              <w:pStyle w:val="Tabletext"/>
              <w:rPr>
                <w:szCs w:val="20"/>
              </w:rPr>
            </w:pPr>
          </w:p>
        </w:tc>
        <w:tc>
          <w:tcPr>
            <w:tcW w:w="1984" w:type="dxa"/>
            <w:vMerge/>
            <w:noWrap/>
          </w:tcPr>
          <w:p w14:paraId="6E87A0A6" w14:textId="77777777" w:rsidR="0092094E" w:rsidRPr="002521F6" w:rsidRDefault="0092094E" w:rsidP="00981FD9">
            <w:pPr>
              <w:pStyle w:val="Tabletext"/>
              <w:rPr>
                <w:szCs w:val="20"/>
              </w:rPr>
            </w:pPr>
          </w:p>
        </w:tc>
        <w:tc>
          <w:tcPr>
            <w:tcW w:w="2707" w:type="dxa"/>
            <w:vMerge/>
            <w:noWrap/>
          </w:tcPr>
          <w:p w14:paraId="642AE24F" w14:textId="77777777" w:rsidR="0092094E" w:rsidRPr="002521F6" w:rsidRDefault="0092094E" w:rsidP="00981FD9">
            <w:pPr>
              <w:pStyle w:val="Tabletext"/>
              <w:rPr>
                <w:szCs w:val="20"/>
              </w:rPr>
            </w:pPr>
          </w:p>
        </w:tc>
        <w:tc>
          <w:tcPr>
            <w:tcW w:w="673" w:type="dxa"/>
            <w:vMerge/>
            <w:noWrap/>
            <w:vAlign w:val="center"/>
          </w:tcPr>
          <w:p w14:paraId="5C38E104" w14:textId="77777777" w:rsidR="0092094E" w:rsidRPr="002521F6" w:rsidRDefault="0092094E" w:rsidP="00981FD9">
            <w:pPr>
              <w:pStyle w:val="Tabletext"/>
              <w:rPr>
                <w:szCs w:val="20"/>
              </w:rPr>
            </w:pPr>
          </w:p>
        </w:tc>
      </w:tr>
      <w:tr w:rsidR="0092094E" w:rsidRPr="002521F6" w14:paraId="6AB53A82" w14:textId="77777777" w:rsidTr="0092094E">
        <w:trPr>
          <w:jc w:val="center"/>
        </w:trPr>
        <w:tc>
          <w:tcPr>
            <w:tcW w:w="562" w:type="dxa"/>
            <w:tcBorders>
              <w:bottom w:val="single" w:sz="4" w:space="0" w:color="auto"/>
            </w:tcBorders>
            <w:noWrap/>
          </w:tcPr>
          <w:p w14:paraId="60140ADF" w14:textId="77777777" w:rsidR="0092094E" w:rsidRPr="002521F6" w:rsidRDefault="0092094E" w:rsidP="009F1315">
            <w:pPr>
              <w:pStyle w:val="Tabletext"/>
              <w:rPr>
                <w:szCs w:val="20"/>
              </w:rPr>
            </w:pPr>
          </w:p>
        </w:tc>
        <w:tc>
          <w:tcPr>
            <w:tcW w:w="709" w:type="dxa"/>
            <w:tcBorders>
              <w:bottom w:val="single" w:sz="4" w:space="0" w:color="auto"/>
            </w:tcBorders>
            <w:noWrap/>
          </w:tcPr>
          <w:p w14:paraId="7BF1F71B" w14:textId="77777777" w:rsidR="0092094E" w:rsidRPr="002521F6" w:rsidRDefault="0092094E" w:rsidP="00981FD9">
            <w:pPr>
              <w:pStyle w:val="Tabletext"/>
              <w:rPr>
                <w:szCs w:val="20"/>
              </w:rPr>
            </w:pPr>
          </w:p>
        </w:tc>
        <w:tc>
          <w:tcPr>
            <w:tcW w:w="992" w:type="dxa"/>
            <w:tcBorders>
              <w:bottom w:val="single" w:sz="4" w:space="0" w:color="auto"/>
            </w:tcBorders>
            <w:noWrap/>
          </w:tcPr>
          <w:p w14:paraId="0CA1CECF" w14:textId="3C5A8820" w:rsidR="0092094E" w:rsidRPr="002521F6" w:rsidRDefault="0092094E" w:rsidP="00981FD9">
            <w:pPr>
              <w:pStyle w:val="Tabletext"/>
              <w:rPr>
                <w:szCs w:val="20"/>
              </w:rPr>
            </w:pPr>
            <w:r w:rsidRPr="002521F6">
              <w:t>3.3.4</w:t>
            </w:r>
          </w:p>
        </w:tc>
        <w:tc>
          <w:tcPr>
            <w:tcW w:w="5808" w:type="dxa"/>
            <w:tcBorders>
              <w:bottom w:val="single" w:sz="4" w:space="0" w:color="auto"/>
            </w:tcBorders>
            <w:noWrap/>
          </w:tcPr>
          <w:p w14:paraId="36878263" w14:textId="7824F7F5" w:rsidR="0092094E" w:rsidRPr="002521F6" w:rsidRDefault="0092094E" w:rsidP="00981FD9">
            <w:pPr>
              <w:pStyle w:val="Tabletext"/>
              <w:jc w:val="right"/>
              <w:rPr>
                <w:szCs w:val="20"/>
              </w:rPr>
            </w:pPr>
            <w:r w:rsidRPr="002521F6">
              <w:t>Use and input of electronic chart data</w:t>
            </w:r>
          </w:p>
        </w:tc>
        <w:tc>
          <w:tcPr>
            <w:tcW w:w="713" w:type="dxa"/>
            <w:vMerge/>
            <w:noWrap/>
          </w:tcPr>
          <w:p w14:paraId="07A1E9BC" w14:textId="77777777" w:rsidR="0092094E" w:rsidRPr="002521F6" w:rsidRDefault="0092094E" w:rsidP="00981FD9">
            <w:pPr>
              <w:pStyle w:val="Tabletext"/>
              <w:rPr>
                <w:szCs w:val="20"/>
              </w:rPr>
            </w:pPr>
          </w:p>
        </w:tc>
        <w:tc>
          <w:tcPr>
            <w:tcW w:w="1984" w:type="dxa"/>
            <w:vMerge/>
            <w:noWrap/>
          </w:tcPr>
          <w:p w14:paraId="699075A3" w14:textId="77777777" w:rsidR="0092094E" w:rsidRPr="002521F6" w:rsidRDefault="0092094E" w:rsidP="00981FD9">
            <w:pPr>
              <w:pStyle w:val="Tabletext"/>
              <w:rPr>
                <w:szCs w:val="20"/>
              </w:rPr>
            </w:pPr>
          </w:p>
        </w:tc>
        <w:tc>
          <w:tcPr>
            <w:tcW w:w="2707" w:type="dxa"/>
            <w:vMerge/>
            <w:noWrap/>
          </w:tcPr>
          <w:p w14:paraId="65FDCBB9" w14:textId="77777777" w:rsidR="0092094E" w:rsidRPr="002521F6" w:rsidRDefault="0092094E" w:rsidP="00981FD9">
            <w:pPr>
              <w:pStyle w:val="Tabletext"/>
              <w:rPr>
                <w:szCs w:val="20"/>
              </w:rPr>
            </w:pPr>
          </w:p>
        </w:tc>
        <w:tc>
          <w:tcPr>
            <w:tcW w:w="673" w:type="dxa"/>
            <w:vMerge/>
            <w:noWrap/>
            <w:vAlign w:val="center"/>
          </w:tcPr>
          <w:p w14:paraId="547D6C6B" w14:textId="77777777" w:rsidR="0092094E" w:rsidRPr="002521F6" w:rsidRDefault="0092094E" w:rsidP="00981FD9">
            <w:pPr>
              <w:pStyle w:val="Tabletext"/>
              <w:rPr>
                <w:szCs w:val="20"/>
              </w:rPr>
            </w:pPr>
          </w:p>
        </w:tc>
      </w:tr>
      <w:tr w:rsidR="0092094E" w:rsidRPr="002521F6" w14:paraId="46B68295" w14:textId="77777777" w:rsidTr="0092094E">
        <w:trPr>
          <w:jc w:val="center"/>
        </w:trPr>
        <w:tc>
          <w:tcPr>
            <w:tcW w:w="562" w:type="dxa"/>
            <w:tcBorders>
              <w:bottom w:val="single" w:sz="4" w:space="0" w:color="auto"/>
            </w:tcBorders>
            <w:noWrap/>
          </w:tcPr>
          <w:p w14:paraId="11F4E176" w14:textId="77777777" w:rsidR="0092094E" w:rsidRPr="002521F6" w:rsidRDefault="0092094E" w:rsidP="009F1315">
            <w:pPr>
              <w:pStyle w:val="Tabletext"/>
              <w:rPr>
                <w:szCs w:val="20"/>
              </w:rPr>
            </w:pPr>
          </w:p>
        </w:tc>
        <w:tc>
          <w:tcPr>
            <w:tcW w:w="709" w:type="dxa"/>
            <w:tcBorders>
              <w:bottom w:val="single" w:sz="4" w:space="0" w:color="auto"/>
            </w:tcBorders>
            <w:noWrap/>
          </w:tcPr>
          <w:p w14:paraId="7A7A2FC0" w14:textId="77777777" w:rsidR="0092094E" w:rsidRPr="002521F6" w:rsidRDefault="0092094E" w:rsidP="00981FD9">
            <w:pPr>
              <w:pStyle w:val="Tabletext"/>
              <w:rPr>
                <w:szCs w:val="20"/>
              </w:rPr>
            </w:pPr>
          </w:p>
        </w:tc>
        <w:tc>
          <w:tcPr>
            <w:tcW w:w="992" w:type="dxa"/>
            <w:tcBorders>
              <w:bottom w:val="single" w:sz="4" w:space="0" w:color="auto"/>
            </w:tcBorders>
            <w:noWrap/>
          </w:tcPr>
          <w:p w14:paraId="3C86C852" w14:textId="3D496505" w:rsidR="0092094E" w:rsidRPr="002521F6" w:rsidRDefault="0092094E" w:rsidP="00981FD9">
            <w:pPr>
              <w:pStyle w:val="Tabletext"/>
              <w:rPr>
                <w:szCs w:val="20"/>
              </w:rPr>
            </w:pPr>
            <w:r w:rsidRPr="002521F6">
              <w:t>3.3.5</w:t>
            </w:r>
          </w:p>
        </w:tc>
        <w:tc>
          <w:tcPr>
            <w:tcW w:w="5808" w:type="dxa"/>
            <w:tcBorders>
              <w:bottom w:val="single" w:sz="4" w:space="0" w:color="auto"/>
            </w:tcBorders>
            <w:noWrap/>
          </w:tcPr>
          <w:p w14:paraId="19BFB71A" w14:textId="43B543C3" w:rsidR="0092094E" w:rsidRPr="002521F6" w:rsidRDefault="0092094E" w:rsidP="00981FD9">
            <w:pPr>
              <w:pStyle w:val="Tabletext"/>
              <w:jc w:val="right"/>
              <w:rPr>
                <w:szCs w:val="20"/>
              </w:rPr>
            </w:pPr>
            <w:r w:rsidRPr="002521F6">
              <w:t>Polygon generation</w:t>
            </w:r>
          </w:p>
        </w:tc>
        <w:tc>
          <w:tcPr>
            <w:tcW w:w="713" w:type="dxa"/>
            <w:vMerge/>
            <w:tcBorders>
              <w:bottom w:val="single" w:sz="4" w:space="0" w:color="auto"/>
            </w:tcBorders>
            <w:noWrap/>
          </w:tcPr>
          <w:p w14:paraId="6AE01498" w14:textId="77777777" w:rsidR="0092094E" w:rsidRPr="002521F6" w:rsidRDefault="0092094E" w:rsidP="00981FD9">
            <w:pPr>
              <w:pStyle w:val="Tabletext"/>
              <w:rPr>
                <w:szCs w:val="20"/>
              </w:rPr>
            </w:pPr>
          </w:p>
        </w:tc>
        <w:tc>
          <w:tcPr>
            <w:tcW w:w="1984" w:type="dxa"/>
            <w:vMerge/>
            <w:tcBorders>
              <w:bottom w:val="single" w:sz="4" w:space="0" w:color="auto"/>
            </w:tcBorders>
            <w:noWrap/>
          </w:tcPr>
          <w:p w14:paraId="3182F53E" w14:textId="77777777" w:rsidR="0092094E" w:rsidRPr="002521F6" w:rsidRDefault="0092094E" w:rsidP="00981FD9">
            <w:pPr>
              <w:pStyle w:val="Tabletext"/>
              <w:rPr>
                <w:szCs w:val="20"/>
              </w:rPr>
            </w:pPr>
          </w:p>
        </w:tc>
        <w:tc>
          <w:tcPr>
            <w:tcW w:w="2707" w:type="dxa"/>
            <w:vMerge/>
            <w:noWrap/>
          </w:tcPr>
          <w:p w14:paraId="08072644" w14:textId="77777777" w:rsidR="0092094E" w:rsidRPr="002521F6" w:rsidRDefault="0092094E" w:rsidP="00981FD9">
            <w:pPr>
              <w:pStyle w:val="Tabletext"/>
              <w:rPr>
                <w:szCs w:val="20"/>
              </w:rPr>
            </w:pPr>
          </w:p>
        </w:tc>
        <w:tc>
          <w:tcPr>
            <w:tcW w:w="673" w:type="dxa"/>
            <w:vMerge/>
            <w:noWrap/>
            <w:vAlign w:val="center"/>
          </w:tcPr>
          <w:p w14:paraId="1553B0E8" w14:textId="77777777" w:rsidR="0092094E" w:rsidRPr="002521F6" w:rsidRDefault="0092094E" w:rsidP="00981FD9">
            <w:pPr>
              <w:pStyle w:val="Tabletext"/>
              <w:rPr>
                <w:szCs w:val="20"/>
              </w:rPr>
            </w:pPr>
          </w:p>
        </w:tc>
      </w:tr>
      <w:tr w:rsidR="0092094E" w:rsidRPr="002521F6" w14:paraId="64839C59" w14:textId="77777777" w:rsidTr="0092094E">
        <w:trPr>
          <w:jc w:val="center"/>
        </w:trPr>
        <w:tc>
          <w:tcPr>
            <w:tcW w:w="562" w:type="dxa"/>
            <w:tcBorders>
              <w:bottom w:val="single" w:sz="4" w:space="0" w:color="auto"/>
            </w:tcBorders>
            <w:noWrap/>
          </w:tcPr>
          <w:p w14:paraId="5B7F3AD2" w14:textId="77777777" w:rsidR="0092094E" w:rsidRPr="002521F6" w:rsidRDefault="0092094E" w:rsidP="009F1315">
            <w:pPr>
              <w:pStyle w:val="Tabletext"/>
              <w:rPr>
                <w:szCs w:val="20"/>
              </w:rPr>
            </w:pPr>
          </w:p>
        </w:tc>
        <w:tc>
          <w:tcPr>
            <w:tcW w:w="709" w:type="dxa"/>
            <w:tcBorders>
              <w:bottom w:val="single" w:sz="4" w:space="0" w:color="auto"/>
            </w:tcBorders>
            <w:noWrap/>
          </w:tcPr>
          <w:p w14:paraId="3B007570" w14:textId="77777777" w:rsidR="0092094E" w:rsidRPr="002521F6" w:rsidRDefault="0092094E" w:rsidP="00981FD9">
            <w:pPr>
              <w:pStyle w:val="Tabletext"/>
              <w:rPr>
                <w:szCs w:val="20"/>
              </w:rPr>
            </w:pPr>
          </w:p>
        </w:tc>
        <w:tc>
          <w:tcPr>
            <w:tcW w:w="992" w:type="dxa"/>
            <w:tcBorders>
              <w:bottom w:val="single" w:sz="4" w:space="0" w:color="auto"/>
            </w:tcBorders>
            <w:noWrap/>
          </w:tcPr>
          <w:p w14:paraId="1BA619CA" w14:textId="14CE5C68" w:rsidR="0092094E" w:rsidRPr="002521F6" w:rsidRDefault="0092094E" w:rsidP="00981FD9">
            <w:pPr>
              <w:pStyle w:val="Tabletext"/>
              <w:rPr>
                <w:szCs w:val="20"/>
              </w:rPr>
            </w:pPr>
            <w:r w:rsidRPr="002521F6">
              <w:t>3.3.6</w:t>
            </w:r>
          </w:p>
        </w:tc>
        <w:tc>
          <w:tcPr>
            <w:tcW w:w="5808" w:type="dxa"/>
            <w:tcBorders>
              <w:bottom w:val="single" w:sz="4" w:space="0" w:color="auto"/>
            </w:tcBorders>
            <w:noWrap/>
          </w:tcPr>
          <w:p w14:paraId="4E381487" w14:textId="7F5E4605" w:rsidR="0092094E" w:rsidRPr="002521F6" w:rsidRDefault="0092094E" w:rsidP="00981FD9">
            <w:pPr>
              <w:pStyle w:val="Tabletext"/>
              <w:jc w:val="right"/>
              <w:rPr>
                <w:szCs w:val="20"/>
              </w:rPr>
            </w:pPr>
            <w:r w:rsidRPr="002521F6">
              <w:t>Defining and generation of route legs</w:t>
            </w:r>
          </w:p>
        </w:tc>
        <w:tc>
          <w:tcPr>
            <w:tcW w:w="713" w:type="dxa"/>
            <w:vMerge w:val="restart"/>
            <w:noWrap/>
            <w:vAlign w:val="center"/>
          </w:tcPr>
          <w:p w14:paraId="58785715" w14:textId="1D589375" w:rsidR="0092094E" w:rsidRPr="002521F6" w:rsidRDefault="0092094E" w:rsidP="00981FD9">
            <w:pPr>
              <w:pStyle w:val="Tabletext"/>
              <w:rPr>
                <w:szCs w:val="20"/>
              </w:rPr>
            </w:pPr>
            <w:r w:rsidRPr="002521F6">
              <w:rPr>
                <w:szCs w:val="20"/>
              </w:rPr>
              <w:t>1</w:t>
            </w:r>
          </w:p>
        </w:tc>
        <w:tc>
          <w:tcPr>
            <w:tcW w:w="1984" w:type="dxa"/>
            <w:vMerge w:val="restart"/>
            <w:noWrap/>
            <w:vAlign w:val="center"/>
          </w:tcPr>
          <w:p w14:paraId="1BB1AAE1" w14:textId="5165C492" w:rsidR="0092094E" w:rsidRPr="002521F6" w:rsidRDefault="0092094E" w:rsidP="00D836DB">
            <w:pPr>
              <w:pStyle w:val="Tabletext"/>
              <w:rPr>
                <w:szCs w:val="20"/>
              </w:rPr>
            </w:pPr>
            <w:r w:rsidRPr="002521F6">
              <w:t>Hands on exercises (continued)</w:t>
            </w:r>
          </w:p>
        </w:tc>
        <w:tc>
          <w:tcPr>
            <w:tcW w:w="2707" w:type="dxa"/>
            <w:vMerge/>
            <w:noWrap/>
          </w:tcPr>
          <w:p w14:paraId="09F542F2" w14:textId="77777777" w:rsidR="0092094E" w:rsidRPr="002521F6" w:rsidRDefault="0092094E" w:rsidP="00981FD9">
            <w:pPr>
              <w:pStyle w:val="Tabletext"/>
              <w:rPr>
                <w:szCs w:val="20"/>
              </w:rPr>
            </w:pPr>
          </w:p>
        </w:tc>
        <w:tc>
          <w:tcPr>
            <w:tcW w:w="673" w:type="dxa"/>
            <w:vMerge/>
            <w:noWrap/>
            <w:vAlign w:val="center"/>
          </w:tcPr>
          <w:p w14:paraId="21160326" w14:textId="77777777" w:rsidR="0092094E" w:rsidRPr="002521F6" w:rsidRDefault="0092094E" w:rsidP="00981FD9">
            <w:pPr>
              <w:pStyle w:val="Tabletext"/>
              <w:rPr>
                <w:szCs w:val="20"/>
              </w:rPr>
            </w:pPr>
          </w:p>
        </w:tc>
      </w:tr>
      <w:tr w:rsidR="0092094E" w:rsidRPr="002521F6" w14:paraId="5CAE9F4E" w14:textId="77777777" w:rsidTr="0092094E">
        <w:trPr>
          <w:jc w:val="center"/>
        </w:trPr>
        <w:tc>
          <w:tcPr>
            <w:tcW w:w="562" w:type="dxa"/>
            <w:tcBorders>
              <w:bottom w:val="single" w:sz="4" w:space="0" w:color="auto"/>
            </w:tcBorders>
            <w:noWrap/>
          </w:tcPr>
          <w:p w14:paraId="2811F07A" w14:textId="77777777" w:rsidR="0092094E" w:rsidRPr="002521F6" w:rsidRDefault="0092094E" w:rsidP="009F1315">
            <w:pPr>
              <w:pStyle w:val="Tabletext"/>
              <w:rPr>
                <w:szCs w:val="20"/>
              </w:rPr>
            </w:pPr>
          </w:p>
        </w:tc>
        <w:tc>
          <w:tcPr>
            <w:tcW w:w="709" w:type="dxa"/>
            <w:tcBorders>
              <w:bottom w:val="single" w:sz="4" w:space="0" w:color="auto"/>
            </w:tcBorders>
            <w:noWrap/>
          </w:tcPr>
          <w:p w14:paraId="5343529C" w14:textId="77777777" w:rsidR="0092094E" w:rsidRPr="002521F6" w:rsidRDefault="0092094E" w:rsidP="00981FD9">
            <w:pPr>
              <w:pStyle w:val="Tabletext"/>
              <w:rPr>
                <w:szCs w:val="20"/>
              </w:rPr>
            </w:pPr>
          </w:p>
        </w:tc>
        <w:tc>
          <w:tcPr>
            <w:tcW w:w="992" w:type="dxa"/>
            <w:tcBorders>
              <w:bottom w:val="single" w:sz="4" w:space="0" w:color="auto"/>
            </w:tcBorders>
            <w:noWrap/>
          </w:tcPr>
          <w:p w14:paraId="58C4FFCA" w14:textId="4BEF2234" w:rsidR="0092094E" w:rsidRPr="002521F6" w:rsidRDefault="0092094E" w:rsidP="00981FD9">
            <w:pPr>
              <w:pStyle w:val="Tabletext"/>
              <w:rPr>
                <w:szCs w:val="20"/>
              </w:rPr>
            </w:pPr>
            <w:r w:rsidRPr="002521F6">
              <w:t>3.3.7</w:t>
            </w:r>
          </w:p>
        </w:tc>
        <w:tc>
          <w:tcPr>
            <w:tcW w:w="5808" w:type="dxa"/>
            <w:tcBorders>
              <w:bottom w:val="single" w:sz="4" w:space="0" w:color="auto"/>
            </w:tcBorders>
            <w:noWrap/>
          </w:tcPr>
          <w:p w14:paraId="1895CF69" w14:textId="0C93E9D2" w:rsidR="0092094E" w:rsidRPr="002521F6" w:rsidRDefault="0092094E" w:rsidP="00981FD9">
            <w:pPr>
              <w:pStyle w:val="Tabletext"/>
              <w:jc w:val="right"/>
              <w:rPr>
                <w:szCs w:val="20"/>
              </w:rPr>
            </w:pPr>
            <w:r w:rsidRPr="002521F6">
              <w:t>Allocation of traffic to legs</w:t>
            </w:r>
          </w:p>
        </w:tc>
        <w:tc>
          <w:tcPr>
            <w:tcW w:w="713" w:type="dxa"/>
            <w:vMerge/>
            <w:noWrap/>
          </w:tcPr>
          <w:p w14:paraId="4642BF9E" w14:textId="77777777" w:rsidR="0092094E" w:rsidRPr="002521F6" w:rsidRDefault="0092094E" w:rsidP="00981FD9">
            <w:pPr>
              <w:pStyle w:val="Tabletext"/>
              <w:rPr>
                <w:szCs w:val="20"/>
              </w:rPr>
            </w:pPr>
          </w:p>
        </w:tc>
        <w:tc>
          <w:tcPr>
            <w:tcW w:w="1984" w:type="dxa"/>
            <w:vMerge/>
            <w:noWrap/>
          </w:tcPr>
          <w:p w14:paraId="09BDED63" w14:textId="77777777" w:rsidR="0092094E" w:rsidRPr="002521F6" w:rsidRDefault="0092094E" w:rsidP="00981FD9">
            <w:pPr>
              <w:pStyle w:val="Tabletext"/>
              <w:rPr>
                <w:szCs w:val="20"/>
              </w:rPr>
            </w:pPr>
          </w:p>
        </w:tc>
        <w:tc>
          <w:tcPr>
            <w:tcW w:w="2707" w:type="dxa"/>
            <w:vMerge/>
            <w:noWrap/>
          </w:tcPr>
          <w:p w14:paraId="5648B266" w14:textId="77777777" w:rsidR="0092094E" w:rsidRPr="002521F6" w:rsidRDefault="0092094E" w:rsidP="00981FD9">
            <w:pPr>
              <w:pStyle w:val="Tabletext"/>
              <w:rPr>
                <w:szCs w:val="20"/>
              </w:rPr>
            </w:pPr>
          </w:p>
        </w:tc>
        <w:tc>
          <w:tcPr>
            <w:tcW w:w="673" w:type="dxa"/>
            <w:vMerge/>
            <w:noWrap/>
            <w:vAlign w:val="center"/>
          </w:tcPr>
          <w:p w14:paraId="3DF0DF2D" w14:textId="77777777" w:rsidR="0092094E" w:rsidRPr="002521F6" w:rsidRDefault="0092094E" w:rsidP="00981FD9">
            <w:pPr>
              <w:pStyle w:val="Tabletext"/>
              <w:rPr>
                <w:szCs w:val="20"/>
              </w:rPr>
            </w:pPr>
          </w:p>
        </w:tc>
      </w:tr>
      <w:tr w:rsidR="0092094E" w:rsidRPr="002521F6" w14:paraId="6120F3BD" w14:textId="77777777" w:rsidTr="0092094E">
        <w:trPr>
          <w:jc w:val="center"/>
        </w:trPr>
        <w:tc>
          <w:tcPr>
            <w:tcW w:w="562" w:type="dxa"/>
            <w:tcBorders>
              <w:bottom w:val="single" w:sz="4" w:space="0" w:color="auto"/>
            </w:tcBorders>
            <w:noWrap/>
          </w:tcPr>
          <w:p w14:paraId="32226AFF" w14:textId="77777777" w:rsidR="0092094E" w:rsidRPr="002521F6" w:rsidRDefault="0092094E" w:rsidP="009F1315">
            <w:pPr>
              <w:pStyle w:val="Tabletext"/>
              <w:rPr>
                <w:szCs w:val="20"/>
              </w:rPr>
            </w:pPr>
          </w:p>
        </w:tc>
        <w:tc>
          <w:tcPr>
            <w:tcW w:w="709" w:type="dxa"/>
            <w:tcBorders>
              <w:bottom w:val="single" w:sz="4" w:space="0" w:color="auto"/>
            </w:tcBorders>
            <w:noWrap/>
          </w:tcPr>
          <w:p w14:paraId="6D6F958C" w14:textId="77777777" w:rsidR="0092094E" w:rsidRPr="002521F6" w:rsidRDefault="0092094E" w:rsidP="00981FD9">
            <w:pPr>
              <w:pStyle w:val="Tabletext"/>
              <w:rPr>
                <w:szCs w:val="20"/>
              </w:rPr>
            </w:pPr>
          </w:p>
        </w:tc>
        <w:tc>
          <w:tcPr>
            <w:tcW w:w="992" w:type="dxa"/>
            <w:tcBorders>
              <w:bottom w:val="single" w:sz="4" w:space="0" w:color="auto"/>
            </w:tcBorders>
            <w:noWrap/>
          </w:tcPr>
          <w:p w14:paraId="6CC8FEB0" w14:textId="75EC3C46" w:rsidR="0092094E" w:rsidRPr="002521F6" w:rsidRDefault="0092094E" w:rsidP="00981FD9">
            <w:pPr>
              <w:pStyle w:val="Tabletext"/>
              <w:rPr>
                <w:szCs w:val="20"/>
              </w:rPr>
            </w:pPr>
            <w:r w:rsidRPr="002521F6">
              <w:t>3.3.8</w:t>
            </w:r>
          </w:p>
        </w:tc>
        <w:tc>
          <w:tcPr>
            <w:tcW w:w="5808" w:type="dxa"/>
            <w:tcBorders>
              <w:bottom w:val="single" w:sz="4" w:space="0" w:color="auto"/>
            </w:tcBorders>
            <w:noWrap/>
          </w:tcPr>
          <w:p w14:paraId="75DF9641" w14:textId="2FA418D0" w:rsidR="0092094E" w:rsidRPr="002521F6" w:rsidRDefault="0092094E" w:rsidP="00981FD9">
            <w:pPr>
              <w:pStyle w:val="Tabletext"/>
              <w:jc w:val="right"/>
              <w:rPr>
                <w:szCs w:val="20"/>
              </w:rPr>
            </w:pPr>
            <w:r w:rsidRPr="002521F6">
              <w:t>Baseline analysis</w:t>
            </w:r>
          </w:p>
        </w:tc>
        <w:tc>
          <w:tcPr>
            <w:tcW w:w="713" w:type="dxa"/>
            <w:vMerge/>
            <w:noWrap/>
          </w:tcPr>
          <w:p w14:paraId="1D94203F" w14:textId="77777777" w:rsidR="0092094E" w:rsidRPr="002521F6" w:rsidRDefault="0092094E" w:rsidP="00981FD9">
            <w:pPr>
              <w:pStyle w:val="Tabletext"/>
              <w:rPr>
                <w:szCs w:val="20"/>
              </w:rPr>
            </w:pPr>
          </w:p>
        </w:tc>
        <w:tc>
          <w:tcPr>
            <w:tcW w:w="1984" w:type="dxa"/>
            <w:vMerge/>
            <w:noWrap/>
          </w:tcPr>
          <w:p w14:paraId="56A5C243" w14:textId="77777777" w:rsidR="0092094E" w:rsidRPr="002521F6" w:rsidRDefault="0092094E" w:rsidP="00981FD9">
            <w:pPr>
              <w:pStyle w:val="Tabletext"/>
              <w:rPr>
                <w:szCs w:val="20"/>
              </w:rPr>
            </w:pPr>
          </w:p>
        </w:tc>
        <w:tc>
          <w:tcPr>
            <w:tcW w:w="2707" w:type="dxa"/>
            <w:vMerge/>
            <w:noWrap/>
          </w:tcPr>
          <w:p w14:paraId="301A7914" w14:textId="77777777" w:rsidR="0092094E" w:rsidRPr="002521F6" w:rsidRDefault="0092094E" w:rsidP="00981FD9">
            <w:pPr>
              <w:pStyle w:val="Tabletext"/>
              <w:rPr>
                <w:szCs w:val="20"/>
              </w:rPr>
            </w:pPr>
          </w:p>
        </w:tc>
        <w:tc>
          <w:tcPr>
            <w:tcW w:w="673" w:type="dxa"/>
            <w:vMerge/>
            <w:noWrap/>
            <w:vAlign w:val="center"/>
          </w:tcPr>
          <w:p w14:paraId="02A3CDF5" w14:textId="77777777" w:rsidR="0092094E" w:rsidRPr="002521F6" w:rsidRDefault="0092094E" w:rsidP="00981FD9">
            <w:pPr>
              <w:pStyle w:val="Tabletext"/>
              <w:rPr>
                <w:szCs w:val="20"/>
              </w:rPr>
            </w:pPr>
          </w:p>
        </w:tc>
      </w:tr>
      <w:tr w:rsidR="0092094E" w:rsidRPr="002521F6" w14:paraId="5784F9A9" w14:textId="77777777" w:rsidTr="0092094E">
        <w:trPr>
          <w:jc w:val="center"/>
        </w:trPr>
        <w:tc>
          <w:tcPr>
            <w:tcW w:w="562" w:type="dxa"/>
            <w:tcBorders>
              <w:bottom w:val="single" w:sz="4" w:space="0" w:color="auto"/>
            </w:tcBorders>
            <w:noWrap/>
          </w:tcPr>
          <w:p w14:paraId="48337B4B" w14:textId="77777777" w:rsidR="0092094E" w:rsidRPr="002521F6" w:rsidRDefault="0092094E" w:rsidP="009F1315">
            <w:pPr>
              <w:pStyle w:val="Tabletext"/>
              <w:rPr>
                <w:szCs w:val="20"/>
              </w:rPr>
            </w:pPr>
          </w:p>
        </w:tc>
        <w:tc>
          <w:tcPr>
            <w:tcW w:w="709" w:type="dxa"/>
            <w:tcBorders>
              <w:bottom w:val="single" w:sz="4" w:space="0" w:color="auto"/>
            </w:tcBorders>
            <w:noWrap/>
          </w:tcPr>
          <w:p w14:paraId="7A0DD0B9" w14:textId="77777777" w:rsidR="0092094E" w:rsidRPr="002521F6" w:rsidRDefault="0092094E" w:rsidP="00981FD9">
            <w:pPr>
              <w:pStyle w:val="Tabletext"/>
              <w:rPr>
                <w:szCs w:val="20"/>
              </w:rPr>
            </w:pPr>
          </w:p>
        </w:tc>
        <w:tc>
          <w:tcPr>
            <w:tcW w:w="992" w:type="dxa"/>
            <w:tcBorders>
              <w:bottom w:val="single" w:sz="4" w:space="0" w:color="auto"/>
            </w:tcBorders>
            <w:noWrap/>
          </w:tcPr>
          <w:p w14:paraId="7F0D394C" w14:textId="766A37FB" w:rsidR="0092094E" w:rsidRPr="002521F6" w:rsidRDefault="0092094E" w:rsidP="00981FD9">
            <w:pPr>
              <w:pStyle w:val="Tabletext"/>
              <w:rPr>
                <w:szCs w:val="20"/>
              </w:rPr>
            </w:pPr>
            <w:r w:rsidRPr="002521F6">
              <w:t>3.3.9</w:t>
            </w:r>
          </w:p>
        </w:tc>
        <w:tc>
          <w:tcPr>
            <w:tcW w:w="5808" w:type="dxa"/>
            <w:tcBorders>
              <w:bottom w:val="single" w:sz="4" w:space="0" w:color="auto"/>
            </w:tcBorders>
            <w:noWrap/>
          </w:tcPr>
          <w:p w14:paraId="395C0E9F" w14:textId="6B73EF3A" w:rsidR="0092094E" w:rsidRPr="002521F6" w:rsidRDefault="0092094E" w:rsidP="00981FD9">
            <w:pPr>
              <w:pStyle w:val="Tabletext"/>
              <w:jc w:val="right"/>
              <w:rPr>
                <w:szCs w:val="20"/>
              </w:rPr>
            </w:pPr>
            <w:r w:rsidRPr="002521F6">
              <w:t>Calibration with historical data</w:t>
            </w:r>
          </w:p>
        </w:tc>
        <w:tc>
          <w:tcPr>
            <w:tcW w:w="713" w:type="dxa"/>
            <w:vMerge/>
            <w:noWrap/>
          </w:tcPr>
          <w:p w14:paraId="1BA9C6E6" w14:textId="77777777" w:rsidR="0092094E" w:rsidRPr="002521F6" w:rsidRDefault="0092094E" w:rsidP="00981FD9">
            <w:pPr>
              <w:pStyle w:val="Tabletext"/>
              <w:rPr>
                <w:szCs w:val="20"/>
              </w:rPr>
            </w:pPr>
          </w:p>
        </w:tc>
        <w:tc>
          <w:tcPr>
            <w:tcW w:w="1984" w:type="dxa"/>
            <w:vMerge/>
            <w:noWrap/>
          </w:tcPr>
          <w:p w14:paraId="5B4036ED" w14:textId="77777777" w:rsidR="0092094E" w:rsidRPr="002521F6" w:rsidRDefault="0092094E" w:rsidP="00981FD9">
            <w:pPr>
              <w:pStyle w:val="Tabletext"/>
              <w:rPr>
                <w:szCs w:val="20"/>
              </w:rPr>
            </w:pPr>
          </w:p>
        </w:tc>
        <w:tc>
          <w:tcPr>
            <w:tcW w:w="2707" w:type="dxa"/>
            <w:vMerge/>
            <w:noWrap/>
          </w:tcPr>
          <w:p w14:paraId="498805FA" w14:textId="77777777" w:rsidR="0092094E" w:rsidRPr="002521F6" w:rsidRDefault="0092094E" w:rsidP="00981FD9">
            <w:pPr>
              <w:pStyle w:val="Tabletext"/>
              <w:rPr>
                <w:szCs w:val="20"/>
              </w:rPr>
            </w:pPr>
          </w:p>
        </w:tc>
        <w:tc>
          <w:tcPr>
            <w:tcW w:w="673" w:type="dxa"/>
            <w:vMerge/>
            <w:noWrap/>
            <w:vAlign w:val="center"/>
          </w:tcPr>
          <w:p w14:paraId="025A2689" w14:textId="77777777" w:rsidR="0092094E" w:rsidRPr="002521F6" w:rsidRDefault="0092094E" w:rsidP="00981FD9">
            <w:pPr>
              <w:pStyle w:val="Tabletext"/>
              <w:rPr>
                <w:szCs w:val="20"/>
              </w:rPr>
            </w:pPr>
          </w:p>
        </w:tc>
      </w:tr>
      <w:tr w:rsidR="0092094E" w:rsidRPr="002521F6" w14:paraId="24BC7CF2" w14:textId="77777777" w:rsidTr="0092094E">
        <w:trPr>
          <w:jc w:val="center"/>
        </w:trPr>
        <w:tc>
          <w:tcPr>
            <w:tcW w:w="562" w:type="dxa"/>
            <w:tcBorders>
              <w:bottom w:val="single" w:sz="4" w:space="0" w:color="auto"/>
            </w:tcBorders>
            <w:noWrap/>
          </w:tcPr>
          <w:p w14:paraId="236AA276" w14:textId="77777777" w:rsidR="0092094E" w:rsidRPr="002521F6" w:rsidRDefault="0092094E" w:rsidP="009F1315">
            <w:pPr>
              <w:pStyle w:val="Tabletext"/>
              <w:rPr>
                <w:szCs w:val="20"/>
              </w:rPr>
            </w:pPr>
          </w:p>
        </w:tc>
        <w:tc>
          <w:tcPr>
            <w:tcW w:w="709" w:type="dxa"/>
            <w:tcBorders>
              <w:bottom w:val="single" w:sz="4" w:space="0" w:color="auto"/>
            </w:tcBorders>
            <w:noWrap/>
          </w:tcPr>
          <w:p w14:paraId="4CE76015" w14:textId="77777777" w:rsidR="0092094E" w:rsidRPr="002521F6" w:rsidRDefault="0092094E" w:rsidP="00981FD9">
            <w:pPr>
              <w:pStyle w:val="Tabletext"/>
              <w:rPr>
                <w:szCs w:val="20"/>
              </w:rPr>
            </w:pPr>
          </w:p>
        </w:tc>
        <w:tc>
          <w:tcPr>
            <w:tcW w:w="992" w:type="dxa"/>
            <w:tcBorders>
              <w:bottom w:val="single" w:sz="4" w:space="0" w:color="auto"/>
            </w:tcBorders>
            <w:noWrap/>
          </w:tcPr>
          <w:p w14:paraId="635DEFF3" w14:textId="71115F3D" w:rsidR="0092094E" w:rsidRPr="002521F6" w:rsidRDefault="0092094E" w:rsidP="00981FD9">
            <w:pPr>
              <w:pStyle w:val="Tabletext"/>
              <w:rPr>
                <w:szCs w:val="20"/>
              </w:rPr>
            </w:pPr>
            <w:r w:rsidRPr="002521F6">
              <w:t>3.3.10</w:t>
            </w:r>
          </w:p>
        </w:tc>
        <w:tc>
          <w:tcPr>
            <w:tcW w:w="5808" w:type="dxa"/>
            <w:tcBorders>
              <w:bottom w:val="single" w:sz="4" w:space="0" w:color="auto"/>
            </w:tcBorders>
            <w:noWrap/>
          </w:tcPr>
          <w:p w14:paraId="25CB33D1" w14:textId="36640B2F" w:rsidR="0092094E" w:rsidRPr="002521F6" w:rsidRDefault="0092094E" w:rsidP="00981FD9">
            <w:pPr>
              <w:pStyle w:val="Tabletext"/>
              <w:jc w:val="right"/>
              <w:rPr>
                <w:szCs w:val="20"/>
              </w:rPr>
            </w:pPr>
            <w:r w:rsidRPr="002521F6">
              <w:t>“What if” analysis</w:t>
            </w:r>
          </w:p>
        </w:tc>
        <w:tc>
          <w:tcPr>
            <w:tcW w:w="713" w:type="dxa"/>
            <w:vMerge/>
            <w:noWrap/>
          </w:tcPr>
          <w:p w14:paraId="7F8F9A09" w14:textId="77777777" w:rsidR="0092094E" w:rsidRPr="002521F6" w:rsidRDefault="0092094E" w:rsidP="00981FD9">
            <w:pPr>
              <w:pStyle w:val="Tabletext"/>
              <w:rPr>
                <w:szCs w:val="20"/>
              </w:rPr>
            </w:pPr>
          </w:p>
        </w:tc>
        <w:tc>
          <w:tcPr>
            <w:tcW w:w="1984" w:type="dxa"/>
            <w:vMerge/>
            <w:tcBorders>
              <w:bottom w:val="single" w:sz="4" w:space="0" w:color="auto"/>
            </w:tcBorders>
            <w:noWrap/>
          </w:tcPr>
          <w:p w14:paraId="4315458D" w14:textId="77777777" w:rsidR="0092094E" w:rsidRPr="002521F6" w:rsidRDefault="0092094E" w:rsidP="00981FD9">
            <w:pPr>
              <w:pStyle w:val="Tabletext"/>
              <w:rPr>
                <w:szCs w:val="20"/>
              </w:rPr>
            </w:pPr>
          </w:p>
        </w:tc>
        <w:tc>
          <w:tcPr>
            <w:tcW w:w="2707" w:type="dxa"/>
            <w:vMerge/>
            <w:tcBorders>
              <w:bottom w:val="single" w:sz="4" w:space="0" w:color="auto"/>
            </w:tcBorders>
            <w:noWrap/>
          </w:tcPr>
          <w:p w14:paraId="221A1CD9" w14:textId="77777777" w:rsidR="0092094E" w:rsidRPr="002521F6" w:rsidRDefault="0092094E" w:rsidP="00981FD9">
            <w:pPr>
              <w:pStyle w:val="Tabletext"/>
              <w:rPr>
                <w:szCs w:val="20"/>
              </w:rPr>
            </w:pPr>
          </w:p>
        </w:tc>
        <w:tc>
          <w:tcPr>
            <w:tcW w:w="673" w:type="dxa"/>
            <w:vMerge/>
            <w:tcBorders>
              <w:bottom w:val="single" w:sz="4" w:space="0" w:color="auto"/>
            </w:tcBorders>
            <w:noWrap/>
            <w:vAlign w:val="center"/>
          </w:tcPr>
          <w:p w14:paraId="5ED17684" w14:textId="77777777" w:rsidR="0092094E" w:rsidRPr="002521F6" w:rsidRDefault="0092094E" w:rsidP="00981FD9">
            <w:pPr>
              <w:pStyle w:val="Tabletext"/>
              <w:rPr>
                <w:szCs w:val="20"/>
              </w:rPr>
            </w:pPr>
          </w:p>
        </w:tc>
      </w:tr>
      <w:tr w:rsidR="007D0C09" w:rsidRPr="002521F6" w14:paraId="4A7B05F7" w14:textId="4832F672" w:rsidTr="0092094E">
        <w:trPr>
          <w:jc w:val="center"/>
        </w:trPr>
        <w:tc>
          <w:tcPr>
            <w:tcW w:w="562" w:type="dxa"/>
            <w:tcBorders>
              <w:bottom w:val="single" w:sz="4" w:space="0" w:color="auto"/>
            </w:tcBorders>
            <w:noWrap/>
          </w:tcPr>
          <w:p w14:paraId="185A3E3F" w14:textId="77777777" w:rsidR="007D0C09" w:rsidRPr="002521F6" w:rsidRDefault="007D0C09" w:rsidP="009F1315">
            <w:pPr>
              <w:pStyle w:val="Tabletext"/>
              <w:rPr>
                <w:szCs w:val="20"/>
              </w:rPr>
            </w:pPr>
          </w:p>
        </w:tc>
        <w:tc>
          <w:tcPr>
            <w:tcW w:w="709" w:type="dxa"/>
            <w:tcBorders>
              <w:bottom w:val="single" w:sz="4" w:space="0" w:color="auto"/>
            </w:tcBorders>
            <w:noWrap/>
          </w:tcPr>
          <w:p w14:paraId="5912AD49" w14:textId="49E2A404" w:rsidR="007D0C09" w:rsidRPr="002521F6" w:rsidRDefault="007D0C09" w:rsidP="00981FD9">
            <w:pPr>
              <w:pStyle w:val="Tabletext"/>
              <w:rPr>
                <w:szCs w:val="20"/>
              </w:rPr>
            </w:pPr>
            <w:r w:rsidRPr="002521F6">
              <w:rPr>
                <w:b/>
              </w:rPr>
              <w:t>3.4</w:t>
            </w:r>
          </w:p>
        </w:tc>
        <w:tc>
          <w:tcPr>
            <w:tcW w:w="992" w:type="dxa"/>
            <w:tcBorders>
              <w:bottom w:val="single" w:sz="4" w:space="0" w:color="auto"/>
            </w:tcBorders>
            <w:shd w:val="clear" w:color="auto" w:fill="00AFAA"/>
            <w:noWrap/>
          </w:tcPr>
          <w:p w14:paraId="3C8E9E6A" w14:textId="77777777" w:rsidR="007D0C09" w:rsidRPr="002521F6" w:rsidRDefault="007D0C09" w:rsidP="00981FD9">
            <w:pPr>
              <w:pStyle w:val="Tabletext"/>
              <w:rPr>
                <w:szCs w:val="20"/>
              </w:rPr>
            </w:pPr>
          </w:p>
        </w:tc>
        <w:tc>
          <w:tcPr>
            <w:tcW w:w="5808" w:type="dxa"/>
            <w:tcBorders>
              <w:bottom w:val="single" w:sz="4" w:space="0" w:color="auto"/>
            </w:tcBorders>
            <w:noWrap/>
          </w:tcPr>
          <w:p w14:paraId="46601AA1" w14:textId="16BB13F5" w:rsidR="007D0C09" w:rsidRPr="002521F6" w:rsidRDefault="007D0C09" w:rsidP="00D836DB">
            <w:pPr>
              <w:pStyle w:val="Tabletext"/>
              <w:rPr>
                <w:szCs w:val="20"/>
              </w:rPr>
            </w:pPr>
            <w:r w:rsidRPr="002521F6">
              <w:rPr>
                <w:b/>
              </w:rPr>
              <w:t>Practical Applications of IWRAP Mk 2</w:t>
            </w:r>
          </w:p>
        </w:tc>
        <w:tc>
          <w:tcPr>
            <w:tcW w:w="6077" w:type="dxa"/>
            <w:gridSpan w:val="4"/>
            <w:tcBorders>
              <w:bottom w:val="single" w:sz="4" w:space="0" w:color="auto"/>
            </w:tcBorders>
            <w:shd w:val="clear" w:color="auto" w:fill="00AFAA"/>
            <w:noWrap/>
            <w:vAlign w:val="center"/>
          </w:tcPr>
          <w:p w14:paraId="67914117" w14:textId="77777777" w:rsidR="007D0C09" w:rsidRPr="002521F6" w:rsidRDefault="007D0C09" w:rsidP="00981FD9">
            <w:pPr>
              <w:pStyle w:val="Tabletext"/>
              <w:rPr>
                <w:szCs w:val="20"/>
              </w:rPr>
            </w:pPr>
          </w:p>
        </w:tc>
      </w:tr>
      <w:tr w:rsidR="0092094E" w:rsidRPr="002521F6" w14:paraId="206B9BB6" w14:textId="77777777" w:rsidTr="0092094E">
        <w:trPr>
          <w:jc w:val="center"/>
        </w:trPr>
        <w:tc>
          <w:tcPr>
            <w:tcW w:w="562" w:type="dxa"/>
            <w:tcBorders>
              <w:bottom w:val="single" w:sz="4" w:space="0" w:color="auto"/>
            </w:tcBorders>
            <w:noWrap/>
          </w:tcPr>
          <w:p w14:paraId="6CA0C32C" w14:textId="77777777" w:rsidR="0092094E" w:rsidRPr="002521F6" w:rsidRDefault="0092094E" w:rsidP="009F1315">
            <w:pPr>
              <w:pStyle w:val="Tabletext"/>
              <w:rPr>
                <w:szCs w:val="20"/>
              </w:rPr>
            </w:pPr>
          </w:p>
        </w:tc>
        <w:tc>
          <w:tcPr>
            <w:tcW w:w="709" w:type="dxa"/>
            <w:tcBorders>
              <w:bottom w:val="single" w:sz="4" w:space="0" w:color="auto"/>
            </w:tcBorders>
            <w:noWrap/>
          </w:tcPr>
          <w:p w14:paraId="6E6C6525" w14:textId="77777777" w:rsidR="0092094E" w:rsidRPr="002521F6" w:rsidRDefault="0092094E" w:rsidP="00981FD9">
            <w:pPr>
              <w:pStyle w:val="Tabletext"/>
              <w:rPr>
                <w:szCs w:val="20"/>
              </w:rPr>
            </w:pPr>
          </w:p>
        </w:tc>
        <w:tc>
          <w:tcPr>
            <w:tcW w:w="992" w:type="dxa"/>
            <w:tcBorders>
              <w:bottom w:val="single" w:sz="4" w:space="0" w:color="auto"/>
            </w:tcBorders>
            <w:noWrap/>
          </w:tcPr>
          <w:p w14:paraId="4F712783" w14:textId="21F96410" w:rsidR="0092094E" w:rsidRPr="002521F6" w:rsidRDefault="0092094E" w:rsidP="00981FD9">
            <w:pPr>
              <w:pStyle w:val="Tabletext"/>
              <w:rPr>
                <w:szCs w:val="20"/>
              </w:rPr>
            </w:pPr>
            <w:r w:rsidRPr="002521F6">
              <w:t>3.4.1</w:t>
            </w:r>
          </w:p>
        </w:tc>
        <w:tc>
          <w:tcPr>
            <w:tcW w:w="5808" w:type="dxa"/>
            <w:tcBorders>
              <w:bottom w:val="single" w:sz="4" w:space="0" w:color="auto"/>
            </w:tcBorders>
            <w:noWrap/>
          </w:tcPr>
          <w:p w14:paraId="4305BC29" w14:textId="77808D48" w:rsidR="0092094E" w:rsidRPr="002521F6" w:rsidRDefault="0092094E" w:rsidP="00981FD9">
            <w:pPr>
              <w:pStyle w:val="Tabletext"/>
              <w:jc w:val="right"/>
              <w:rPr>
                <w:szCs w:val="20"/>
              </w:rPr>
            </w:pPr>
            <w:r w:rsidRPr="002521F6">
              <w:t>Regional example 1 with results</w:t>
            </w:r>
          </w:p>
        </w:tc>
        <w:tc>
          <w:tcPr>
            <w:tcW w:w="713" w:type="dxa"/>
            <w:vMerge w:val="restart"/>
            <w:noWrap/>
            <w:vAlign w:val="center"/>
          </w:tcPr>
          <w:p w14:paraId="4E103621" w14:textId="528EFD32" w:rsidR="0092094E" w:rsidRPr="002521F6" w:rsidRDefault="0092094E" w:rsidP="00981FD9">
            <w:pPr>
              <w:pStyle w:val="Tabletext"/>
              <w:rPr>
                <w:szCs w:val="20"/>
              </w:rPr>
            </w:pPr>
            <w:r w:rsidRPr="002521F6">
              <w:rPr>
                <w:rFonts w:cs="Arial"/>
                <w:szCs w:val="20"/>
              </w:rPr>
              <w:t>2</w:t>
            </w:r>
          </w:p>
        </w:tc>
        <w:tc>
          <w:tcPr>
            <w:tcW w:w="1984" w:type="dxa"/>
            <w:vMerge w:val="restart"/>
            <w:noWrap/>
            <w:vAlign w:val="center"/>
          </w:tcPr>
          <w:p w14:paraId="5EF96388" w14:textId="52944B7E" w:rsidR="0092094E" w:rsidRPr="002521F6" w:rsidRDefault="0092094E" w:rsidP="00981FD9">
            <w:pPr>
              <w:pStyle w:val="Tabletext"/>
              <w:rPr>
                <w:szCs w:val="20"/>
              </w:rPr>
            </w:pPr>
            <w:r w:rsidRPr="002521F6">
              <w:rPr>
                <w:rFonts w:cs="Arial"/>
                <w:szCs w:val="20"/>
              </w:rPr>
              <w:t>Practical exercises</w:t>
            </w:r>
          </w:p>
        </w:tc>
        <w:tc>
          <w:tcPr>
            <w:tcW w:w="2707" w:type="dxa"/>
            <w:tcBorders>
              <w:bottom w:val="single" w:sz="4" w:space="0" w:color="auto"/>
            </w:tcBorders>
            <w:noWrap/>
          </w:tcPr>
          <w:p w14:paraId="206C468E" w14:textId="77777777" w:rsidR="0092094E" w:rsidRPr="002521F6" w:rsidRDefault="0092094E" w:rsidP="00981FD9">
            <w:pPr>
              <w:pStyle w:val="Tabletext"/>
              <w:rPr>
                <w:szCs w:val="20"/>
              </w:rPr>
            </w:pPr>
          </w:p>
        </w:tc>
        <w:tc>
          <w:tcPr>
            <w:tcW w:w="673" w:type="dxa"/>
            <w:vMerge w:val="restart"/>
            <w:noWrap/>
            <w:vAlign w:val="center"/>
          </w:tcPr>
          <w:p w14:paraId="74DB6982" w14:textId="4B5716C2" w:rsidR="0092094E" w:rsidRPr="002521F6" w:rsidRDefault="0092094E" w:rsidP="00981FD9">
            <w:pPr>
              <w:pStyle w:val="Tabletext"/>
              <w:rPr>
                <w:szCs w:val="20"/>
              </w:rPr>
            </w:pPr>
            <w:r w:rsidRPr="002521F6">
              <w:rPr>
                <w:szCs w:val="20"/>
              </w:rPr>
              <w:t>14</w:t>
            </w:r>
          </w:p>
        </w:tc>
      </w:tr>
      <w:tr w:rsidR="0092094E" w:rsidRPr="002521F6" w14:paraId="147BAB16" w14:textId="77777777" w:rsidTr="0092094E">
        <w:trPr>
          <w:jc w:val="center"/>
        </w:trPr>
        <w:tc>
          <w:tcPr>
            <w:tcW w:w="562" w:type="dxa"/>
            <w:tcBorders>
              <w:bottom w:val="single" w:sz="4" w:space="0" w:color="auto"/>
            </w:tcBorders>
            <w:noWrap/>
          </w:tcPr>
          <w:p w14:paraId="5B4155C7" w14:textId="77777777" w:rsidR="0092094E" w:rsidRPr="002521F6" w:rsidRDefault="0092094E" w:rsidP="009F1315">
            <w:pPr>
              <w:pStyle w:val="Tabletext"/>
              <w:rPr>
                <w:szCs w:val="20"/>
              </w:rPr>
            </w:pPr>
          </w:p>
        </w:tc>
        <w:tc>
          <w:tcPr>
            <w:tcW w:w="709" w:type="dxa"/>
            <w:tcBorders>
              <w:bottom w:val="single" w:sz="4" w:space="0" w:color="auto"/>
            </w:tcBorders>
            <w:noWrap/>
          </w:tcPr>
          <w:p w14:paraId="7484AA20" w14:textId="77777777" w:rsidR="0092094E" w:rsidRPr="002521F6" w:rsidRDefault="0092094E" w:rsidP="00981FD9">
            <w:pPr>
              <w:pStyle w:val="Tabletext"/>
              <w:rPr>
                <w:szCs w:val="20"/>
              </w:rPr>
            </w:pPr>
          </w:p>
        </w:tc>
        <w:tc>
          <w:tcPr>
            <w:tcW w:w="992" w:type="dxa"/>
            <w:tcBorders>
              <w:bottom w:val="single" w:sz="4" w:space="0" w:color="auto"/>
            </w:tcBorders>
            <w:noWrap/>
          </w:tcPr>
          <w:p w14:paraId="207F90FA" w14:textId="19B8EA56" w:rsidR="0092094E" w:rsidRPr="002521F6" w:rsidRDefault="0092094E" w:rsidP="00981FD9">
            <w:pPr>
              <w:pStyle w:val="Tabletext"/>
              <w:rPr>
                <w:szCs w:val="20"/>
              </w:rPr>
            </w:pPr>
            <w:r w:rsidRPr="002521F6">
              <w:t>3.4.2</w:t>
            </w:r>
          </w:p>
        </w:tc>
        <w:tc>
          <w:tcPr>
            <w:tcW w:w="5808" w:type="dxa"/>
            <w:tcBorders>
              <w:bottom w:val="single" w:sz="4" w:space="0" w:color="auto"/>
            </w:tcBorders>
            <w:noWrap/>
          </w:tcPr>
          <w:p w14:paraId="58E98A54" w14:textId="66029D5D" w:rsidR="0092094E" w:rsidRPr="002521F6" w:rsidRDefault="0092094E" w:rsidP="00981FD9">
            <w:pPr>
              <w:pStyle w:val="Tabletext"/>
              <w:jc w:val="right"/>
              <w:rPr>
                <w:szCs w:val="20"/>
              </w:rPr>
            </w:pPr>
            <w:r w:rsidRPr="002521F6">
              <w:t>Regional example 2 with results</w:t>
            </w:r>
          </w:p>
        </w:tc>
        <w:tc>
          <w:tcPr>
            <w:tcW w:w="713" w:type="dxa"/>
            <w:vMerge/>
            <w:tcBorders>
              <w:bottom w:val="single" w:sz="4" w:space="0" w:color="auto"/>
            </w:tcBorders>
            <w:noWrap/>
          </w:tcPr>
          <w:p w14:paraId="126CAB9C" w14:textId="77777777" w:rsidR="0092094E" w:rsidRPr="002521F6" w:rsidRDefault="0092094E" w:rsidP="00981FD9">
            <w:pPr>
              <w:pStyle w:val="Tabletext"/>
              <w:rPr>
                <w:szCs w:val="20"/>
              </w:rPr>
            </w:pPr>
          </w:p>
        </w:tc>
        <w:tc>
          <w:tcPr>
            <w:tcW w:w="1984" w:type="dxa"/>
            <w:vMerge/>
            <w:tcBorders>
              <w:bottom w:val="single" w:sz="4" w:space="0" w:color="auto"/>
            </w:tcBorders>
            <w:noWrap/>
          </w:tcPr>
          <w:p w14:paraId="6E003325" w14:textId="77777777" w:rsidR="0092094E" w:rsidRPr="002521F6" w:rsidRDefault="0092094E" w:rsidP="00981FD9">
            <w:pPr>
              <w:pStyle w:val="Tabletext"/>
              <w:rPr>
                <w:szCs w:val="20"/>
              </w:rPr>
            </w:pPr>
          </w:p>
        </w:tc>
        <w:tc>
          <w:tcPr>
            <w:tcW w:w="2707" w:type="dxa"/>
            <w:tcBorders>
              <w:bottom w:val="single" w:sz="4" w:space="0" w:color="auto"/>
            </w:tcBorders>
            <w:noWrap/>
          </w:tcPr>
          <w:p w14:paraId="18B70A7B" w14:textId="77777777" w:rsidR="0092094E" w:rsidRPr="002521F6" w:rsidRDefault="0092094E" w:rsidP="00981FD9">
            <w:pPr>
              <w:pStyle w:val="Tabletext"/>
              <w:rPr>
                <w:szCs w:val="20"/>
              </w:rPr>
            </w:pPr>
          </w:p>
        </w:tc>
        <w:tc>
          <w:tcPr>
            <w:tcW w:w="673" w:type="dxa"/>
            <w:vMerge/>
            <w:tcBorders>
              <w:bottom w:val="single" w:sz="4" w:space="0" w:color="auto"/>
            </w:tcBorders>
            <w:noWrap/>
            <w:vAlign w:val="center"/>
          </w:tcPr>
          <w:p w14:paraId="4119C3DC" w14:textId="77777777" w:rsidR="0092094E" w:rsidRPr="002521F6" w:rsidRDefault="0092094E" w:rsidP="00981FD9">
            <w:pPr>
              <w:pStyle w:val="Tabletext"/>
              <w:rPr>
                <w:szCs w:val="20"/>
              </w:rPr>
            </w:pPr>
          </w:p>
        </w:tc>
      </w:tr>
      <w:tr w:rsidR="0092094E" w:rsidRPr="002521F6" w14:paraId="3D33F55E" w14:textId="77777777" w:rsidTr="0092094E">
        <w:trPr>
          <w:jc w:val="center"/>
        </w:trPr>
        <w:tc>
          <w:tcPr>
            <w:tcW w:w="562" w:type="dxa"/>
            <w:tcBorders>
              <w:bottom w:val="single" w:sz="4" w:space="0" w:color="auto"/>
            </w:tcBorders>
            <w:noWrap/>
          </w:tcPr>
          <w:p w14:paraId="675F2E80" w14:textId="77777777" w:rsidR="0092094E" w:rsidRPr="002521F6" w:rsidRDefault="0092094E" w:rsidP="009F1315">
            <w:pPr>
              <w:pStyle w:val="Tabletext"/>
              <w:rPr>
                <w:szCs w:val="20"/>
              </w:rPr>
            </w:pPr>
          </w:p>
        </w:tc>
        <w:tc>
          <w:tcPr>
            <w:tcW w:w="709" w:type="dxa"/>
            <w:tcBorders>
              <w:bottom w:val="single" w:sz="4" w:space="0" w:color="auto"/>
            </w:tcBorders>
            <w:noWrap/>
          </w:tcPr>
          <w:p w14:paraId="4987D797" w14:textId="0D5BD480" w:rsidR="0092094E" w:rsidRPr="002521F6" w:rsidRDefault="0092094E" w:rsidP="00981FD9">
            <w:pPr>
              <w:pStyle w:val="Tabletext"/>
              <w:rPr>
                <w:szCs w:val="20"/>
              </w:rPr>
            </w:pPr>
            <w:r w:rsidRPr="002521F6">
              <w:rPr>
                <w:b/>
              </w:rPr>
              <w:t>3.5</w:t>
            </w:r>
          </w:p>
        </w:tc>
        <w:tc>
          <w:tcPr>
            <w:tcW w:w="992" w:type="dxa"/>
            <w:tcBorders>
              <w:bottom w:val="single" w:sz="4" w:space="0" w:color="auto"/>
            </w:tcBorders>
            <w:shd w:val="clear" w:color="auto" w:fill="00AFAA"/>
            <w:noWrap/>
          </w:tcPr>
          <w:p w14:paraId="7B6695B1" w14:textId="77777777" w:rsidR="0092094E" w:rsidRPr="002521F6" w:rsidRDefault="0092094E" w:rsidP="00981FD9">
            <w:pPr>
              <w:pStyle w:val="Tabletext"/>
              <w:rPr>
                <w:szCs w:val="20"/>
              </w:rPr>
            </w:pPr>
          </w:p>
        </w:tc>
        <w:tc>
          <w:tcPr>
            <w:tcW w:w="5808" w:type="dxa"/>
            <w:tcBorders>
              <w:bottom w:val="single" w:sz="4" w:space="0" w:color="auto"/>
            </w:tcBorders>
            <w:noWrap/>
          </w:tcPr>
          <w:p w14:paraId="29899F56" w14:textId="16F3F291" w:rsidR="0092094E" w:rsidRPr="002521F6" w:rsidRDefault="0092094E" w:rsidP="00D836DB">
            <w:pPr>
              <w:pStyle w:val="Tabletext"/>
              <w:rPr>
                <w:szCs w:val="20"/>
              </w:rPr>
            </w:pPr>
            <w:r w:rsidRPr="002521F6">
              <w:rPr>
                <w:b/>
              </w:rPr>
              <w:t>Advanced  IWRAP Mk 2 modelling</w:t>
            </w:r>
          </w:p>
        </w:tc>
        <w:tc>
          <w:tcPr>
            <w:tcW w:w="6077" w:type="dxa"/>
            <w:gridSpan w:val="4"/>
            <w:tcBorders>
              <w:bottom w:val="single" w:sz="4" w:space="0" w:color="auto"/>
            </w:tcBorders>
            <w:shd w:val="clear" w:color="auto" w:fill="00AFAA"/>
            <w:noWrap/>
            <w:vAlign w:val="center"/>
          </w:tcPr>
          <w:p w14:paraId="68D7E332" w14:textId="77777777" w:rsidR="0092094E" w:rsidRPr="002521F6" w:rsidRDefault="0092094E" w:rsidP="00981FD9">
            <w:pPr>
              <w:pStyle w:val="Tabletext"/>
              <w:rPr>
                <w:szCs w:val="20"/>
              </w:rPr>
            </w:pPr>
          </w:p>
        </w:tc>
      </w:tr>
      <w:tr w:rsidR="0092094E" w:rsidRPr="002521F6" w14:paraId="69B6F392" w14:textId="77777777" w:rsidTr="0092094E">
        <w:trPr>
          <w:jc w:val="center"/>
        </w:trPr>
        <w:tc>
          <w:tcPr>
            <w:tcW w:w="562" w:type="dxa"/>
            <w:tcBorders>
              <w:bottom w:val="single" w:sz="4" w:space="0" w:color="auto"/>
            </w:tcBorders>
            <w:noWrap/>
          </w:tcPr>
          <w:p w14:paraId="0D58E8D3" w14:textId="77777777" w:rsidR="0092094E" w:rsidRPr="002521F6" w:rsidRDefault="0092094E" w:rsidP="009F1315">
            <w:pPr>
              <w:pStyle w:val="Tabletext"/>
              <w:rPr>
                <w:szCs w:val="20"/>
              </w:rPr>
            </w:pPr>
          </w:p>
        </w:tc>
        <w:tc>
          <w:tcPr>
            <w:tcW w:w="709" w:type="dxa"/>
            <w:tcBorders>
              <w:bottom w:val="single" w:sz="4" w:space="0" w:color="auto"/>
            </w:tcBorders>
            <w:noWrap/>
          </w:tcPr>
          <w:p w14:paraId="26E899AE" w14:textId="77777777" w:rsidR="0092094E" w:rsidRPr="002521F6" w:rsidRDefault="0092094E" w:rsidP="00981FD9">
            <w:pPr>
              <w:pStyle w:val="Tabletext"/>
              <w:rPr>
                <w:szCs w:val="20"/>
              </w:rPr>
            </w:pPr>
          </w:p>
        </w:tc>
        <w:tc>
          <w:tcPr>
            <w:tcW w:w="992" w:type="dxa"/>
            <w:tcBorders>
              <w:bottom w:val="single" w:sz="4" w:space="0" w:color="auto"/>
            </w:tcBorders>
            <w:noWrap/>
          </w:tcPr>
          <w:p w14:paraId="445C7670" w14:textId="27AD63C4" w:rsidR="0092094E" w:rsidRPr="002521F6" w:rsidRDefault="0092094E" w:rsidP="00981FD9">
            <w:pPr>
              <w:pStyle w:val="Tabletext"/>
              <w:rPr>
                <w:szCs w:val="20"/>
              </w:rPr>
            </w:pPr>
            <w:r w:rsidRPr="002521F6">
              <w:t>3.5.1</w:t>
            </w:r>
          </w:p>
        </w:tc>
        <w:tc>
          <w:tcPr>
            <w:tcW w:w="5808" w:type="dxa"/>
            <w:tcBorders>
              <w:bottom w:val="single" w:sz="4" w:space="0" w:color="auto"/>
            </w:tcBorders>
            <w:noWrap/>
          </w:tcPr>
          <w:p w14:paraId="2A387271" w14:textId="41D92DCB" w:rsidR="0092094E" w:rsidRPr="002521F6" w:rsidRDefault="0092094E" w:rsidP="00981FD9">
            <w:pPr>
              <w:pStyle w:val="Tabletext"/>
              <w:jc w:val="right"/>
              <w:rPr>
                <w:szCs w:val="20"/>
              </w:rPr>
            </w:pPr>
            <w:r w:rsidRPr="002521F6">
              <w:t>Ferry activities</w:t>
            </w:r>
          </w:p>
        </w:tc>
        <w:tc>
          <w:tcPr>
            <w:tcW w:w="713" w:type="dxa"/>
            <w:vMerge w:val="restart"/>
            <w:noWrap/>
            <w:vAlign w:val="center"/>
          </w:tcPr>
          <w:p w14:paraId="528B2507" w14:textId="4C1FA743" w:rsidR="0092094E" w:rsidRPr="002521F6" w:rsidRDefault="0092094E" w:rsidP="00981FD9">
            <w:pPr>
              <w:pStyle w:val="Tabletext"/>
              <w:rPr>
                <w:szCs w:val="20"/>
              </w:rPr>
            </w:pPr>
            <w:r w:rsidRPr="002521F6">
              <w:rPr>
                <w:rFonts w:cs="Arial"/>
                <w:szCs w:val="20"/>
              </w:rPr>
              <w:t>2</w:t>
            </w:r>
          </w:p>
        </w:tc>
        <w:tc>
          <w:tcPr>
            <w:tcW w:w="1984" w:type="dxa"/>
            <w:vMerge w:val="restart"/>
            <w:noWrap/>
            <w:vAlign w:val="center"/>
          </w:tcPr>
          <w:p w14:paraId="3F185E6D" w14:textId="75608F2D" w:rsidR="0092094E" w:rsidRPr="002521F6" w:rsidRDefault="0092094E" w:rsidP="00981FD9">
            <w:pPr>
              <w:pStyle w:val="Tabletext"/>
              <w:rPr>
                <w:szCs w:val="20"/>
              </w:rPr>
            </w:pPr>
            <w:r w:rsidRPr="002521F6">
              <w:rPr>
                <w:rFonts w:cs="Arial"/>
                <w:szCs w:val="20"/>
              </w:rPr>
              <w:t>Practical exercise with limited supervision</w:t>
            </w:r>
          </w:p>
        </w:tc>
        <w:tc>
          <w:tcPr>
            <w:tcW w:w="2707" w:type="dxa"/>
            <w:tcBorders>
              <w:bottom w:val="single" w:sz="4" w:space="0" w:color="auto"/>
            </w:tcBorders>
            <w:noWrap/>
          </w:tcPr>
          <w:p w14:paraId="24EB501E" w14:textId="77777777" w:rsidR="0092094E" w:rsidRPr="002521F6" w:rsidRDefault="0092094E" w:rsidP="00981FD9">
            <w:pPr>
              <w:pStyle w:val="Tabletext"/>
              <w:rPr>
                <w:szCs w:val="20"/>
              </w:rPr>
            </w:pPr>
          </w:p>
        </w:tc>
        <w:tc>
          <w:tcPr>
            <w:tcW w:w="673" w:type="dxa"/>
            <w:vMerge w:val="restart"/>
            <w:noWrap/>
            <w:vAlign w:val="center"/>
          </w:tcPr>
          <w:p w14:paraId="726D648A" w14:textId="1A5AF541" w:rsidR="0092094E" w:rsidRPr="002521F6" w:rsidRDefault="0092094E" w:rsidP="00981FD9">
            <w:pPr>
              <w:pStyle w:val="Tabletext"/>
              <w:rPr>
                <w:szCs w:val="20"/>
              </w:rPr>
            </w:pPr>
            <w:r w:rsidRPr="002521F6">
              <w:rPr>
                <w:szCs w:val="20"/>
              </w:rPr>
              <w:t>15 16</w:t>
            </w:r>
          </w:p>
        </w:tc>
      </w:tr>
      <w:tr w:rsidR="0092094E" w:rsidRPr="002521F6" w14:paraId="3FF83D53" w14:textId="77777777" w:rsidTr="001B0758">
        <w:trPr>
          <w:jc w:val="center"/>
        </w:trPr>
        <w:tc>
          <w:tcPr>
            <w:tcW w:w="562" w:type="dxa"/>
            <w:tcBorders>
              <w:bottom w:val="single" w:sz="4" w:space="0" w:color="auto"/>
            </w:tcBorders>
            <w:noWrap/>
          </w:tcPr>
          <w:p w14:paraId="2AAB288B" w14:textId="77777777" w:rsidR="0092094E" w:rsidRPr="002521F6" w:rsidRDefault="0092094E" w:rsidP="009F1315">
            <w:pPr>
              <w:pStyle w:val="Tabletext"/>
              <w:rPr>
                <w:szCs w:val="20"/>
              </w:rPr>
            </w:pPr>
          </w:p>
        </w:tc>
        <w:tc>
          <w:tcPr>
            <w:tcW w:w="709" w:type="dxa"/>
            <w:tcBorders>
              <w:bottom w:val="single" w:sz="4" w:space="0" w:color="auto"/>
            </w:tcBorders>
            <w:noWrap/>
          </w:tcPr>
          <w:p w14:paraId="033F23AF" w14:textId="77777777" w:rsidR="0092094E" w:rsidRPr="002521F6" w:rsidRDefault="0092094E" w:rsidP="00981FD9">
            <w:pPr>
              <w:pStyle w:val="Tabletext"/>
              <w:rPr>
                <w:szCs w:val="20"/>
              </w:rPr>
            </w:pPr>
          </w:p>
        </w:tc>
        <w:tc>
          <w:tcPr>
            <w:tcW w:w="992" w:type="dxa"/>
            <w:tcBorders>
              <w:bottom w:val="single" w:sz="4" w:space="0" w:color="auto"/>
            </w:tcBorders>
            <w:noWrap/>
          </w:tcPr>
          <w:p w14:paraId="2848931E" w14:textId="43BEAB8C" w:rsidR="0092094E" w:rsidRPr="002521F6" w:rsidRDefault="0092094E" w:rsidP="00981FD9">
            <w:pPr>
              <w:pStyle w:val="Tabletext"/>
              <w:rPr>
                <w:szCs w:val="20"/>
              </w:rPr>
            </w:pPr>
            <w:r w:rsidRPr="002521F6">
              <w:t>3.5.2</w:t>
            </w:r>
          </w:p>
        </w:tc>
        <w:tc>
          <w:tcPr>
            <w:tcW w:w="5808" w:type="dxa"/>
            <w:tcBorders>
              <w:bottom w:val="single" w:sz="4" w:space="0" w:color="auto"/>
            </w:tcBorders>
            <w:noWrap/>
          </w:tcPr>
          <w:p w14:paraId="0340B5A1" w14:textId="04C7FBCB" w:rsidR="0092094E" w:rsidRPr="002521F6" w:rsidRDefault="0092094E" w:rsidP="00981FD9">
            <w:pPr>
              <w:pStyle w:val="Tabletext"/>
              <w:jc w:val="right"/>
              <w:rPr>
                <w:szCs w:val="20"/>
              </w:rPr>
            </w:pPr>
            <w:r w:rsidRPr="002521F6">
              <w:t>Fishing &amp; leisure craft activities</w:t>
            </w:r>
          </w:p>
        </w:tc>
        <w:tc>
          <w:tcPr>
            <w:tcW w:w="713" w:type="dxa"/>
            <w:vMerge/>
            <w:noWrap/>
          </w:tcPr>
          <w:p w14:paraId="64848FCB" w14:textId="77777777" w:rsidR="0092094E" w:rsidRPr="002521F6" w:rsidRDefault="0092094E" w:rsidP="00981FD9">
            <w:pPr>
              <w:pStyle w:val="Tabletext"/>
              <w:rPr>
                <w:szCs w:val="20"/>
              </w:rPr>
            </w:pPr>
          </w:p>
        </w:tc>
        <w:tc>
          <w:tcPr>
            <w:tcW w:w="1984" w:type="dxa"/>
            <w:vMerge/>
            <w:noWrap/>
          </w:tcPr>
          <w:p w14:paraId="4C8D4254" w14:textId="77777777" w:rsidR="0092094E" w:rsidRPr="002521F6" w:rsidRDefault="0092094E" w:rsidP="00981FD9">
            <w:pPr>
              <w:pStyle w:val="Tabletext"/>
              <w:rPr>
                <w:szCs w:val="20"/>
              </w:rPr>
            </w:pPr>
          </w:p>
        </w:tc>
        <w:tc>
          <w:tcPr>
            <w:tcW w:w="2707" w:type="dxa"/>
            <w:tcBorders>
              <w:bottom w:val="single" w:sz="4" w:space="0" w:color="auto"/>
            </w:tcBorders>
            <w:noWrap/>
          </w:tcPr>
          <w:p w14:paraId="62366A5A" w14:textId="77777777" w:rsidR="0092094E" w:rsidRPr="002521F6" w:rsidRDefault="0092094E" w:rsidP="00981FD9">
            <w:pPr>
              <w:pStyle w:val="Tabletext"/>
              <w:rPr>
                <w:szCs w:val="20"/>
              </w:rPr>
            </w:pPr>
          </w:p>
        </w:tc>
        <w:tc>
          <w:tcPr>
            <w:tcW w:w="673" w:type="dxa"/>
            <w:vMerge/>
            <w:noWrap/>
          </w:tcPr>
          <w:p w14:paraId="5C9AF6BB" w14:textId="77777777" w:rsidR="0092094E" w:rsidRPr="002521F6" w:rsidRDefault="0092094E" w:rsidP="00981FD9">
            <w:pPr>
              <w:pStyle w:val="Tabletext"/>
              <w:rPr>
                <w:szCs w:val="20"/>
              </w:rPr>
            </w:pPr>
          </w:p>
        </w:tc>
      </w:tr>
      <w:tr w:rsidR="0092094E" w:rsidRPr="002521F6" w14:paraId="7823AD64" w14:textId="77777777" w:rsidTr="001B0758">
        <w:trPr>
          <w:jc w:val="center"/>
        </w:trPr>
        <w:tc>
          <w:tcPr>
            <w:tcW w:w="562" w:type="dxa"/>
            <w:tcBorders>
              <w:bottom w:val="single" w:sz="4" w:space="0" w:color="auto"/>
            </w:tcBorders>
            <w:noWrap/>
          </w:tcPr>
          <w:p w14:paraId="31556761" w14:textId="77777777" w:rsidR="0092094E" w:rsidRPr="002521F6" w:rsidRDefault="0092094E" w:rsidP="009F1315">
            <w:pPr>
              <w:pStyle w:val="Tabletext"/>
              <w:rPr>
                <w:szCs w:val="20"/>
              </w:rPr>
            </w:pPr>
          </w:p>
        </w:tc>
        <w:tc>
          <w:tcPr>
            <w:tcW w:w="709" w:type="dxa"/>
            <w:tcBorders>
              <w:bottom w:val="single" w:sz="4" w:space="0" w:color="auto"/>
            </w:tcBorders>
            <w:noWrap/>
          </w:tcPr>
          <w:p w14:paraId="346BBFFE" w14:textId="77777777" w:rsidR="0092094E" w:rsidRPr="002521F6" w:rsidRDefault="0092094E" w:rsidP="00981FD9">
            <w:pPr>
              <w:pStyle w:val="Tabletext"/>
              <w:rPr>
                <w:szCs w:val="20"/>
              </w:rPr>
            </w:pPr>
          </w:p>
        </w:tc>
        <w:tc>
          <w:tcPr>
            <w:tcW w:w="992" w:type="dxa"/>
            <w:tcBorders>
              <w:bottom w:val="single" w:sz="4" w:space="0" w:color="auto"/>
            </w:tcBorders>
            <w:noWrap/>
          </w:tcPr>
          <w:p w14:paraId="24B13F41" w14:textId="07135DBC" w:rsidR="0092094E" w:rsidRPr="002521F6" w:rsidRDefault="0092094E" w:rsidP="00981FD9">
            <w:pPr>
              <w:pStyle w:val="Tabletext"/>
              <w:rPr>
                <w:szCs w:val="20"/>
              </w:rPr>
            </w:pPr>
            <w:r w:rsidRPr="002521F6">
              <w:t>3.5.3</w:t>
            </w:r>
          </w:p>
        </w:tc>
        <w:tc>
          <w:tcPr>
            <w:tcW w:w="5808" w:type="dxa"/>
            <w:tcBorders>
              <w:bottom w:val="single" w:sz="4" w:space="0" w:color="auto"/>
            </w:tcBorders>
            <w:noWrap/>
          </w:tcPr>
          <w:p w14:paraId="3ED45B22" w14:textId="0CFFB79D" w:rsidR="0092094E" w:rsidRPr="002521F6" w:rsidRDefault="0092094E" w:rsidP="00981FD9">
            <w:pPr>
              <w:pStyle w:val="Tabletext"/>
              <w:jc w:val="right"/>
              <w:rPr>
                <w:szCs w:val="20"/>
              </w:rPr>
            </w:pPr>
            <w:r w:rsidRPr="002521F6">
              <w:t>Seasonal variation in traffic volume</w:t>
            </w:r>
          </w:p>
        </w:tc>
        <w:tc>
          <w:tcPr>
            <w:tcW w:w="713" w:type="dxa"/>
            <w:vMerge/>
            <w:noWrap/>
          </w:tcPr>
          <w:p w14:paraId="73B8FBDE" w14:textId="77777777" w:rsidR="0092094E" w:rsidRPr="002521F6" w:rsidRDefault="0092094E" w:rsidP="00981FD9">
            <w:pPr>
              <w:pStyle w:val="Tabletext"/>
              <w:rPr>
                <w:szCs w:val="20"/>
              </w:rPr>
            </w:pPr>
          </w:p>
        </w:tc>
        <w:tc>
          <w:tcPr>
            <w:tcW w:w="1984" w:type="dxa"/>
            <w:vMerge/>
            <w:noWrap/>
          </w:tcPr>
          <w:p w14:paraId="1AA36FA8" w14:textId="77777777" w:rsidR="0092094E" w:rsidRPr="002521F6" w:rsidRDefault="0092094E" w:rsidP="00981FD9">
            <w:pPr>
              <w:pStyle w:val="Tabletext"/>
              <w:rPr>
                <w:szCs w:val="20"/>
              </w:rPr>
            </w:pPr>
          </w:p>
        </w:tc>
        <w:tc>
          <w:tcPr>
            <w:tcW w:w="2707" w:type="dxa"/>
            <w:tcBorders>
              <w:bottom w:val="single" w:sz="4" w:space="0" w:color="auto"/>
            </w:tcBorders>
            <w:noWrap/>
          </w:tcPr>
          <w:p w14:paraId="0AFF4B30" w14:textId="77777777" w:rsidR="0092094E" w:rsidRPr="002521F6" w:rsidRDefault="0092094E" w:rsidP="00981FD9">
            <w:pPr>
              <w:pStyle w:val="Tabletext"/>
              <w:rPr>
                <w:szCs w:val="20"/>
              </w:rPr>
            </w:pPr>
          </w:p>
        </w:tc>
        <w:tc>
          <w:tcPr>
            <w:tcW w:w="673" w:type="dxa"/>
            <w:vMerge/>
            <w:noWrap/>
          </w:tcPr>
          <w:p w14:paraId="7EF42B07" w14:textId="77777777" w:rsidR="0092094E" w:rsidRPr="002521F6" w:rsidRDefault="0092094E" w:rsidP="00981FD9">
            <w:pPr>
              <w:pStyle w:val="Tabletext"/>
              <w:rPr>
                <w:szCs w:val="20"/>
              </w:rPr>
            </w:pPr>
          </w:p>
        </w:tc>
      </w:tr>
      <w:tr w:rsidR="0092094E" w:rsidRPr="002521F6" w14:paraId="3547BE1E" w14:textId="77777777" w:rsidTr="001B0758">
        <w:trPr>
          <w:jc w:val="center"/>
        </w:trPr>
        <w:tc>
          <w:tcPr>
            <w:tcW w:w="562" w:type="dxa"/>
            <w:tcBorders>
              <w:bottom w:val="single" w:sz="4" w:space="0" w:color="auto"/>
            </w:tcBorders>
            <w:noWrap/>
          </w:tcPr>
          <w:p w14:paraId="0BBFCD4B" w14:textId="77777777" w:rsidR="0092094E" w:rsidRPr="002521F6" w:rsidRDefault="0092094E" w:rsidP="009F1315">
            <w:pPr>
              <w:pStyle w:val="Tabletext"/>
              <w:rPr>
                <w:szCs w:val="20"/>
              </w:rPr>
            </w:pPr>
          </w:p>
        </w:tc>
        <w:tc>
          <w:tcPr>
            <w:tcW w:w="709" w:type="dxa"/>
            <w:tcBorders>
              <w:bottom w:val="single" w:sz="4" w:space="0" w:color="auto"/>
            </w:tcBorders>
            <w:noWrap/>
          </w:tcPr>
          <w:p w14:paraId="58336261" w14:textId="77777777" w:rsidR="0092094E" w:rsidRPr="002521F6" w:rsidRDefault="0092094E" w:rsidP="00981FD9">
            <w:pPr>
              <w:pStyle w:val="Tabletext"/>
              <w:rPr>
                <w:szCs w:val="20"/>
              </w:rPr>
            </w:pPr>
          </w:p>
        </w:tc>
        <w:tc>
          <w:tcPr>
            <w:tcW w:w="992" w:type="dxa"/>
            <w:tcBorders>
              <w:bottom w:val="single" w:sz="4" w:space="0" w:color="auto"/>
            </w:tcBorders>
            <w:noWrap/>
          </w:tcPr>
          <w:p w14:paraId="4651FC8E" w14:textId="4933ABFF" w:rsidR="0092094E" w:rsidRPr="002521F6" w:rsidRDefault="0092094E" w:rsidP="00981FD9">
            <w:pPr>
              <w:pStyle w:val="Tabletext"/>
              <w:rPr>
                <w:szCs w:val="20"/>
              </w:rPr>
            </w:pPr>
            <w:r w:rsidRPr="002521F6">
              <w:t>3.5.4</w:t>
            </w:r>
          </w:p>
        </w:tc>
        <w:tc>
          <w:tcPr>
            <w:tcW w:w="5808" w:type="dxa"/>
            <w:tcBorders>
              <w:bottom w:val="single" w:sz="4" w:space="0" w:color="auto"/>
            </w:tcBorders>
            <w:noWrap/>
          </w:tcPr>
          <w:p w14:paraId="52529AD8" w14:textId="5E5A24AF" w:rsidR="0092094E" w:rsidRPr="002521F6" w:rsidRDefault="0092094E" w:rsidP="00981FD9">
            <w:pPr>
              <w:pStyle w:val="Tabletext"/>
              <w:jc w:val="right"/>
              <w:rPr>
                <w:szCs w:val="20"/>
              </w:rPr>
            </w:pPr>
            <w:r w:rsidRPr="002521F6">
              <w:t>Day/Night variations in traffic volume</w:t>
            </w:r>
          </w:p>
        </w:tc>
        <w:tc>
          <w:tcPr>
            <w:tcW w:w="713" w:type="dxa"/>
            <w:vMerge/>
            <w:noWrap/>
          </w:tcPr>
          <w:p w14:paraId="460B2058" w14:textId="77777777" w:rsidR="0092094E" w:rsidRPr="002521F6" w:rsidRDefault="0092094E" w:rsidP="00981FD9">
            <w:pPr>
              <w:pStyle w:val="Tabletext"/>
              <w:rPr>
                <w:szCs w:val="20"/>
              </w:rPr>
            </w:pPr>
          </w:p>
        </w:tc>
        <w:tc>
          <w:tcPr>
            <w:tcW w:w="1984" w:type="dxa"/>
            <w:vMerge/>
            <w:noWrap/>
          </w:tcPr>
          <w:p w14:paraId="33E49B93" w14:textId="77777777" w:rsidR="0092094E" w:rsidRPr="002521F6" w:rsidRDefault="0092094E" w:rsidP="00981FD9">
            <w:pPr>
              <w:pStyle w:val="Tabletext"/>
              <w:rPr>
                <w:szCs w:val="20"/>
              </w:rPr>
            </w:pPr>
          </w:p>
        </w:tc>
        <w:tc>
          <w:tcPr>
            <w:tcW w:w="2707" w:type="dxa"/>
            <w:tcBorders>
              <w:bottom w:val="single" w:sz="4" w:space="0" w:color="auto"/>
            </w:tcBorders>
            <w:noWrap/>
          </w:tcPr>
          <w:p w14:paraId="64311471" w14:textId="77777777" w:rsidR="0092094E" w:rsidRPr="002521F6" w:rsidRDefault="0092094E" w:rsidP="00981FD9">
            <w:pPr>
              <w:pStyle w:val="Tabletext"/>
              <w:rPr>
                <w:szCs w:val="20"/>
              </w:rPr>
            </w:pPr>
          </w:p>
        </w:tc>
        <w:tc>
          <w:tcPr>
            <w:tcW w:w="673" w:type="dxa"/>
            <w:vMerge/>
            <w:noWrap/>
          </w:tcPr>
          <w:p w14:paraId="49EA1C2D" w14:textId="77777777" w:rsidR="0092094E" w:rsidRPr="002521F6" w:rsidRDefault="0092094E" w:rsidP="00981FD9">
            <w:pPr>
              <w:pStyle w:val="Tabletext"/>
              <w:rPr>
                <w:szCs w:val="20"/>
              </w:rPr>
            </w:pPr>
          </w:p>
        </w:tc>
      </w:tr>
      <w:tr w:rsidR="0092094E" w:rsidRPr="002521F6" w14:paraId="087A6B8B" w14:textId="77777777" w:rsidTr="007D0C09">
        <w:trPr>
          <w:jc w:val="center"/>
        </w:trPr>
        <w:tc>
          <w:tcPr>
            <w:tcW w:w="562" w:type="dxa"/>
            <w:tcBorders>
              <w:bottom w:val="single" w:sz="4" w:space="0" w:color="auto"/>
            </w:tcBorders>
            <w:noWrap/>
          </w:tcPr>
          <w:p w14:paraId="5F11EFBE" w14:textId="77777777" w:rsidR="0092094E" w:rsidRPr="002521F6" w:rsidRDefault="0092094E" w:rsidP="009F1315">
            <w:pPr>
              <w:pStyle w:val="Tabletext"/>
              <w:rPr>
                <w:szCs w:val="20"/>
              </w:rPr>
            </w:pPr>
          </w:p>
        </w:tc>
        <w:tc>
          <w:tcPr>
            <w:tcW w:w="709" w:type="dxa"/>
            <w:tcBorders>
              <w:bottom w:val="single" w:sz="4" w:space="0" w:color="auto"/>
            </w:tcBorders>
            <w:noWrap/>
          </w:tcPr>
          <w:p w14:paraId="4E273380" w14:textId="77777777" w:rsidR="0092094E" w:rsidRPr="002521F6" w:rsidRDefault="0092094E" w:rsidP="00981FD9">
            <w:pPr>
              <w:pStyle w:val="Tabletext"/>
              <w:rPr>
                <w:szCs w:val="20"/>
              </w:rPr>
            </w:pPr>
          </w:p>
        </w:tc>
        <w:tc>
          <w:tcPr>
            <w:tcW w:w="992" w:type="dxa"/>
            <w:tcBorders>
              <w:bottom w:val="single" w:sz="4" w:space="0" w:color="auto"/>
            </w:tcBorders>
            <w:noWrap/>
          </w:tcPr>
          <w:p w14:paraId="50EF896B" w14:textId="433E3F9D" w:rsidR="0092094E" w:rsidRPr="002521F6" w:rsidRDefault="0092094E" w:rsidP="00981FD9">
            <w:pPr>
              <w:pStyle w:val="Tabletext"/>
              <w:rPr>
                <w:szCs w:val="20"/>
              </w:rPr>
            </w:pPr>
            <w:r w:rsidRPr="002521F6">
              <w:t>3.5.5</w:t>
            </w:r>
          </w:p>
        </w:tc>
        <w:tc>
          <w:tcPr>
            <w:tcW w:w="5808" w:type="dxa"/>
            <w:tcBorders>
              <w:bottom w:val="single" w:sz="4" w:space="0" w:color="auto"/>
            </w:tcBorders>
            <w:noWrap/>
          </w:tcPr>
          <w:p w14:paraId="1077B87F" w14:textId="461B5568" w:rsidR="0092094E" w:rsidRPr="002521F6" w:rsidRDefault="0092094E" w:rsidP="00981FD9">
            <w:pPr>
              <w:pStyle w:val="Tabletext"/>
              <w:jc w:val="right"/>
              <w:rPr>
                <w:szCs w:val="20"/>
              </w:rPr>
            </w:pPr>
            <w:r w:rsidRPr="002521F6">
              <w:t>One way waterways</w:t>
            </w:r>
          </w:p>
        </w:tc>
        <w:tc>
          <w:tcPr>
            <w:tcW w:w="713" w:type="dxa"/>
            <w:vMerge/>
            <w:tcBorders>
              <w:bottom w:val="single" w:sz="4" w:space="0" w:color="auto"/>
            </w:tcBorders>
            <w:noWrap/>
          </w:tcPr>
          <w:p w14:paraId="5BEDA5D2" w14:textId="77777777" w:rsidR="0092094E" w:rsidRPr="002521F6" w:rsidRDefault="0092094E" w:rsidP="00981FD9">
            <w:pPr>
              <w:pStyle w:val="Tabletext"/>
              <w:rPr>
                <w:szCs w:val="20"/>
              </w:rPr>
            </w:pPr>
          </w:p>
        </w:tc>
        <w:tc>
          <w:tcPr>
            <w:tcW w:w="1984" w:type="dxa"/>
            <w:vMerge/>
            <w:tcBorders>
              <w:bottom w:val="single" w:sz="4" w:space="0" w:color="auto"/>
            </w:tcBorders>
            <w:noWrap/>
          </w:tcPr>
          <w:p w14:paraId="46FF4048" w14:textId="77777777" w:rsidR="0092094E" w:rsidRPr="002521F6" w:rsidRDefault="0092094E" w:rsidP="00981FD9">
            <w:pPr>
              <w:pStyle w:val="Tabletext"/>
              <w:rPr>
                <w:szCs w:val="20"/>
              </w:rPr>
            </w:pPr>
          </w:p>
        </w:tc>
        <w:tc>
          <w:tcPr>
            <w:tcW w:w="2707" w:type="dxa"/>
            <w:tcBorders>
              <w:bottom w:val="single" w:sz="4" w:space="0" w:color="auto"/>
            </w:tcBorders>
            <w:noWrap/>
          </w:tcPr>
          <w:p w14:paraId="4951DF93" w14:textId="77777777" w:rsidR="0092094E" w:rsidRPr="002521F6" w:rsidRDefault="0092094E" w:rsidP="00981FD9">
            <w:pPr>
              <w:pStyle w:val="Tabletext"/>
              <w:rPr>
                <w:szCs w:val="20"/>
              </w:rPr>
            </w:pPr>
          </w:p>
        </w:tc>
        <w:tc>
          <w:tcPr>
            <w:tcW w:w="673" w:type="dxa"/>
            <w:vMerge/>
            <w:tcBorders>
              <w:bottom w:val="single" w:sz="4" w:space="0" w:color="auto"/>
            </w:tcBorders>
            <w:noWrap/>
          </w:tcPr>
          <w:p w14:paraId="64FAE6F0" w14:textId="77777777" w:rsidR="0092094E" w:rsidRPr="002521F6" w:rsidRDefault="0092094E" w:rsidP="00981FD9">
            <w:pPr>
              <w:pStyle w:val="Tabletext"/>
              <w:rPr>
                <w:szCs w:val="20"/>
              </w:rPr>
            </w:pPr>
          </w:p>
        </w:tc>
      </w:tr>
    </w:tbl>
    <w:p w14:paraId="008E5D34" w14:textId="77777777" w:rsidR="00FA00ED" w:rsidRPr="002521F6" w:rsidRDefault="00FA00ED" w:rsidP="00FA00ED">
      <w:pPr>
        <w:pStyle w:val="BodyText"/>
      </w:pPr>
    </w:p>
    <w:p w14:paraId="43BD153D" w14:textId="779BF881" w:rsidR="00FA00ED" w:rsidRPr="002521F6" w:rsidRDefault="00D836DB" w:rsidP="00CA3E18">
      <w:pPr>
        <w:pStyle w:val="Module"/>
      </w:pPr>
      <w:r w:rsidRPr="002521F6">
        <w:br w:type="page"/>
      </w:r>
      <w:bookmarkStart w:id="35" w:name="_Toc434431160"/>
      <w:bookmarkStart w:id="36" w:name="_Toc449169103"/>
      <w:r w:rsidR="00E058DF" w:rsidRPr="002521F6">
        <w:lastRenderedPageBreak/>
        <w:t>PAWSA</w:t>
      </w:r>
      <w:bookmarkEnd w:id="35"/>
      <w:bookmarkEnd w:id="36"/>
    </w:p>
    <w:p w14:paraId="47E49050" w14:textId="56708C66" w:rsidR="00FA00ED" w:rsidRPr="002521F6" w:rsidRDefault="00FA00ED" w:rsidP="0035449D">
      <w:pPr>
        <w:pStyle w:val="Heading1"/>
        <w:numPr>
          <w:ilvl w:val="0"/>
          <w:numId w:val="45"/>
        </w:numPr>
      </w:pPr>
      <w:bookmarkStart w:id="37" w:name="_Toc449169104"/>
      <w:r w:rsidRPr="002521F6">
        <w:t>S</w:t>
      </w:r>
      <w:r w:rsidR="00E058DF" w:rsidRPr="002521F6">
        <w:rPr>
          <w:caps w:val="0"/>
        </w:rPr>
        <w:t>COPE</w:t>
      </w:r>
      <w:bookmarkEnd w:id="37"/>
    </w:p>
    <w:p w14:paraId="78918B90" w14:textId="77777777" w:rsidR="00404119" w:rsidRPr="002521F6" w:rsidRDefault="00404119" w:rsidP="0035449D">
      <w:pPr>
        <w:pStyle w:val="Headingseparationline-landscape"/>
      </w:pPr>
    </w:p>
    <w:p w14:paraId="44CF514E" w14:textId="02A40EF3" w:rsidR="00FA00ED" w:rsidRPr="002521F6" w:rsidRDefault="00FA00ED" w:rsidP="00404119">
      <w:pPr>
        <w:pStyle w:val="BodyText"/>
        <w:rPr>
          <w:lang w:eastAsia="de-DE"/>
        </w:rPr>
      </w:pPr>
      <w:r w:rsidRPr="002521F6">
        <w:rPr>
          <w:lang w:eastAsia="de-DE"/>
        </w:rPr>
        <w:t xml:space="preserve">This module </w:t>
      </w:r>
      <w:r w:rsidRPr="002521F6">
        <w:t>describes the development and use of PAWSA and its 5 Workbooks before demonstrating its use in a regional scenario.</w:t>
      </w:r>
    </w:p>
    <w:p w14:paraId="606EEEDB" w14:textId="043B66C6" w:rsidR="00FA00ED" w:rsidRPr="002521F6" w:rsidRDefault="00FA00ED" w:rsidP="00404119">
      <w:pPr>
        <w:pStyle w:val="Heading1"/>
      </w:pPr>
      <w:bookmarkStart w:id="38" w:name="_Toc449169105"/>
      <w:r w:rsidRPr="002521F6">
        <w:t>L</w:t>
      </w:r>
      <w:r w:rsidR="00E058DF" w:rsidRPr="002521F6">
        <w:rPr>
          <w:caps w:val="0"/>
        </w:rPr>
        <w:t>EARNING OBJECTIVES</w:t>
      </w:r>
      <w:bookmarkEnd w:id="38"/>
    </w:p>
    <w:p w14:paraId="6ADE28A9" w14:textId="77777777" w:rsidR="00404119" w:rsidRPr="002521F6" w:rsidRDefault="00404119" w:rsidP="0035449D">
      <w:pPr>
        <w:pStyle w:val="Headingseparationline-landscape"/>
      </w:pPr>
    </w:p>
    <w:p w14:paraId="747BEE57" w14:textId="67CAD7ED" w:rsidR="00FA00ED" w:rsidRPr="002521F6" w:rsidRDefault="00FA00ED" w:rsidP="00404119">
      <w:pPr>
        <w:pStyle w:val="BodyText"/>
        <w:rPr>
          <w:lang w:eastAsia="de-DE"/>
        </w:rPr>
      </w:pPr>
      <w:r w:rsidRPr="002521F6">
        <w:rPr>
          <w:lang w:eastAsia="de-DE"/>
        </w:rPr>
        <w:t xml:space="preserve">To gain a </w:t>
      </w:r>
      <w:r w:rsidRPr="002521F6">
        <w:rPr>
          <w:b/>
          <w:lang w:eastAsia="de-DE"/>
        </w:rPr>
        <w:t xml:space="preserve">satisfactory </w:t>
      </w:r>
      <w:r w:rsidRPr="002521F6">
        <w:rPr>
          <w:lang w:eastAsia="de-DE"/>
        </w:rPr>
        <w:t xml:space="preserve">understanding of the function and use of PAWSA, and a </w:t>
      </w:r>
      <w:r w:rsidRPr="002521F6">
        <w:rPr>
          <w:b/>
          <w:lang w:eastAsia="de-DE"/>
        </w:rPr>
        <w:t>basic</w:t>
      </w:r>
      <w:r w:rsidRPr="002521F6">
        <w:rPr>
          <w:lang w:eastAsia="de-DE"/>
        </w:rPr>
        <w:t xml:space="preserve"> understanding of the use of Workbooks in a regional scenario.</w:t>
      </w:r>
    </w:p>
    <w:p w14:paraId="517370F9" w14:textId="51E61DFC" w:rsidR="00FA00ED" w:rsidRPr="002521F6" w:rsidRDefault="003C7F0E" w:rsidP="00404119">
      <w:pPr>
        <w:pStyle w:val="Heading1"/>
      </w:pPr>
      <w:bookmarkStart w:id="39" w:name="_Toc449169106"/>
      <w:r w:rsidRPr="002521F6">
        <w:t>D</w:t>
      </w:r>
      <w:r w:rsidR="00E058DF" w:rsidRPr="002521F6">
        <w:rPr>
          <w:caps w:val="0"/>
        </w:rPr>
        <w:t>ETAILED TEACHING SYLLABUS FOR MODULE 3 – PAWSA</w:t>
      </w:r>
      <w:bookmarkEnd w:id="39"/>
    </w:p>
    <w:p w14:paraId="6BCA8BAB" w14:textId="77777777" w:rsidR="00404119" w:rsidRPr="002521F6" w:rsidRDefault="00404119" w:rsidP="0035449D">
      <w:pPr>
        <w:pStyle w:val="Headingseparationline-landscape"/>
      </w:pPr>
    </w:p>
    <w:p w14:paraId="54C1D38D" w14:textId="22E75452" w:rsidR="00FA00ED" w:rsidRPr="002521F6" w:rsidRDefault="00FA00ED" w:rsidP="00404119">
      <w:pPr>
        <w:pStyle w:val="Tablecaption"/>
      </w:pPr>
      <w:bookmarkStart w:id="40" w:name="_Toc449169124"/>
      <w:r w:rsidRPr="002521F6">
        <w:t xml:space="preserve">Detailed Teaching Syllabus </w:t>
      </w:r>
      <w:r w:rsidR="009046C8" w:rsidRPr="002521F6">
        <w:t xml:space="preserve">- </w:t>
      </w:r>
      <w:r w:rsidRPr="002521F6">
        <w:t>Module 4</w:t>
      </w:r>
      <w:bookmarkEnd w:id="40"/>
    </w:p>
    <w:tbl>
      <w:tblPr>
        <w:tblStyle w:val="TableGrid"/>
        <w:tblW w:w="14148" w:type="dxa"/>
        <w:jc w:val="center"/>
        <w:tblLook w:val="04A0" w:firstRow="1" w:lastRow="0" w:firstColumn="1" w:lastColumn="0" w:noHBand="0" w:noVBand="1"/>
      </w:tblPr>
      <w:tblGrid>
        <w:gridCol w:w="544"/>
        <w:gridCol w:w="702"/>
        <w:gridCol w:w="909"/>
        <w:gridCol w:w="5778"/>
        <w:gridCol w:w="806"/>
        <w:gridCol w:w="1696"/>
        <w:gridCol w:w="3032"/>
        <w:gridCol w:w="10"/>
        <w:gridCol w:w="671"/>
      </w:tblGrid>
      <w:tr w:rsidR="00404119" w:rsidRPr="002521F6" w14:paraId="7846280C" w14:textId="77777777" w:rsidTr="000C10B2">
        <w:trPr>
          <w:cantSplit/>
          <w:trHeight w:val="1514"/>
          <w:tblHeader/>
          <w:jc w:val="center"/>
        </w:trPr>
        <w:tc>
          <w:tcPr>
            <w:tcW w:w="544" w:type="dxa"/>
            <w:textDirection w:val="btLr"/>
            <w:vAlign w:val="center"/>
          </w:tcPr>
          <w:p w14:paraId="2ADDB2EC" w14:textId="77777777" w:rsidR="00FA00ED" w:rsidRPr="002521F6" w:rsidRDefault="00FA00ED" w:rsidP="00404119">
            <w:pPr>
              <w:pStyle w:val="Tableheading"/>
              <w:rPr>
                <w:lang w:val="en-GB"/>
              </w:rPr>
            </w:pPr>
            <w:r w:rsidRPr="002521F6">
              <w:rPr>
                <w:lang w:val="en-GB"/>
              </w:rPr>
              <w:t>Module</w:t>
            </w:r>
          </w:p>
        </w:tc>
        <w:tc>
          <w:tcPr>
            <w:tcW w:w="702" w:type="dxa"/>
            <w:textDirection w:val="btLr"/>
            <w:vAlign w:val="center"/>
          </w:tcPr>
          <w:p w14:paraId="1625D464" w14:textId="77777777" w:rsidR="00FA00ED" w:rsidRPr="002521F6" w:rsidRDefault="00FA00ED" w:rsidP="00404119">
            <w:pPr>
              <w:pStyle w:val="Tableheading"/>
              <w:rPr>
                <w:lang w:val="en-GB"/>
              </w:rPr>
            </w:pPr>
            <w:r w:rsidRPr="002521F6">
              <w:rPr>
                <w:lang w:val="en-GB"/>
              </w:rPr>
              <w:t>Element</w:t>
            </w:r>
          </w:p>
        </w:tc>
        <w:tc>
          <w:tcPr>
            <w:tcW w:w="909" w:type="dxa"/>
            <w:textDirection w:val="btLr"/>
            <w:vAlign w:val="center"/>
          </w:tcPr>
          <w:p w14:paraId="4451ACD6" w14:textId="77777777" w:rsidR="00FA00ED" w:rsidRPr="002521F6" w:rsidRDefault="00FA00ED" w:rsidP="00404119">
            <w:pPr>
              <w:pStyle w:val="Tableheading"/>
              <w:rPr>
                <w:lang w:val="en-GB"/>
              </w:rPr>
            </w:pPr>
            <w:r w:rsidRPr="002521F6">
              <w:rPr>
                <w:lang w:val="en-GB"/>
              </w:rPr>
              <w:t>Sub-element</w:t>
            </w:r>
          </w:p>
        </w:tc>
        <w:tc>
          <w:tcPr>
            <w:tcW w:w="5778" w:type="dxa"/>
            <w:vAlign w:val="center"/>
          </w:tcPr>
          <w:p w14:paraId="0C60638A" w14:textId="77777777" w:rsidR="00FA00ED" w:rsidRPr="002521F6" w:rsidRDefault="00FA00ED" w:rsidP="00404119">
            <w:pPr>
              <w:pStyle w:val="Tableheading"/>
              <w:rPr>
                <w:lang w:val="en-GB"/>
              </w:rPr>
            </w:pPr>
            <w:r w:rsidRPr="002521F6">
              <w:rPr>
                <w:lang w:val="en-GB"/>
              </w:rPr>
              <w:t>Subject</w:t>
            </w:r>
          </w:p>
        </w:tc>
        <w:tc>
          <w:tcPr>
            <w:tcW w:w="806" w:type="dxa"/>
            <w:textDirection w:val="btLr"/>
            <w:vAlign w:val="center"/>
          </w:tcPr>
          <w:p w14:paraId="68D757C8" w14:textId="77777777" w:rsidR="00FA00ED" w:rsidRPr="002521F6" w:rsidRDefault="00FA00ED" w:rsidP="00404119">
            <w:pPr>
              <w:pStyle w:val="Tableheading"/>
              <w:rPr>
                <w:lang w:val="en-GB"/>
              </w:rPr>
            </w:pPr>
            <w:r w:rsidRPr="002521F6">
              <w:rPr>
                <w:lang w:val="en-GB"/>
              </w:rPr>
              <w:t>Level of Competence</w:t>
            </w:r>
          </w:p>
        </w:tc>
        <w:tc>
          <w:tcPr>
            <w:tcW w:w="1696" w:type="dxa"/>
            <w:vAlign w:val="center"/>
          </w:tcPr>
          <w:p w14:paraId="284F8BC5" w14:textId="77777777" w:rsidR="00FA00ED" w:rsidRPr="002521F6" w:rsidRDefault="00FA00ED" w:rsidP="00404119">
            <w:pPr>
              <w:pStyle w:val="Tableheading"/>
              <w:rPr>
                <w:lang w:val="en-GB"/>
              </w:rPr>
            </w:pPr>
            <w:r w:rsidRPr="002521F6">
              <w:rPr>
                <w:lang w:val="en-GB"/>
              </w:rPr>
              <w:t>Recommended training aids and exercises</w:t>
            </w:r>
          </w:p>
        </w:tc>
        <w:tc>
          <w:tcPr>
            <w:tcW w:w="3042" w:type="dxa"/>
            <w:gridSpan w:val="2"/>
            <w:vAlign w:val="center"/>
          </w:tcPr>
          <w:p w14:paraId="0EB1BE90" w14:textId="77777777" w:rsidR="00FA00ED" w:rsidRPr="002521F6" w:rsidRDefault="00FA00ED" w:rsidP="00404119">
            <w:pPr>
              <w:pStyle w:val="Tableheading"/>
              <w:rPr>
                <w:lang w:val="en-GB"/>
              </w:rPr>
            </w:pPr>
            <w:r w:rsidRPr="002521F6">
              <w:rPr>
                <w:lang w:val="en-GB"/>
              </w:rPr>
              <w:t>References</w:t>
            </w:r>
          </w:p>
          <w:p w14:paraId="53E8646A" w14:textId="77777777" w:rsidR="00FA00ED" w:rsidRPr="002521F6" w:rsidRDefault="00FA00ED" w:rsidP="00404119">
            <w:pPr>
              <w:pStyle w:val="Tableheading"/>
              <w:rPr>
                <w:lang w:val="en-GB"/>
              </w:rPr>
            </w:pPr>
          </w:p>
          <w:p w14:paraId="15612900" w14:textId="77777777" w:rsidR="00FA00ED" w:rsidRPr="002521F6" w:rsidRDefault="00FA00ED" w:rsidP="00404119">
            <w:pPr>
              <w:pStyle w:val="Tableheading"/>
              <w:rPr>
                <w:lang w:val="en-GB"/>
              </w:rPr>
            </w:pPr>
            <w:r w:rsidRPr="002521F6">
              <w:rPr>
                <w:lang w:val="en-GB"/>
              </w:rPr>
              <w:t>Rec = Recommendation</w:t>
            </w:r>
          </w:p>
          <w:p w14:paraId="4B6EAD75" w14:textId="77777777" w:rsidR="00FA00ED" w:rsidRPr="002521F6" w:rsidRDefault="00FA00ED" w:rsidP="00404119">
            <w:pPr>
              <w:pStyle w:val="Tableheading"/>
              <w:rPr>
                <w:lang w:val="en-GB"/>
              </w:rPr>
            </w:pPr>
            <w:r w:rsidRPr="002521F6">
              <w:rPr>
                <w:lang w:val="en-GB"/>
              </w:rPr>
              <w:t>GL   = Guideline</w:t>
            </w:r>
          </w:p>
        </w:tc>
        <w:tc>
          <w:tcPr>
            <w:tcW w:w="671" w:type="dxa"/>
            <w:textDirection w:val="btLr"/>
            <w:vAlign w:val="center"/>
          </w:tcPr>
          <w:p w14:paraId="70012DC7" w14:textId="77777777" w:rsidR="00FA00ED" w:rsidRPr="002521F6" w:rsidRDefault="00FA00ED" w:rsidP="00404119">
            <w:pPr>
              <w:pStyle w:val="Tableheading"/>
              <w:rPr>
                <w:lang w:val="en-GB"/>
              </w:rPr>
            </w:pPr>
            <w:r w:rsidRPr="002521F6">
              <w:rPr>
                <w:lang w:val="en-GB"/>
              </w:rPr>
              <w:t>Lecture No.</w:t>
            </w:r>
          </w:p>
        </w:tc>
      </w:tr>
      <w:tr w:rsidR="00404119" w:rsidRPr="002521F6" w14:paraId="3C47E06C" w14:textId="77777777" w:rsidTr="00404119">
        <w:trPr>
          <w:jc w:val="center"/>
        </w:trPr>
        <w:tc>
          <w:tcPr>
            <w:tcW w:w="544" w:type="dxa"/>
          </w:tcPr>
          <w:p w14:paraId="367B3ED5" w14:textId="77777777" w:rsidR="00FA00ED" w:rsidRPr="002521F6" w:rsidRDefault="00FA00ED" w:rsidP="00404119">
            <w:pPr>
              <w:pStyle w:val="Tabletext"/>
              <w:rPr>
                <w:b/>
              </w:rPr>
            </w:pPr>
            <w:r w:rsidRPr="002521F6">
              <w:rPr>
                <w:b/>
              </w:rPr>
              <w:t>4</w:t>
            </w:r>
          </w:p>
        </w:tc>
        <w:tc>
          <w:tcPr>
            <w:tcW w:w="702" w:type="dxa"/>
            <w:shd w:val="clear" w:color="auto" w:fill="00AFAA"/>
          </w:tcPr>
          <w:p w14:paraId="31264F91" w14:textId="77777777" w:rsidR="00FA00ED" w:rsidRPr="002521F6" w:rsidRDefault="00FA00ED" w:rsidP="00404119">
            <w:pPr>
              <w:pStyle w:val="Tabletext"/>
              <w:rPr>
                <w:b/>
              </w:rPr>
            </w:pPr>
          </w:p>
        </w:tc>
        <w:tc>
          <w:tcPr>
            <w:tcW w:w="909" w:type="dxa"/>
            <w:vMerge w:val="restart"/>
            <w:shd w:val="clear" w:color="auto" w:fill="00AFAA"/>
          </w:tcPr>
          <w:p w14:paraId="25C72D84" w14:textId="77777777" w:rsidR="00FA00ED" w:rsidRPr="002521F6" w:rsidRDefault="00FA00ED" w:rsidP="00404119">
            <w:pPr>
              <w:pStyle w:val="Tabletext"/>
              <w:rPr>
                <w:b/>
              </w:rPr>
            </w:pPr>
          </w:p>
        </w:tc>
        <w:tc>
          <w:tcPr>
            <w:tcW w:w="5778" w:type="dxa"/>
          </w:tcPr>
          <w:p w14:paraId="6529F180" w14:textId="77777777" w:rsidR="00FA00ED" w:rsidRPr="002521F6" w:rsidRDefault="00FA00ED" w:rsidP="00404119">
            <w:pPr>
              <w:pStyle w:val="Tabletext"/>
              <w:jc w:val="center"/>
              <w:rPr>
                <w:b/>
              </w:rPr>
            </w:pPr>
            <w:r w:rsidRPr="002521F6">
              <w:rPr>
                <w:b/>
              </w:rPr>
              <w:t>PAWSA</w:t>
            </w:r>
          </w:p>
        </w:tc>
        <w:tc>
          <w:tcPr>
            <w:tcW w:w="6215" w:type="dxa"/>
            <w:gridSpan w:val="5"/>
            <w:vMerge w:val="restart"/>
            <w:shd w:val="clear" w:color="auto" w:fill="00AFAA"/>
            <w:vAlign w:val="center"/>
          </w:tcPr>
          <w:p w14:paraId="6C4C0AD1" w14:textId="77777777" w:rsidR="00FA00ED" w:rsidRPr="002521F6" w:rsidRDefault="00FA00ED" w:rsidP="00404119">
            <w:pPr>
              <w:pStyle w:val="Tabletext"/>
              <w:ind w:left="0"/>
              <w:rPr>
                <w:b/>
              </w:rPr>
            </w:pPr>
          </w:p>
        </w:tc>
      </w:tr>
      <w:tr w:rsidR="00404119" w:rsidRPr="002521F6" w14:paraId="340846D9" w14:textId="77777777" w:rsidTr="00404119">
        <w:trPr>
          <w:jc w:val="center"/>
        </w:trPr>
        <w:tc>
          <w:tcPr>
            <w:tcW w:w="544" w:type="dxa"/>
          </w:tcPr>
          <w:p w14:paraId="2C7969AD" w14:textId="77777777" w:rsidR="00FA00ED" w:rsidRPr="002521F6" w:rsidRDefault="00FA00ED" w:rsidP="00404119">
            <w:pPr>
              <w:pStyle w:val="Tabletext"/>
              <w:rPr>
                <w:b/>
              </w:rPr>
            </w:pPr>
          </w:p>
        </w:tc>
        <w:tc>
          <w:tcPr>
            <w:tcW w:w="702" w:type="dxa"/>
          </w:tcPr>
          <w:p w14:paraId="48D7CE8A" w14:textId="77777777" w:rsidR="00FA00ED" w:rsidRPr="002521F6" w:rsidRDefault="00FA00ED" w:rsidP="00404119">
            <w:pPr>
              <w:pStyle w:val="Tabletext"/>
              <w:rPr>
                <w:b/>
              </w:rPr>
            </w:pPr>
            <w:r w:rsidRPr="002521F6">
              <w:rPr>
                <w:b/>
              </w:rPr>
              <w:t>4.1</w:t>
            </w:r>
          </w:p>
        </w:tc>
        <w:tc>
          <w:tcPr>
            <w:tcW w:w="909" w:type="dxa"/>
            <w:vMerge/>
            <w:shd w:val="clear" w:color="auto" w:fill="D9D9D9" w:themeFill="background1" w:themeFillShade="D9"/>
          </w:tcPr>
          <w:p w14:paraId="1A1B62EB" w14:textId="77777777" w:rsidR="00FA00ED" w:rsidRPr="002521F6" w:rsidRDefault="00FA00ED" w:rsidP="00404119">
            <w:pPr>
              <w:pStyle w:val="Tabletext"/>
              <w:rPr>
                <w:b/>
              </w:rPr>
            </w:pPr>
          </w:p>
        </w:tc>
        <w:tc>
          <w:tcPr>
            <w:tcW w:w="5778" w:type="dxa"/>
          </w:tcPr>
          <w:p w14:paraId="27AEA298" w14:textId="77777777" w:rsidR="00FA00ED" w:rsidRPr="002521F6" w:rsidRDefault="00FA00ED" w:rsidP="00404119">
            <w:pPr>
              <w:pStyle w:val="Tabletext"/>
              <w:rPr>
                <w:b/>
              </w:rPr>
            </w:pPr>
            <w:r w:rsidRPr="002521F6">
              <w:rPr>
                <w:b/>
              </w:rPr>
              <w:t>Development and Principles</w:t>
            </w:r>
          </w:p>
        </w:tc>
        <w:tc>
          <w:tcPr>
            <w:tcW w:w="6215" w:type="dxa"/>
            <w:gridSpan w:val="5"/>
            <w:vMerge/>
            <w:shd w:val="clear" w:color="auto" w:fill="00AFAA"/>
          </w:tcPr>
          <w:p w14:paraId="71A07729" w14:textId="77777777" w:rsidR="00FA00ED" w:rsidRPr="002521F6" w:rsidRDefault="00FA00ED" w:rsidP="00404119">
            <w:pPr>
              <w:pStyle w:val="Tabletext"/>
              <w:rPr>
                <w:b/>
              </w:rPr>
            </w:pPr>
          </w:p>
        </w:tc>
      </w:tr>
      <w:tr w:rsidR="00404119" w:rsidRPr="002521F6" w14:paraId="7739B842" w14:textId="77777777" w:rsidTr="000C10B2">
        <w:trPr>
          <w:jc w:val="center"/>
        </w:trPr>
        <w:tc>
          <w:tcPr>
            <w:tcW w:w="544" w:type="dxa"/>
          </w:tcPr>
          <w:p w14:paraId="3C92BC7D" w14:textId="77777777" w:rsidR="00FA00ED" w:rsidRPr="002521F6" w:rsidRDefault="00FA00ED" w:rsidP="00404119">
            <w:pPr>
              <w:pStyle w:val="Tabletext"/>
            </w:pPr>
          </w:p>
        </w:tc>
        <w:tc>
          <w:tcPr>
            <w:tcW w:w="702" w:type="dxa"/>
          </w:tcPr>
          <w:p w14:paraId="6455D017" w14:textId="77777777" w:rsidR="00FA00ED" w:rsidRPr="002521F6" w:rsidRDefault="00FA00ED" w:rsidP="00404119">
            <w:pPr>
              <w:pStyle w:val="Tabletext"/>
            </w:pPr>
          </w:p>
        </w:tc>
        <w:tc>
          <w:tcPr>
            <w:tcW w:w="909" w:type="dxa"/>
          </w:tcPr>
          <w:p w14:paraId="4B1CE38A" w14:textId="77777777" w:rsidR="00FA00ED" w:rsidRPr="002521F6" w:rsidRDefault="00FA00ED" w:rsidP="00404119">
            <w:pPr>
              <w:pStyle w:val="Tabletext"/>
            </w:pPr>
            <w:r w:rsidRPr="002521F6">
              <w:t>4.1.1</w:t>
            </w:r>
          </w:p>
        </w:tc>
        <w:tc>
          <w:tcPr>
            <w:tcW w:w="5778" w:type="dxa"/>
          </w:tcPr>
          <w:p w14:paraId="2E51EF2A" w14:textId="77777777" w:rsidR="00FA00ED" w:rsidRPr="002521F6" w:rsidRDefault="00FA00ED" w:rsidP="00404119">
            <w:pPr>
              <w:pStyle w:val="Tabletext"/>
              <w:jc w:val="right"/>
            </w:pPr>
            <w:r w:rsidRPr="002521F6">
              <w:t>Development of PAWSA</w:t>
            </w:r>
          </w:p>
        </w:tc>
        <w:tc>
          <w:tcPr>
            <w:tcW w:w="806" w:type="dxa"/>
            <w:vMerge w:val="restart"/>
            <w:vAlign w:val="center"/>
          </w:tcPr>
          <w:p w14:paraId="72314C72" w14:textId="77777777" w:rsidR="00FA00ED" w:rsidRPr="002521F6" w:rsidRDefault="00FA00ED" w:rsidP="00404119">
            <w:pPr>
              <w:pStyle w:val="Tabletext"/>
            </w:pPr>
            <w:r w:rsidRPr="002521F6">
              <w:t>2</w:t>
            </w:r>
          </w:p>
        </w:tc>
        <w:tc>
          <w:tcPr>
            <w:tcW w:w="1696" w:type="dxa"/>
            <w:vMerge w:val="restart"/>
            <w:vAlign w:val="center"/>
          </w:tcPr>
          <w:p w14:paraId="684EA3AD" w14:textId="77777777" w:rsidR="00FA00ED" w:rsidRPr="002521F6" w:rsidRDefault="00FA00ED" w:rsidP="00404119">
            <w:pPr>
              <w:pStyle w:val="Tabletext"/>
            </w:pPr>
            <w:r w:rsidRPr="002521F6">
              <w:t>Participants should be encouraged to read O-134 Annex 2 before Module 4 commences</w:t>
            </w:r>
          </w:p>
        </w:tc>
        <w:tc>
          <w:tcPr>
            <w:tcW w:w="3042" w:type="dxa"/>
            <w:gridSpan w:val="2"/>
            <w:vMerge w:val="restart"/>
            <w:vAlign w:val="center"/>
          </w:tcPr>
          <w:p w14:paraId="2BEA2434" w14:textId="77777777" w:rsidR="00FA00ED" w:rsidRPr="002521F6" w:rsidRDefault="00FA00ED" w:rsidP="00404119">
            <w:pPr>
              <w:pStyle w:val="Tabletext"/>
            </w:pPr>
            <w:r w:rsidRPr="002521F6">
              <w:t>Rec O-134 Annex 2</w:t>
            </w:r>
          </w:p>
          <w:p w14:paraId="507B9823" w14:textId="77777777" w:rsidR="00FA00ED" w:rsidRPr="002521F6" w:rsidRDefault="00FA00ED" w:rsidP="00404119">
            <w:pPr>
              <w:pStyle w:val="Tabletext"/>
            </w:pPr>
            <w:r w:rsidRPr="002521F6">
              <w:t>GL 1079</w:t>
            </w:r>
          </w:p>
        </w:tc>
        <w:tc>
          <w:tcPr>
            <w:tcW w:w="671" w:type="dxa"/>
            <w:vMerge w:val="restart"/>
            <w:vAlign w:val="center"/>
          </w:tcPr>
          <w:p w14:paraId="308847DD" w14:textId="77777777" w:rsidR="00FA00ED" w:rsidRPr="002521F6" w:rsidRDefault="00FA00ED" w:rsidP="00404119">
            <w:pPr>
              <w:pStyle w:val="Tabletext"/>
            </w:pPr>
            <w:r w:rsidRPr="002521F6">
              <w:t>7</w:t>
            </w:r>
          </w:p>
        </w:tc>
      </w:tr>
      <w:tr w:rsidR="00404119" w:rsidRPr="002521F6" w14:paraId="02361765" w14:textId="77777777" w:rsidTr="000C10B2">
        <w:trPr>
          <w:jc w:val="center"/>
        </w:trPr>
        <w:tc>
          <w:tcPr>
            <w:tcW w:w="544" w:type="dxa"/>
          </w:tcPr>
          <w:p w14:paraId="7C5EA70C" w14:textId="77777777" w:rsidR="00FA00ED" w:rsidRPr="002521F6" w:rsidRDefault="00FA00ED" w:rsidP="00404119">
            <w:pPr>
              <w:pStyle w:val="Tabletext"/>
            </w:pPr>
          </w:p>
        </w:tc>
        <w:tc>
          <w:tcPr>
            <w:tcW w:w="702" w:type="dxa"/>
          </w:tcPr>
          <w:p w14:paraId="563B66ED" w14:textId="77777777" w:rsidR="00FA00ED" w:rsidRPr="002521F6" w:rsidRDefault="00FA00ED" w:rsidP="00404119">
            <w:pPr>
              <w:pStyle w:val="Tabletext"/>
            </w:pPr>
          </w:p>
        </w:tc>
        <w:tc>
          <w:tcPr>
            <w:tcW w:w="909" w:type="dxa"/>
          </w:tcPr>
          <w:p w14:paraId="3FE87DC5" w14:textId="77777777" w:rsidR="00FA00ED" w:rsidRPr="002521F6" w:rsidRDefault="00FA00ED" w:rsidP="00404119">
            <w:pPr>
              <w:pStyle w:val="Tabletext"/>
            </w:pPr>
            <w:r w:rsidRPr="002521F6">
              <w:t>4.1.2.</w:t>
            </w:r>
          </w:p>
        </w:tc>
        <w:tc>
          <w:tcPr>
            <w:tcW w:w="5778" w:type="dxa"/>
          </w:tcPr>
          <w:p w14:paraId="552DC914" w14:textId="77777777" w:rsidR="00FA00ED" w:rsidRPr="002521F6" w:rsidRDefault="00FA00ED" w:rsidP="00404119">
            <w:pPr>
              <w:pStyle w:val="Tabletext"/>
              <w:jc w:val="right"/>
            </w:pPr>
            <w:r w:rsidRPr="002521F6">
              <w:t>Use of Facilitator, workshop organiser and data entry staff</w:t>
            </w:r>
          </w:p>
        </w:tc>
        <w:tc>
          <w:tcPr>
            <w:tcW w:w="806" w:type="dxa"/>
            <w:vMerge/>
          </w:tcPr>
          <w:p w14:paraId="5887EE4A" w14:textId="77777777" w:rsidR="00FA00ED" w:rsidRPr="002521F6" w:rsidRDefault="00FA00ED" w:rsidP="00404119">
            <w:pPr>
              <w:pStyle w:val="Tabletext"/>
            </w:pPr>
          </w:p>
        </w:tc>
        <w:tc>
          <w:tcPr>
            <w:tcW w:w="1696" w:type="dxa"/>
            <w:vMerge/>
          </w:tcPr>
          <w:p w14:paraId="71CD678B" w14:textId="77777777" w:rsidR="00FA00ED" w:rsidRPr="002521F6" w:rsidRDefault="00FA00ED" w:rsidP="00404119">
            <w:pPr>
              <w:pStyle w:val="Tabletext"/>
            </w:pPr>
          </w:p>
        </w:tc>
        <w:tc>
          <w:tcPr>
            <w:tcW w:w="3042" w:type="dxa"/>
            <w:gridSpan w:val="2"/>
            <w:vMerge/>
          </w:tcPr>
          <w:p w14:paraId="700A3774" w14:textId="77777777" w:rsidR="00FA00ED" w:rsidRPr="002521F6" w:rsidRDefault="00FA00ED" w:rsidP="00404119">
            <w:pPr>
              <w:pStyle w:val="Tabletext"/>
            </w:pPr>
          </w:p>
        </w:tc>
        <w:tc>
          <w:tcPr>
            <w:tcW w:w="671" w:type="dxa"/>
            <w:vMerge/>
          </w:tcPr>
          <w:p w14:paraId="52FE5600" w14:textId="77777777" w:rsidR="00FA00ED" w:rsidRPr="002521F6" w:rsidRDefault="00FA00ED" w:rsidP="00404119">
            <w:pPr>
              <w:pStyle w:val="Tabletext"/>
            </w:pPr>
          </w:p>
        </w:tc>
      </w:tr>
      <w:tr w:rsidR="00404119" w:rsidRPr="002521F6" w14:paraId="46751901" w14:textId="77777777" w:rsidTr="000C10B2">
        <w:trPr>
          <w:jc w:val="center"/>
        </w:trPr>
        <w:tc>
          <w:tcPr>
            <w:tcW w:w="544" w:type="dxa"/>
          </w:tcPr>
          <w:p w14:paraId="702C258D" w14:textId="77777777" w:rsidR="00FA00ED" w:rsidRPr="002521F6" w:rsidRDefault="00FA00ED" w:rsidP="00404119">
            <w:pPr>
              <w:pStyle w:val="Tabletext"/>
            </w:pPr>
          </w:p>
        </w:tc>
        <w:tc>
          <w:tcPr>
            <w:tcW w:w="702" w:type="dxa"/>
          </w:tcPr>
          <w:p w14:paraId="68A98457" w14:textId="77777777" w:rsidR="00FA00ED" w:rsidRPr="002521F6" w:rsidRDefault="00FA00ED" w:rsidP="00404119">
            <w:pPr>
              <w:pStyle w:val="Tabletext"/>
            </w:pPr>
          </w:p>
        </w:tc>
        <w:tc>
          <w:tcPr>
            <w:tcW w:w="909" w:type="dxa"/>
          </w:tcPr>
          <w:p w14:paraId="4A46E096" w14:textId="77777777" w:rsidR="00FA00ED" w:rsidRPr="002521F6" w:rsidRDefault="00FA00ED" w:rsidP="00404119">
            <w:pPr>
              <w:pStyle w:val="Tabletext"/>
            </w:pPr>
            <w:r w:rsidRPr="002521F6">
              <w:t>4.1.3</w:t>
            </w:r>
          </w:p>
        </w:tc>
        <w:tc>
          <w:tcPr>
            <w:tcW w:w="5778" w:type="dxa"/>
          </w:tcPr>
          <w:p w14:paraId="1C22B250" w14:textId="77777777" w:rsidR="00FA00ED" w:rsidRPr="002521F6" w:rsidRDefault="00FA00ED" w:rsidP="00404119">
            <w:pPr>
              <w:pStyle w:val="Tabletext"/>
              <w:jc w:val="right"/>
            </w:pPr>
            <w:r w:rsidRPr="002521F6">
              <w:t>Risk factors</w:t>
            </w:r>
          </w:p>
        </w:tc>
        <w:tc>
          <w:tcPr>
            <w:tcW w:w="806" w:type="dxa"/>
            <w:vMerge/>
          </w:tcPr>
          <w:p w14:paraId="7A1F560A" w14:textId="77777777" w:rsidR="00FA00ED" w:rsidRPr="002521F6" w:rsidRDefault="00FA00ED" w:rsidP="00404119">
            <w:pPr>
              <w:pStyle w:val="Tabletext"/>
            </w:pPr>
          </w:p>
        </w:tc>
        <w:tc>
          <w:tcPr>
            <w:tcW w:w="1696" w:type="dxa"/>
            <w:vMerge/>
          </w:tcPr>
          <w:p w14:paraId="1F34B991" w14:textId="77777777" w:rsidR="00FA00ED" w:rsidRPr="002521F6" w:rsidRDefault="00FA00ED" w:rsidP="00404119">
            <w:pPr>
              <w:pStyle w:val="Tabletext"/>
            </w:pPr>
          </w:p>
        </w:tc>
        <w:tc>
          <w:tcPr>
            <w:tcW w:w="3042" w:type="dxa"/>
            <w:gridSpan w:val="2"/>
            <w:vMerge/>
          </w:tcPr>
          <w:p w14:paraId="44BFB3EF" w14:textId="77777777" w:rsidR="00FA00ED" w:rsidRPr="002521F6" w:rsidRDefault="00FA00ED" w:rsidP="00404119">
            <w:pPr>
              <w:pStyle w:val="Tabletext"/>
            </w:pPr>
          </w:p>
        </w:tc>
        <w:tc>
          <w:tcPr>
            <w:tcW w:w="671" w:type="dxa"/>
            <w:vMerge/>
          </w:tcPr>
          <w:p w14:paraId="0966C3E0" w14:textId="77777777" w:rsidR="00FA00ED" w:rsidRPr="002521F6" w:rsidRDefault="00FA00ED" w:rsidP="00404119">
            <w:pPr>
              <w:pStyle w:val="Tabletext"/>
            </w:pPr>
          </w:p>
        </w:tc>
      </w:tr>
      <w:tr w:rsidR="00404119" w:rsidRPr="002521F6" w14:paraId="6B140421" w14:textId="77777777" w:rsidTr="000C10B2">
        <w:trPr>
          <w:jc w:val="center"/>
        </w:trPr>
        <w:tc>
          <w:tcPr>
            <w:tcW w:w="544" w:type="dxa"/>
          </w:tcPr>
          <w:p w14:paraId="154D10C9" w14:textId="77777777" w:rsidR="00FA00ED" w:rsidRPr="002521F6" w:rsidRDefault="00FA00ED" w:rsidP="00404119">
            <w:pPr>
              <w:pStyle w:val="Tabletext"/>
            </w:pPr>
          </w:p>
        </w:tc>
        <w:tc>
          <w:tcPr>
            <w:tcW w:w="702" w:type="dxa"/>
          </w:tcPr>
          <w:p w14:paraId="4889A531" w14:textId="77777777" w:rsidR="00FA00ED" w:rsidRPr="002521F6" w:rsidRDefault="00FA00ED" w:rsidP="00404119">
            <w:pPr>
              <w:pStyle w:val="Tabletext"/>
            </w:pPr>
          </w:p>
        </w:tc>
        <w:tc>
          <w:tcPr>
            <w:tcW w:w="909" w:type="dxa"/>
          </w:tcPr>
          <w:p w14:paraId="63932F27" w14:textId="77777777" w:rsidR="00FA00ED" w:rsidRPr="002521F6" w:rsidRDefault="00FA00ED" w:rsidP="00404119">
            <w:pPr>
              <w:pStyle w:val="Tabletext"/>
            </w:pPr>
            <w:r w:rsidRPr="002521F6">
              <w:t>4.1.4</w:t>
            </w:r>
          </w:p>
        </w:tc>
        <w:tc>
          <w:tcPr>
            <w:tcW w:w="5778" w:type="dxa"/>
          </w:tcPr>
          <w:p w14:paraId="2084C9A8" w14:textId="77777777" w:rsidR="00FA00ED" w:rsidRPr="002521F6" w:rsidRDefault="00FA00ED" w:rsidP="00404119">
            <w:pPr>
              <w:pStyle w:val="Tabletext"/>
              <w:jc w:val="right"/>
            </w:pPr>
            <w:r w:rsidRPr="002521F6">
              <w:t>Use of experts and stakeholders</w:t>
            </w:r>
          </w:p>
        </w:tc>
        <w:tc>
          <w:tcPr>
            <w:tcW w:w="806" w:type="dxa"/>
            <w:vMerge/>
          </w:tcPr>
          <w:p w14:paraId="2138E762" w14:textId="77777777" w:rsidR="00FA00ED" w:rsidRPr="002521F6" w:rsidRDefault="00FA00ED" w:rsidP="00404119">
            <w:pPr>
              <w:pStyle w:val="Tabletext"/>
            </w:pPr>
          </w:p>
        </w:tc>
        <w:tc>
          <w:tcPr>
            <w:tcW w:w="1696" w:type="dxa"/>
            <w:vMerge/>
          </w:tcPr>
          <w:p w14:paraId="1F115AAB" w14:textId="77777777" w:rsidR="00FA00ED" w:rsidRPr="002521F6" w:rsidRDefault="00FA00ED" w:rsidP="00404119">
            <w:pPr>
              <w:pStyle w:val="Tabletext"/>
            </w:pPr>
          </w:p>
        </w:tc>
        <w:tc>
          <w:tcPr>
            <w:tcW w:w="3042" w:type="dxa"/>
            <w:gridSpan w:val="2"/>
            <w:vMerge/>
          </w:tcPr>
          <w:p w14:paraId="77D01135" w14:textId="77777777" w:rsidR="00FA00ED" w:rsidRPr="002521F6" w:rsidRDefault="00FA00ED" w:rsidP="00404119">
            <w:pPr>
              <w:pStyle w:val="Tabletext"/>
            </w:pPr>
          </w:p>
        </w:tc>
        <w:tc>
          <w:tcPr>
            <w:tcW w:w="671" w:type="dxa"/>
            <w:vMerge/>
          </w:tcPr>
          <w:p w14:paraId="04311C36" w14:textId="77777777" w:rsidR="00FA00ED" w:rsidRPr="002521F6" w:rsidRDefault="00FA00ED" w:rsidP="00404119">
            <w:pPr>
              <w:pStyle w:val="Tabletext"/>
            </w:pPr>
          </w:p>
        </w:tc>
      </w:tr>
      <w:tr w:rsidR="00404119" w:rsidRPr="002521F6" w14:paraId="3C7C392D" w14:textId="77777777" w:rsidTr="000C10B2">
        <w:trPr>
          <w:jc w:val="center"/>
        </w:trPr>
        <w:tc>
          <w:tcPr>
            <w:tcW w:w="544" w:type="dxa"/>
          </w:tcPr>
          <w:p w14:paraId="79EF4EE2" w14:textId="77777777" w:rsidR="00FA00ED" w:rsidRPr="002521F6" w:rsidRDefault="00FA00ED" w:rsidP="00404119">
            <w:pPr>
              <w:pStyle w:val="Tabletext"/>
            </w:pPr>
          </w:p>
        </w:tc>
        <w:tc>
          <w:tcPr>
            <w:tcW w:w="702" w:type="dxa"/>
          </w:tcPr>
          <w:p w14:paraId="6CB23FB1" w14:textId="77777777" w:rsidR="00FA00ED" w:rsidRPr="002521F6" w:rsidRDefault="00FA00ED" w:rsidP="00404119">
            <w:pPr>
              <w:pStyle w:val="Tabletext"/>
            </w:pPr>
          </w:p>
        </w:tc>
        <w:tc>
          <w:tcPr>
            <w:tcW w:w="909" w:type="dxa"/>
            <w:shd w:val="clear" w:color="auto" w:fill="auto"/>
          </w:tcPr>
          <w:p w14:paraId="0D42526E" w14:textId="77777777" w:rsidR="00FA00ED" w:rsidRPr="002521F6" w:rsidRDefault="00FA00ED" w:rsidP="00404119">
            <w:pPr>
              <w:pStyle w:val="Tabletext"/>
            </w:pPr>
            <w:r w:rsidRPr="002521F6">
              <w:t>4.1.5</w:t>
            </w:r>
          </w:p>
        </w:tc>
        <w:tc>
          <w:tcPr>
            <w:tcW w:w="5778" w:type="dxa"/>
          </w:tcPr>
          <w:p w14:paraId="4460F371" w14:textId="77777777" w:rsidR="00FA00ED" w:rsidRPr="002521F6" w:rsidRDefault="00FA00ED" w:rsidP="00404119">
            <w:pPr>
              <w:pStyle w:val="Tabletext"/>
              <w:jc w:val="right"/>
            </w:pPr>
            <w:r w:rsidRPr="002521F6">
              <w:t>Balance of stakeholders and waterway users</w:t>
            </w:r>
          </w:p>
        </w:tc>
        <w:tc>
          <w:tcPr>
            <w:tcW w:w="806" w:type="dxa"/>
            <w:vMerge/>
            <w:shd w:val="clear" w:color="auto" w:fill="auto"/>
          </w:tcPr>
          <w:p w14:paraId="566819B4" w14:textId="77777777" w:rsidR="00FA00ED" w:rsidRPr="002521F6" w:rsidRDefault="00FA00ED" w:rsidP="00404119">
            <w:pPr>
              <w:pStyle w:val="Tabletext"/>
            </w:pPr>
          </w:p>
        </w:tc>
        <w:tc>
          <w:tcPr>
            <w:tcW w:w="1696" w:type="dxa"/>
            <w:vMerge/>
            <w:shd w:val="clear" w:color="auto" w:fill="auto"/>
          </w:tcPr>
          <w:p w14:paraId="72AEFE8E" w14:textId="77777777" w:rsidR="00FA00ED" w:rsidRPr="002521F6" w:rsidRDefault="00FA00ED" w:rsidP="00404119">
            <w:pPr>
              <w:pStyle w:val="Tabletext"/>
            </w:pPr>
          </w:p>
        </w:tc>
        <w:tc>
          <w:tcPr>
            <w:tcW w:w="3042" w:type="dxa"/>
            <w:gridSpan w:val="2"/>
            <w:vMerge/>
            <w:shd w:val="clear" w:color="auto" w:fill="auto"/>
          </w:tcPr>
          <w:p w14:paraId="3E688A91" w14:textId="77777777" w:rsidR="00FA00ED" w:rsidRPr="002521F6" w:rsidRDefault="00FA00ED" w:rsidP="00404119">
            <w:pPr>
              <w:pStyle w:val="Tabletext"/>
            </w:pPr>
          </w:p>
        </w:tc>
        <w:tc>
          <w:tcPr>
            <w:tcW w:w="671" w:type="dxa"/>
            <w:vMerge/>
            <w:shd w:val="clear" w:color="auto" w:fill="auto"/>
          </w:tcPr>
          <w:p w14:paraId="4B98B59E" w14:textId="77777777" w:rsidR="00FA00ED" w:rsidRPr="002521F6" w:rsidRDefault="00FA00ED" w:rsidP="00404119">
            <w:pPr>
              <w:pStyle w:val="Tabletext"/>
            </w:pPr>
          </w:p>
        </w:tc>
      </w:tr>
      <w:tr w:rsidR="00404119" w:rsidRPr="002521F6" w14:paraId="6CE2766F" w14:textId="77777777" w:rsidTr="000C10B2">
        <w:trPr>
          <w:jc w:val="center"/>
        </w:trPr>
        <w:tc>
          <w:tcPr>
            <w:tcW w:w="544" w:type="dxa"/>
          </w:tcPr>
          <w:p w14:paraId="04AA57D5" w14:textId="77777777" w:rsidR="00FA00ED" w:rsidRPr="002521F6" w:rsidRDefault="00FA00ED" w:rsidP="00404119">
            <w:pPr>
              <w:pStyle w:val="Tabletext"/>
            </w:pPr>
          </w:p>
        </w:tc>
        <w:tc>
          <w:tcPr>
            <w:tcW w:w="702" w:type="dxa"/>
          </w:tcPr>
          <w:p w14:paraId="15F829BF" w14:textId="77777777" w:rsidR="00FA00ED" w:rsidRPr="002521F6" w:rsidRDefault="00FA00ED" w:rsidP="00404119">
            <w:pPr>
              <w:pStyle w:val="Tabletext"/>
            </w:pPr>
          </w:p>
        </w:tc>
        <w:tc>
          <w:tcPr>
            <w:tcW w:w="909" w:type="dxa"/>
          </w:tcPr>
          <w:p w14:paraId="6C665408" w14:textId="77777777" w:rsidR="00FA00ED" w:rsidRPr="002521F6" w:rsidRDefault="00FA00ED" w:rsidP="00404119">
            <w:pPr>
              <w:pStyle w:val="Tabletext"/>
            </w:pPr>
            <w:r w:rsidRPr="002521F6">
              <w:t>4.1.6</w:t>
            </w:r>
          </w:p>
        </w:tc>
        <w:tc>
          <w:tcPr>
            <w:tcW w:w="5778" w:type="dxa"/>
          </w:tcPr>
          <w:p w14:paraId="2CB2BA55" w14:textId="77777777" w:rsidR="00FA00ED" w:rsidRPr="002521F6" w:rsidRDefault="00FA00ED" w:rsidP="00404119">
            <w:pPr>
              <w:pStyle w:val="Tabletext"/>
              <w:jc w:val="right"/>
            </w:pPr>
            <w:r w:rsidRPr="002521F6">
              <w:t>Workbooks and Decision Support Tools</w:t>
            </w:r>
          </w:p>
        </w:tc>
        <w:tc>
          <w:tcPr>
            <w:tcW w:w="806" w:type="dxa"/>
            <w:vMerge w:val="restart"/>
            <w:vAlign w:val="center"/>
          </w:tcPr>
          <w:p w14:paraId="0F1386E7" w14:textId="0EEA19FB" w:rsidR="00FA00ED" w:rsidRPr="002521F6" w:rsidRDefault="00FA00ED" w:rsidP="00404119">
            <w:pPr>
              <w:pStyle w:val="Tabletext"/>
            </w:pPr>
            <w:r w:rsidRPr="002521F6">
              <w:t>1</w:t>
            </w:r>
          </w:p>
        </w:tc>
        <w:tc>
          <w:tcPr>
            <w:tcW w:w="1696" w:type="dxa"/>
            <w:vMerge/>
          </w:tcPr>
          <w:p w14:paraId="7B2AFBA5" w14:textId="77777777" w:rsidR="00FA00ED" w:rsidRPr="002521F6" w:rsidRDefault="00FA00ED" w:rsidP="00404119">
            <w:pPr>
              <w:pStyle w:val="Tabletext"/>
            </w:pPr>
          </w:p>
        </w:tc>
        <w:tc>
          <w:tcPr>
            <w:tcW w:w="3042" w:type="dxa"/>
            <w:gridSpan w:val="2"/>
            <w:vMerge/>
          </w:tcPr>
          <w:p w14:paraId="3B04DDD5" w14:textId="77777777" w:rsidR="00FA00ED" w:rsidRPr="002521F6" w:rsidRDefault="00FA00ED" w:rsidP="00404119">
            <w:pPr>
              <w:pStyle w:val="Tabletext"/>
            </w:pPr>
          </w:p>
        </w:tc>
        <w:tc>
          <w:tcPr>
            <w:tcW w:w="671" w:type="dxa"/>
            <w:vMerge/>
            <w:vAlign w:val="center"/>
          </w:tcPr>
          <w:p w14:paraId="44BEF5A4" w14:textId="77777777" w:rsidR="00FA00ED" w:rsidRPr="002521F6" w:rsidRDefault="00FA00ED" w:rsidP="00404119">
            <w:pPr>
              <w:pStyle w:val="Tabletext"/>
            </w:pPr>
          </w:p>
        </w:tc>
      </w:tr>
      <w:tr w:rsidR="00404119" w:rsidRPr="002521F6" w14:paraId="624B549A" w14:textId="77777777" w:rsidTr="000C10B2">
        <w:trPr>
          <w:jc w:val="center"/>
        </w:trPr>
        <w:tc>
          <w:tcPr>
            <w:tcW w:w="544" w:type="dxa"/>
          </w:tcPr>
          <w:p w14:paraId="46E662B4" w14:textId="77777777" w:rsidR="00FA00ED" w:rsidRPr="002521F6" w:rsidRDefault="00FA00ED" w:rsidP="00404119">
            <w:pPr>
              <w:pStyle w:val="Tabletext"/>
            </w:pPr>
          </w:p>
        </w:tc>
        <w:tc>
          <w:tcPr>
            <w:tcW w:w="702" w:type="dxa"/>
          </w:tcPr>
          <w:p w14:paraId="0F658044" w14:textId="77777777" w:rsidR="00FA00ED" w:rsidRPr="002521F6" w:rsidRDefault="00FA00ED" w:rsidP="00404119">
            <w:pPr>
              <w:pStyle w:val="Tabletext"/>
            </w:pPr>
          </w:p>
        </w:tc>
        <w:tc>
          <w:tcPr>
            <w:tcW w:w="909" w:type="dxa"/>
          </w:tcPr>
          <w:p w14:paraId="43F66142" w14:textId="77777777" w:rsidR="00FA00ED" w:rsidRPr="002521F6" w:rsidRDefault="00FA00ED" w:rsidP="00404119">
            <w:pPr>
              <w:pStyle w:val="Tabletext"/>
            </w:pPr>
            <w:r w:rsidRPr="002521F6">
              <w:t>4.1.7</w:t>
            </w:r>
          </w:p>
        </w:tc>
        <w:tc>
          <w:tcPr>
            <w:tcW w:w="5778" w:type="dxa"/>
          </w:tcPr>
          <w:p w14:paraId="5DFDEF6D" w14:textId="77777777" w:rsidR="00FA00ED" w:rsidRPr="002521F6" w:rsidRDefault="00FA00ED" w:rsidP="00404119">
            <w:pPr>
              <w:pStyle w:val="Tabletext"/>
              <w:jc w:val="right"/>
            </w:pPr>
            <w:r w:rsidRPr="002521F6">
              <w:t>Use of Electronic Charts</w:t>
            </w:r>
          </w:p>
        </w:tc>
        <w:tc>
          <w:tcPr>
            <w:tcW w:w="806" w:type="dxa"/>
            <w:vMerge/>
          </w:tcPr>
          <w:p w14:paraId="71D70941" w14:textId="77777777" w:rsidR="00FA00ED" w:rsidRPr="002521F6" w:rsidRDefault="00FA00ED" w:rsidP="00404119">
            <w:pPr>
              <w:pStyle w:val="Tabletext"/>
            </w:pPr>
          </w:p>
        </w:tc>
        <w:tc>
          <w:tcPr>
            <w:tcW w:w="1696" w:type="dxa"/>
            <w:vMerge/>
          </w:tcPr>
          <w:p w14:paraId="618AE897" w14:textId="77777777" w:rsidR="00FA00ED" w:rsidRPr="002521F6" w:rsidRDefault="00FA00ED" w:rsidP="00404119">
            <w:pPr>
              <w:pStyle w:val="Tabletext"/>
            </w:pPr>
          </w:p>
        </w:tc>
        <w:tc>
          <w:tcPr>
            <w:tcW w:w="3042" w:type="dxa"/>
            <w:gridSpan w:val="2"/>
            <w:vMerge/>
          </w:tcPr>
          <w:p w14:paraId="2909CAF0" w14:textId="77777777" w:rsidR="00FA00ED" w:rsidRPr="002521F6" w:rsidRDefault="00FA00ED" w:rsidP="00404119">
            <w:pPr>
              <w:pStyle w:val="Tabletext"/>
            </w:pPr>
          </w:p>
        </w:tc>
        <w:tc>
          <w:tcPr>
            <w:tcW w:w="671" w:type="dxa"/>
            <w:vMerge/>
          </w:tcPr>
          <w:p w14:paraId="77BB2A1B" w14:textId="77777777" w:rsidR="00FA00ED" w:rsidRPr="002521F6" w:rsidRDefault="00FA00ED" w:rsidP="00404119">
            <w:pPr>
              <w:pStyle w:val="Tabletext"/>
            </w:pPr>
          </w:p>
        </w:tc>
      </w:tr>
      <w:tr w:rsidR="00404119" w:rsidRPr="002521F6" w14:paraId="34C02D6E" w14:textId="77777777" w:rsidTr="000C10B2">
        <w:trPr>
          <w:jc w:val="center"/>
        </w:trPr>
        <w:tc>
          <w:tcPr>
            <w:tcW w:w="544" w:type="dxa"/>
          </w:tcPr>
          <w:p w14:paraId="7EF98F74" w14:textId="77777777" w:rsidR="00FA00ED" w:rsidRPr="002521F6" w:rsidRDefault="00FA00ED" w:rsidP="00404119">
            <w:pPr>
              <w:pStyle w:val="Tabletext"/>
            </w:pPr>
          </w:p>
        </w:tc>
        <w:tc>
          <w:tcPr>
            <w:tcW w:w="702" w:type="dxa"/>
          </w:tcPr>
          <w:p w14:paraId="47014A7A" w14:textId="77777777" w:rsidR="00FA00ED" w:rsidRPr="002521F6" w:rsidRDefault="00FA00ED" w:rsidP="00404119">
            <w:pPr>
              <w:pStyle w:val="Tabletext"/>
            </w:pPr>
          </w:p>
        </w:tc>
        <w:tc>
          <w:tcPr>
            <w:tcW w:w="909" w:type="dxa"/>
          </w:tcPr>
          <w:p w14:paraId="1793158C" w14:textId="77777777" w:rsidR="00FA00ED" w:rsidRPr="002521F6" w:rsidRDefault="00FA00ED" w:rsidP="00404119">
            <w:pPr>
              <w:pStyle w:val="Tabletext"/>
            </w:pPr>
            <w:r w:rsidRPr="002521F6">
              <w:t>4.1.8</w:t>
            </w:r>
          </w:p>
        </w:tc>
        <w:tc>
          <w:tcPr>
            <w:tcW w:w="5778" w:type="dxa"/>
          </w:tcPr>
          <w:p w14:paraId="00AE4C91" w14:textId="77777777" w:rsidR="00FA00ED" w:rsidRPr="002521F6" w:rsidRDefault="00FA00ED" w:rsidP="00404119">
            <w:pPr>
              <w:pStyle w:val="Tabletext"/>
              <w:jc w:val="right"/>
            </w:pPr>
            <w:r w:rsidRPr="002521F6">
              <w:t>Regional examples of where PAWSA might be used</w:t>
            </w:r>
          </w:p>
        </w:tc>
        <w:tc>
          <w:tcPr>
            <w:tcW w:w="806" w:type="dxa"/>
            <w:vMerge/>
          </w:tcPr>
          <w:p w14:paraId="39BC0CB3" w14:textId="77777777" w:rsidR="00FA00ED" w:rsidRPr="002521F6" w:rsidRDefault="00FA00ED" w:rsidP="00404119">
            <w:pPr>
              <w:pStyle w:val="Tabletext"/>
            </w:pPr>
          </w:p>
        </w:tc>
        <w:tc>
          <w:tcPr>
            <w:tcW w:w="1696" w:type="dxa"/>
            <w:vMerge/>
          </w:tcPr>
          <w:p w14:paraId="7E400771" w14:textId="77777777" w:rsidR="00FA00ED" w:rsidRPr="002521F6" w:rsidRDefault="00FA00ED" w:rsidP="00404119">
            <w:pPr>
              <w:pStyle w:val="Tabletext"/>
            </w:pPr>
          </w:p>
        </w:tc>
        <w:tc>
          <w:tcPr>
            <w:tcW w:w="3042" w:type="dxa"/>
            <w:gridSpan w:val="2"/>
            <w:vMerge/>
          </w:tcPr>
          <w:p w14:paraId="796A6C3D" w14:textId="77777777" w:rsidR="00FA00ED" w:rsidRPr="002521F6" w:rsidRDefault="00FA00ED" w:rsidP="00404119">
            <w:pPr>
              <w:pStyle w:val="Tabletext"/>
            </w:pPr>
          </w:p>
        </w:tc>
        <w:tc>
          <w:tcPr>
            <w:tcW w:w="671" w:type="dxa"/>
            <w:vMerge/>
          </w:tcPr>
          <w:p w14:paraId="02C75979" w14:textId="77777777" w:rsidR="00FA00ED" w:rsidRPr="002521F6" w:rsidRDefault="00FA00ED" w:rsidP="00404119">
            <w:pPr>
              <w:pStyle w:val="Tabletext"/>
            </w:pPr>
          </w:p>
        </w:tc>
      </w:tr>
      <w:tr w:rsidR="00404119" w:rsidRPr="002521F6" w14:paraId="22DCA98C" w14:textId="77777777" w:rsidTr="00404119">
        <w:trPr>
          <w:jc w:val="center"/>
        </w:trPr>
        <w:tc>
          <w:tcPr>
            <w:tcW w:w="544" w:type="dxa"/>
          </w:tcPr>
          <w:p w14:paraId="4B9BB0D3" w14:textId="77777777" w:rsidR="00FA00ED" w:rsidRPr="002521F6" w:rsidRDefault="00FA00ED" w:rsidP="00404119">
            <w:pPr>
              <w:pStyle w:val="Tabletext"/>
              <w:rPr>
                <w:b/>
                <w:i/>
              </w:rPr>
            </w:pPr>
          </w:p>
        </w:tc>
        <w:tc>
          <w:tcPr>
            <w:tcW w:w="702" w:type="dxa"/>
          </w:tcPr>
          <w:p w14:paraId="2EDB73A8" w14:textId="77777777" w:rsidR="00FA00ED" w:rsidRPr="002521F6" w:rsidRDefault="00FA00ED" w:rsidP="00404119">
            <w:pPr>
              <w:pStyle w:val="Tabletext"/>
              <w:rPr>
                <w:b/>
                <w:i/>
              </w:rPr>
            </w:pPr>
            <w:r w:rsidRPr="002521F6">
              <w:rPr>
                <w:b/>
                <w:i/>
              </w:rPr>
              <w:t>4.2</w:t>
            </w:r>
          </w:p>
        </w:tc>
        <w:tc>
          <w:tcPr>
            <w:tcW w:w="909" w:type="dxa"/>
            <w:shd w:val="clear" w:color="auto" w:fill="00AFAA"/>
          </w:tcPr>
          <w:p w14:paraId="33F0C82D" w14:textId="77777777" w:rsidR="00FA00ED" w:rsidRPr="002521F6" w:rsidRDefault="00FA00ED" w:rsidP="00404119">
            <w:pPr>
              <w:pStyle w:val="Tabletext"/>
              <w:rPr>
                <w:b/>
              </w:rPr>
            </w:pPr>
          </w:p>
        </w:tc>
        <w:tc>
          <w:tcPr>
            <w:tcW w:w="5778" w:type="dxa"/>
          </w:tcPr>
          <w:p w14:paraId="373C3F83" w14:textId="77777777" w:rsidR="00FA00ED" w:rsidRPr="002521F6" w:rsidRDefault="00FA00ED" w:rsidP="00404119">
            <w:pPr>
              <w:pStyle w:val="Tabletext"/>
              <w:rPr>
                <w:b/>
                <w:i/>
              </w:rPr>
            </w:pPr>
            <w:r w:rsidRPr="002521F6">
              <w:rPr>
                <w:b/>
              </w:rPr>
              <w:t>PAWSA Workbooks</w:t>
            </w:r>
          </w:p>
        </w:tc>
        <w:tc>
          <w:tcPr>
            <w:tcW w:w="6215" w:type="dxa"/>
            <w:gridSpan w:val="5"/>
            <w:shd w:val="clear" w:color="auto" w:fill="00AFAA"/>
          </w:tcPr>
          <w:p w14:paraId="1D5D6447" w14:textId="77777777" w:rsidR="00FA00ED" w:rsidRPr="002521F6" w:rsidRDefault="00FA00ED" w:rsidP="00404119">
            <w:pPr>
              <w:pStyle w:val="Tabletext"/>
              <w:rPr>
                <w:b/>
              </w:rPr>
            </w:pPr>
          </w:p>
        </w:tc>
      </w:tr>
      <w:tr w:rsidR="00404119" w:rsidRPr="002521F6" w14:paraId="2D868E6F" w14:textId="77777777" w:rsidTr="000C10B2">
        <w:trPr>
          <w:jc w:val="center"/>
        </w:trPr>
        <w:tc>
          <w:tcPr>
            <w:tcW w:w="544" w:type="dxa"/>
            <w:shd w:val="clear" w:color="auto" w:fill="auto"/>
          </w:tcPr>
          <w:p w14:paraId="06612AB7" w14:textId="77777777" w:rsidR="00FA00ED" w:rsidRPr="002521F6" w:rsidRDefault="00FA00ED" w:rsidP="00404119">
            <w:pPr>
              <w:pStyle w:val="Tabletext"/>
            </w:pPr>
          </w:p>
        </w:tc>
        <w:tc>
          <w:tcPr>
            <w:tcW w:w="702" w:type="dxa"/>
            <w:shd w:val="clear" w:color="auto" w:fill="auto"/>
          </w:tcPr>
          <w:p w14:paraId="58B07390" w14:textId="77777777" w:rsidR="00FA00ED" w:rsidRPr="002521F6" w:rsidRDefault="00FA00ED" w:rsidP="00404119">
            <w:pPr>
              <w:pStyle w:val="Tabletext"/>
            </w:pPr>
          </w:p>
        </w:tc>
        <w:tc>
          <w:tcPr>
            <w:tcW w:w="909" w:type="dxa"/>
            <w:shd w:val="clear" w:color="auto" w:fill="auto"/>
          </w:tcPr>
          <w:p w14:paraId="044E474A" w14:textId="77777777" w:rsidR="00FA00ED" w:rsidRPr="002521F6" w:rsidRDefault="00FA00ED" w:rsidP="00404119">
            <w:pPr>
              <w:pStyle w:val="Tabletext"/>
            </w:pPr>
            <w:r w:rsidRPr="002521F6">
              <w:t>4.2.1</w:t>
            </w:r>
          </w:p>
        </w:tc>
        <w:tc>
          <w:tcPr>
            <w:tcW w:w="5778" w:type="dxa"/>
            <w:shd w:val="clear" w:color="auto" w:fill="auto"/>
          </w:tcPr>
          <w:p w14:paraId="4A118B8B" w14:textId="77777777" w:rsidR="00FA00ED" w:rsidRPr="002521F6" w:rsidRDefault="00FA00ED" w:rsidP="00404119">
            <w:pPr>
              <w:pStyle w:val="Tabletext"/>
              <w:jc w:val="right"/>
            </w:pPr>
            <w:r w:rsidRPr="002521F6">
              <w:t xml:space="preserve">Book 1 – assessment of team expertise </w:t>
            </w:r>
          </w:p>
        </w:tc>
        <w:tc>
          <w:tcPr>
            <w:tcW w:w="806" w:type="dxa"/>
            <w:vMerge w:val="restart"/>
            <w:shd w:val="clear" w:color="auto" w:fill="auto"/>
            <w:vAlign w:val="center"/>
          </w:tcPr>
          <w:p w14:paraId="1E232D0A" w14:textId="77777777" w:rsidR="00FA00ED" w:rsidRPr="002521F6" w:rsidRDefault="00FA00ED" w:rsidP="00404119">
            <w:pPr>
              <w:pStyle w:val="Tabletext"/>
            </w:pPr>
            <w:r w:rsidRPr="002521F6">
              <w:t>1</w:t>
            </w:r>
          </w:p>
        </w:tc>
        <w:tc>
          <w:tcPr>
            <w:tcW w:w="1696" w:type="dxa"/>
            <w:vMerge w:val="restart"/>
            <w:shd w:val="clear" w:color="auto" w:fill="auto"/>
          </w:tcPr>
          <w:p w14:paraId="46838E6E" w14:textId="77777777" w:rsidR="00FA00ED" w:rsidRPr="002521F6" w:rsidRDefault="00FA00ED" w:rsidP="00404119">
            <w:pPr>
              <w:pStyle w:val="Tabletext"/>
            </w:pPr>
          </w:p>
        </w:tc>
        <w:tc>
          <w:tcPr>
            <w:tcW w:w="3042" w:type="dxa"/>
            <w:gridSpan w:val="2"/>
            <w:vMerge w:val="restart"/>
            <w:shd w:val="clear" w:color="auto" w:fill="auto"/>
          </w:tcPr>
          <w:p w14:paraId="3FFBFBD6" w14:textId="77777777" w:rsidR="00FA00ED" w:rsidRPr="002521F6" w:rsidRDefault="00FA00ED" w:rsidP="00404119">
            <w:pPr>
              <w:pStyle w:val="Tabletext"/>
            </w:pPr>
          </w:p>
        </w:tc>
        <w:tc>
          <w:tcPr>
            <w:tcW w:w="671" w:type="dxa"/>
            <w:vMerge w:val="restart"/>
            <w:shd w:val="clear" w:color="auto" w:fill="auto"/>
            <w:vAlign w:val="center"/>
          </w:tcPr>
          <w:p w14:paraId="40F90D78" w14:textId="77777777" w:rsidR="00FA00ED" w:rsidRPr="002521F6" w:rsidRDefault="00FA00ED" w:rsidP="00404119">
            <w:pPr>
              <w:pStyle w:val="Tabletext"/>
            </w:pPr>
            <w:r w:rsidRPr="002521F6">
              <w:t>8</w:t>
            </w:r>
          </w:p>
        </w:tc>
      </w:tr>
      <w:tr w:rsidR="00404119" w:rsidRPr="002521F6" w14:paraId="7D09A03E" w14:textId="77777777" w:rsidTr="000C10B2">
        <w:trPr>
          <w:jc w:val="center"/>
        </w:trPr>
        <w:tc>
          <w:tcPr>
            <w:tcW w:w="544" w:type="dxa"/>
            <w:shd w:val="clear" w:color="auto" w:fill="auto"/>
          </w:tcPr>
          <w:p w14:paraId="1E130A00" w14:textId="77777777" w:rsidR="00FA00ED" w:rsidRPr="002521F6" w:rsidRDefault="00FA00ED" w:rsidP="00404119">
            <w:pPr>
              <w:pStyle w:val="Tabletext"/>
            </w:pPr>
          </w:p>
        </w:tc>
        <w:tc>
          <w:tcPr>
            <w:tcW w:w="702" w:type="dxa"/>
            <w:shd w:val="clear" w:color="auto" w:fill="auto"/>
          </w:tcPr>
          <w:p w14:paraId="5B735506" w14:textId="77777777" w:rsidR="00FA00ED" w:rsidRPr="002521F6" w:rsidRDefault="00FA00ED" w:rsidP="00404119">
            <w:pPr>
              <w:pStyle w:val="Tabletext"/>
            </w:pPr>
          </w:p>
        </w:tc>
        <w:tc>
          <w:tcPr>
            <w:tcW w:w="909" w:type="dxa"/>
            <w:shd w:val="clear" w:color="auto" w:fill="auto"/>
          </w:tcPr>
          <w:p w14:paraId="7291BBC4" w14:textId="77777777" w:rsidR="00FA00ED" w:rsidRPr="002521F6" w:rsidRDefault="00FA00ED" w:rsidP="00404119">
            <w:pPr>
              <w:pStyle w:val="Tabletext"/>
            </w:pPr>
            <w:r w:rsidRPr="002521F6">
              <w:t>4.2.2</w:t>
            </w:r>
          </w:p>
        </w:tc>
        <w:tc>
          <w:tcPr>
            <w:tcW w:w="5778" w:type="dxa"/>
            <w:shd w:val="clear" w:color="auto" w:fill="auto"/>
          </w:tcPr>
          <w:p w14:paraId="5BDD4051" w14:textId="77777777" w:rsidR="00FA00ED" w:rsidRPr="002521F6" w:rsidRDefault="00FA00ED" w:rsidP="00404119">
            <w:pPr>
              <w:pStyle w:val="Tabletext"/>
              <w:jc w:val="right"/>
            </w:pPr>
            <w:r w:rsidRPr="002521F6">
              <w:t>Book 2 - Risk factor rating scales</w:t>
            </w:r>
          </w:p>
        </w:tc>
        <w:tc>
          <w:tcPr>
            <w:tcW w:w="806" w:type="dxa"/>
            <w:vMerge/>
            <w:shd w:val="clear" w:color="auto" w:fill="auto"/>
          </w:tcPr>
          <w:p w14:paraId="51F955D7" w14:textId="77777777" w:rsidR="00FA00ED" w:rsidRPr="002521F6" w:rsidRDefault="00FA00ED" w:rsidP="00404119">
            <w:pPr>
              <w:pStyle w:val="Tabletext"/>
            </w:pPr>
          </w:p>
        </w:tc>
        <w:tc>
          <w:tcPr>
            <w:tcW w:w="1696" w:type="dxa"/>
            <w:vMerge/>
            <w:shd w:val="clear" w:color="auto" w:fill="auto"/>
          </w:tcPr>
          <w:p w14:paraId="655F00F4" w14:textId="77777777" w:rsidR="00FA00ED" w:rsidRPr="002521F6" w:rsidRDefault="00FA00ED" w:rsidP="00404119">
            <w:pPr>
              <w:pStyle w:val="Tabletext"/>
            </w:pPr>
          </w:p>
        </w:tc>
        <w:tc>
          <w:tcPr>
            <w:tcW w:w="3042" w:type="dxa"/>
            <w:gridSpan w:val="2"/>
            <w:vMerge/>
            <w:shd w:val="clear" w:color="auto" w:fill="auto"/>
          </w:tcPr>
          <w:p w14:paraId="08B48768" w14:textId="77777777" w:rsidR="00FA00ED" w:rsidRPr="002521F6" w:rsidRDefault="00FA00ED" w:rsidP="00404119">
            <w:pPr>
              <w:pStyle w:val="Tabletext"/>
            </w:pPr>
          </w:p>
        </w:tc>
        <w:tc>
          <w:tcPr>
            <w:tcW w:w="671" w:type="dxa"/>
            <w:vMerge/>
            <w:shd w:val="clear" w:color="auto" w:fill="auto"/>
          </w:tcPr>
          <w:p w14:paraId="10BB5070" w14:textId="77777777" w:rsidR="00FA00ED" w:rsidRPr="002521F6" w:rsidRDefault="00FA00ED" w:rsidP="00404119">
            <w:pPr>
              <w:pStyle w:val="Tabletext"/>
            </w:pPr>
          </w:p>
        </w:tc>
      </w:tr>
      <w:tr w:rsidR="00404119" w:rsidRPr="002521F6" w14:paraId="019CDE99" w14:textId="77777777" w:rsidTr="000C10B2">
        <w:trPr>
          <w:jc w:val="center"/>
        </w:trPr>
        <w:tc>
          <w:tcPr>
            <w:tcW w:w="544" w:type="dxa"/>
            <w:shd w:val="clear" w:color="auto" w:fill="auto"/>
          </w:tcPr>
          <w:p w14:paraId="75555644" w14:textId="77777777" w:rsidR="00FA00ED" w:rsidRPr="002521F6" w:rsidRDefault="00FA00ED" w:rsidP="00404119">
            <w:pPr>
              <w:pStyle w:val="Tabletext"/>
            </w:pPr>
          </w:p>
        </w:tc>
        <w:tc>
          <w:tcPr>
            <w:tcW w:w="702" w:type="dxa"/>
            <w:shd w:val="clear" w:color="auto" w:fill="auto"/>
          </w:tcPr>
          <w:p w14:paraId="65DB76B2" w14:textId="77777777" w:rsidR="00FA00ED" w:rsidRPr="002521F6" w:rsidRDefault="00FA00ED" w:rsidP="00404119">
            <w:pPr>
              <w:pStyle w:val="Tabletext"/>
            </w:pPr>
          </w:p>
        </w:tc>
        <w:tc>
          <w:tcPr>
            <w:tcW w:w="909" w:type="dxa"/>
            <w:shd w:val="clear" w:color="auto" w:fill="auto"/>
          </w:tcPr>
          <w:p w14:paraId="2F657E94" w14:textId="77777777" w:rsidR="00FA00ED" w:rsidRPr="002521F6" w:rsidRDefault="00FA00ED" w:rsidP="00404119">
            <w:pPr>
              <w:pStyle w:val="Tabletext"/>
            </w:pPr>
            <w:r w:rsidRPr="002521F6">
              <w:t>4.2.3</w:t>
            </w:r>
          </w:p>
        </w:tc>
        <w:tc>
          <w:tcPr>
            <w:tcW w:w="5778" w:type="dxa"/>
            <w:shd w:val="clear" w:color="auto" w:fill="auto"/>
          </w:tcPr>
          <w:p w14:paraId="63B5CD87" w14:textId="77777777" w:rsidR="00FA00ED" w:rsidRPr="002521F6" w:rsidRDefault="00FA00ED" w:rsidP="00404119">
            <w:pPr>
              <w:pStyle w:val="Tabletext"/>
              <w:jc w:val="right"/>
            </w:pPr>
            <w:r w:rsidRPr="002521F6">
              <w:t>Book 3 – Baseline risk levels</w:t>
            </w:r>
          </w:p>
        </w:tc>
        <w:tc>
          <w:tcPr>
            <w:tcW w:w="806" w:type="dxa"/>
            <w:vMerge/>
            <w:shd w:val="clear" w:color="auto" w:fill="auto"/>
          </w:tcPr>
          <w:p w14:paraId="509AA51C" w14:textId="77777777" w:rsidR="00FA00ED" w:rsidRPr="002521F6" w:rsidRDefault="00FA00ED" w:rsidP="00404119">
            <w:pPr>
              <w:pStyle w:val="Tabletext"/>
            </w:pPr>
          </w:p>
        </w:tc>
        <w:tc>
          <w:tcPr>
            <w:tcW w:w="1696" w:type="dxa"/>
            <w:vMerge/>
            <w:shd w:val="clear" w:color="auto" w:fill="auto"/>
          </w:tcPr>
          <w:p w14:paraId="57BD00AE" w14:textId="77777777" w:rsidR="00FA00ED" w:rsidRPr="002521F6" w:rsidRDefault="00FA00ED" w:rsidP="00404119">
            <w:pPr>
              <w:pStyle w:val="Tabletext"/>
            </w:pPr>
          </w:p>
        </w:tc>
        <w:tc>
          <w:tcPr>
            <w:tcW w:w="3042" w:type="dxa"/>
            <w:gridSpan w:val="2"/>
            <w:vMerge/>
            <w:shd w:val="clear" w:color="auto" w:fill="auto"/>
          </w:tcPr>
          <w:p w14:paraId="08D0076E" w14:textId="77777777" w:rsidR="00FA00ED" w:rsidRPr="002521F6" w:rsidRDefault="00FA00ED" w:rsidP="00404119">
            <w:pPr>
              <w:pStyle w:val="Tabletext"/>
            </w:pPr>
          </w:p>
        </w:tc>
        <w:tc>
          <w:tcPr>
            <w:tcW w:w="671" w:type="dxa"/>
            <w:vMerge/>
            <w:shd w:val="clear" w:color="auto" w:fill="auto"/>
          </w:tcPr>
          <w:p w14:paraId="2FB9AFE0" w14:textId="77777777" w:rsidR="00FA00ED" w:rsidRPr="002521F6" w:rsidRDefault="00FA00ED" w:rsidP="00404119">
            <w:pPr>
              <w:pStyle w:val="Tabletext"/>
            </w:pPr>
          </w:p>
        </w:tc>
      </w:tr>
      <w:tr w:rsidR="00404119" w:rsidRPr="002521F6" w14:paraId="34F7A7C2" w14:textId="77777777" w:rsidTr="000C10B2">
        <w:trPr>
          <w:jc w:val="center"/>
        </w:trPr>
        <w:tc>
          <w:tcPr>
            <w:tcW w:w="544" w:type="dxa"/>
            <w:shd w:val="clear" w:color="auto" w:fill="auto"/>
          </w:tcPr>
          <w:p w14:paraId="7A144C39" w14:textId="77777777" w:rsidR="00FA00ED" w:rsidRPr="002521F6" w:rsidRDefault="00FA00ED" w:rsidP="00404119">
            <w:pPr>
              <w:pStyle w:val="Tabletext"/>
            </w:pPr>
          </w:p>
        </w:tc>
        <w:tc>
          <w:tcPr>
            <w:tcW w:w="702" w:type="dxa"/>
            <w:shd w:val="clear" w:color="auto" w:fill="auto"/>
          </w:tcPr>
          <w:p w14:paraId="77BD3332" w14:textId="77777777" w:rsidR="00FA00ED" w:rsidRPr="002521F6" w:rsidRDefault="00FA00ED" w:rsidP="00404119">
            <w:pPr>
              <w:pStyle w:val="Tabletext"/>
            </w:pPr>
          </w:p>
        </w:tc>
        <w:tc>
          <w:tcPr>
            <w:tcW w:w="909" w:type="dxa"/>
            <w:shd w:val="clear" w:color="auto" w:fill="auto"/>
          </w:tcPr>
          <w:p w14:paraId="306200B9" w14:textId="77777777" w:rsidR="00FA00ED" w:rsidRPr="002521F6" w:rsidRDefault="00FA00ED" w:rsidP="00404119">
            <w:pPr>
              <w:pStyle w:val="Tabletext"/>
            </w:pPr>
            <w:r w:rsidRPr="002521F6">
              <w:t>4.2.4</w:t>
            </w:r>
          </w:p>
        </w:tc>
        <w:tc>
          <w:tcPr>
            <w:tcW w:w="5778" w:type="dxa"/>
            <w:shd w:val="clear" w:color="auto" w:fill="auto"/>
          </w:tcPr>
          <w:p w14:paraId="3AC280EA" w14:textId="77777777" w:rsidR="00FA00ED" w:rsidRPr="002521F6" w:rsidRDefault="00FA00ED" w:rsidP="000C10B2">
            <w:pPr>
              <w:pStyle w:val="Tabletext"/>
              <w:jc w:val="right"/>
            </w:pPr>
            <w:r w:rsidRPr="002521F6">
              <w:t>Book 4 – Effectiveness of mitigation measures</w:t>
            </w:r>
          </w:p>
        </w:tc>
        <w:tc>
          <w:tcPr>
            <w:tcW w:w="806" w:type="dxa"/>
            <w:vMerge/>
            <w:shd w:val="clear" w:color="auto" w:fill="auto"/>
          </w:tcPr>
          <w:p w14:paraId="52D86454" w14:textId="77777777" w:rsidR="00FA00ED" w:rsidRPr="002521F6" w:rsidRDefault="00FA00ED" w:rsidP="00404119">
            <w:pPr>
              <w:pStyle w:val="Tabletext"/>
            </w:pPr>
          </w:p>
        </w:tc>
        <w:tc>
          <w:tcPr>
            <w:tcW w:w="1696" w:type="dxa"/>
            <w:vMerge/>
            <w:shd w:val="clear" w:color="auto" w:fill="auto"/>
          </w:tcPr>
          <w:p w14:paraId="528DC3C1" w14:textId="77777777" w:rsidR="00FA00ED" w:rsidRPr="002521F6" w:rsidRDefault="00FA00ED" w:rsidP="00404119">
            <w:pPr>
              <w:pStyle w:val="Tabletext"/>
            </w:pPr>
          </w:p>
        </w:tc>
        <w:tc>
          <w:tcPr>
            <w:tcW w:w="3042" w:type="dxa"/>
            <w:gridSpan w:val="2"/>
            <w:vMerge/>
            <w:shd w:val="clear" w:color="auto" w:fill="auto"/>
          </w:tcPr>
          <w:p w14:paraId="239BA9C4" w14:textId="77777777" w:rsidR="00FA00ED" w:rsidRPr="002521F6" w:rsidRDefault="00FA00ED" w:rsidP="00404119">
            <w:pPr>
              <w:pStyle w:val="Tabletext"/>
            </w:pPr>
          </w:p>
        </w:tc>
        <w:tc>
          <w:tcPr>
            <w:tcW w:w="671" w:type="dxa"/>
            <w:vMerge/>
            <w:shd w:val="clear" w:color="auto" w:fill="auto"/>
          </w:tcPr>
          <w:p w14:paraId="25CC9833" w14:textId="77777777" w:rsidR="00FA00ED" w:rsidRPr="002521F6" w:rsidRDefault="00FA00ED" w:rsidP="00404119">
            <w:pPr>
              <w:pStyle w:val="Tabletext"/>
            </w:pPr>
          </w:p>
        </w:tc>
      </w:tr>
      <w:tr w:rsidR="00404119" w:rsidRPr="002521F6" w14:paraId="36045AA8" w14:textId="77777777" w:rsidTr="000C10B2">
        <w:trPr>
          <w:jc w:val="center"/>
        </w:trPr>
        <w:tc>
          <w:tcPr>
            <w:tcW w:w="544" w:type="dxa"/>
            <w:shd w:val="clear" w:color="auto" w:fill="auto"/>
          </w:tcPr>
          <w:p w14:paraId="1BEB7F0B" w14:textId="77777777" w:rsidR="00FA00ED" w:rsidRPr="002521F6" w:rsidRDefault="00FA00ED" w:rsidP="00404119">
            <w:pPr>
              <w:pStyle w:val="Tabletext"/>
            </w:pPr>
          </w:p>
        </w:tc>
        <w:tc>
          <w:tcPr>
            <w:tcW w:w="702" w:type="dxa"/>
            <w:shd w:val="clear" w:color="auto" w:fill="auto"/>
          </w:tcPr>
          <w:p w14:paraId="34757A00" w14:textId="77777777" w:rsidR="00FA00ED" w:rsidRPr="002521F6" w:rsidRDefault="00FA00ED" w:rsidP="00404119">
            <w:pPr>
              <w:pStyle w:val="Tabletext"/>
            </w:pPr>
          </w:p>
        </w:tc>
        <w:tc>
          <w:tcPr>
            <w:tcW w:w="909" w:type="dxa"/>
            <w:shd w:val="clear" w:color="auto" w:fill="auto"/>
          </w:tcPr>
          <w:p w14:paraId="19D623E6" w14:textId="77777777" w:rsidR="00FA00ED" w:rsidRPr="002521F6" w:rsidRDefault="00FA00ED" w:rsidP="00404119">
            <w:pPr>
              <w:pStyle w:val="Tabletext"/>
            </w:pPr>
            <w:r w:rsidRPr="002521F6">
              <w:t>4.2.5</w:t>
            </w:r>
          </w:p>
        </w:tc>
        <w:tc>
          <w:tcPr>
            <w:tcW w:w="5778" w:type="dxa"/>
            <w:shd w:val="clear" w:color="auto" w:fill="auto"/>
          </w:tcPr>
          <w:p w14:paraId="472BF67C" w14:textId="77777777" w:rsidR="00FA00ED" w:rsidRPr="002521F6" w:rsidRDefault="00FA00ED" w:rsidP="000C10B2">
            <w:pPr>
              <w:pStyle w:val="Tabletext"/>
              <w:jc w:val="right"/>
            </w:pPr>
            <w:r w:rsidRPr="002521F6">
              <w:t>Book 5 – Additional mitigation measures</w:t>
            </w:r>
          </w:p>
        </w:tc>
        <w:tc>
          <w:tcPr>
            <w:tcW w:w="806" w:type="dxa"/>
            <w:vMerge/>
            <w:shd w:val="clear" w:color="auto" w:fill="auto"/>
          </w:tcPr>
          <w:p w14:paraId="7C9BDB45" w14:textId="77777777" w:rsidR="00FA00ED" w:rsidRPr="002521F6" w:rsidRDefault="00FA00ED" w:rsidP="00404119">
            <w:pPr>
              <w:pStyle w:val="Tabletext"/>
            </w:pPr>
          </w:p>
        </w:tc>
        <w:tc>
          <w:tcPr>
            <w:tcW w:w="1696" w:type="dxa"/>
            <w:vMerge/>
            <w:shd w:val="clear" w:color="auto" w:fill="auto"/>
          </w:tcPr>
          <w:p w14:paraId="0237D94F" w14:textId="77777777" w:rsidR="00FA00ED" w:rsidRPr="002521F6" w:rsidRDefault="00FA00ED" w:rsidP="00404119">
            <w:pPr>
              <w:pStyle w:val="Tabletext"/>
            </w:pPr>
          </w:p>
        </w:tc>
        <w:tc>
          <w:tcPr>
            <w:tcW w:w="3042" w:type="dxa"/>
            <w:gridSpan w:val="2"/>
            <w:vMerge/>
            <w:shd w:val="clear" w:color="auto" w:fill="auto"/>
          </w:tcPr>
          <w:p w14:paraId="33986D43" w14:textId="77777777" w:rsidR="00FA00ED" w:rsidRPr="002521F6" w:rsidRDefault="00FA00ED" w:rsidP="00404119">
            <w:pPr>
              <w:pStyle w:val="Tabletext"/>
            </w:pPr>
          </w:p>
        </w:tc>
        <w:tc>
          <w:tcPr>
            <w:tcW w:w="671" w:type="dxa"/>
            <w:vMerge/>
            <w:shd w:val="clear" w:color="auto" w:fill="auto"/>
          </w:tcPr>
          <w:p w14:paraId="79A47AB5" w14:textId="77777777" w:rsidR="00FA00ED" w:rsidRPr="002521F6" w:rsidRDefault="00FA00ED" w:rsidP="00404119">
            <w:pPr>
              <w:pStyle w:val="Tabletext"/>
            </w:pPr>
          </w:p>
        </w:tc>
      </w:tr>
      <w:tr w:rsidR="00404119" w:rsidRPr="002521F6" w14:paraId="0C37E954" w14:textId="77777777" w:rsidTr="000C10B2">
        <w:trPr>
          <w:jc w:val="center"/>
        </w:trPr>
        <w:tc>
          <w:tcPr>
            <w:tcW w:w="544" w:type="dxa"/>
            <w:shd w:val="clear" w:color="auto" w:fill="auto"/>
          </w:tcPr>
          <w:p w14:paraId="60169DE5" w14:textId="77777777" w:rsidR="00FA00ED" w:rsidRPr="002521F6" w:rsidRDefault="00FA00ED" w:rsidP="00404119">
            <w:pPr>
              <w:pStyle w:val="Tabletext"/>
            </w:pPr>
          </w:p>
        </w:tc>
        <w:tc>
          <w:tcPr>
            <w:tcW w:w="702" w:type="dxa"/>
            <w:shd w:val="clear" w:color="auto" w:fill="auto"/>
          </w:tcPr>
          <w:p w14:paraId="5EB4433D" w14:textId="77777777" w:rsidR="00FA00ED" w:rsidRPr="002521F6" w:rsidRDefault="00FA00ED" w:rsidP="00404119">
            <w:pPr>
              <w:pStyle w:val="Tabletext"/>
            </w:pPr>
          </w:p>
        </w:tc>
        <w:tc>
          <w:tcPr>
            <w:tcW w:w="909" w:type="dxa"/>
            <w:shd w:val="clear" w:color="auto" w:fill="auto"/>
          </w:tcPr>
          <w:p w14:paraId="44846E53" w14:textId="77777777" w:rsidR="00FA00ED" w:rsidRPr="002521F6" w:rsidRDefault="00FA00ED" w:rsidP="00404119">
            <w:pPr>
              <w:pStyle w:val="Tabletext"/>
            </w:pPr>
            <w:r w:rsidRPr="002521F6">
              <w:t>4.2.6</w:t>
            </w:r>
          </w:p>
        </w:tc>
        <w:tc>
          <w:tcPr>
            <w:tcW w:w="5778" w:type="dxa"/>
            <w:shd w:val="clear" w:color="auto" w:fill="auto"/>
          </w:tcPr>
          <w:p w14:paraId="278946F6" w14:textId="77777777" w:rsidR="00FA00ED" w:rsidRPr="002521F6" w:rsidRDefault="00FA00ED" w:rsidP="000C10B2">
            <w:pPr>
              <w:pStyle w:val="Tabletext"/>
              <w:jc w:val="right"/>
            </w:pPr>
            <w:r w:rsidRPr="002521F6">
              <w:t>Workshop report</w:t>
            </w:r>
          </w:p>
        </w:tc>
        <w:tc>
          <w:tcPr>
            <w:tcW w:w="806" w:type="dxa"/>
            <w:vMerge/>
            <w:shd w:val="clear" w:color="auto" w:fill="auto"/>
          </w:tcPr>
          <w:p w14:paraId="587418EB" w14:textId="77777777" w:rsidR="00FA00ED" w:rsidRPr="002521F6" w:rsidRDefault="00FA00ED" w:rsidP="00404119">
            <w:pPr>
              <w:pStyle w:val="Tabletext"/>
            </w:pPr>
          </w:p>
        </w:tc>
        <w:tc>
          <w:tcPr>
            <w:tcW w:w="1696" w:type="dxa"/>
            <w:vMerge/>
            <w:shd w:val="clear" w:color="auto" w:fill="auto"/>
          </w:tcPr>
          <w:p w14:paraId="78ECC922" w14:textId="77777777" w:rsidR="00FA00ED" w:rsidRPr="002521F6" w:rsidRDefault="00FA00ED" w:rsidP="00404119">
            <w:pPr>
              <w:pStyle w:val="Tabletext"/>
            </w:pPr>
          </w:p>
        </w:tc>
        <w:tc>
          <w:tcPr>
            <w:tcW w:w="3042" w:type="dxa"/>
            <w:gridSpan w:val="2"/>
            <w:vMerge/>
            <w:shd w:val="clear" w:color="auto" w:fill="auto"/>
          </w:tcPr>
          <w:p w14:paraId="2EED0E6B" w14:textId="77777777" w:rsidR="00FA00ED" w:rsidRPr="002521F6" w:rsidRDefault="00FA00ED" w:rsidP="00404119">
            <w:pPr>
              <w:pStyle w:val="Tabletext"/>
            </w:pPr>
          </w:p>
        </w:tc>
        <w:tc>
          <w:tcPr>
            <w:tcW w:w="671" w:type="dxa"/>
            <w:vMerge/>
            <w:shd w:val="clear" w:color="auto" w:fill="auto"/>
          </w:tcPr>
          <w:p w14:paraId="574EFC75" w14:textId="77777777" w:rsidR="00FA00ED" w:rsidRPr="002521F6" w:rsidRDefault="00FA00ED" w:rsidP="00404119">
            <w:pPr>
              <w:pStyle w:val="Tabletext"/>
            </w:pPr>
          </w:p>
        </w:tc>
      </w:tr>
      <w:tr w:rsidR="00404119" w:rsidRPr="002521F6" w14:paraId="3BF9A0C7" w14:textId="77777777" w:rsidTr="000C10B2">
        <w:trPr>
          <w:jc w:val="center"/>
        </w:trPr>
        <w:tc>
          <w:tcPr>
            <w:tcW w:w="544" w:type="dxa"/>
            <w:shd w:val="clear" w:color="auto" w:fill="auto"/>
            <w:vAlign w:val="center"/>
          </w:tcPr>
          <w:p w14:paraId="67EFF14B" w14:textId="77777777" w:rsidR="00FA00ED" w:rsidRPr="002521F6" w:rsidRDefault="00FA00ED" w:rsidP="000C10B2">
            <w:pPr>
              <w:pStyle w:val="Tabletext"/>
            </w:pPr>
          </w:p>
        </w:tc>
        <w:tc>
          <w:tcPr>
            <w:tcW w:w="702" w:type="dxa"/>
            <w:shd w:val="clear" w:color="auto" w:fill="auto"/>
            <w:vAlign w:val="center"/>
          </w:tcPr>
          <w:p w14:paraId="7B08A5BB" w14:textId="77777777" w:rsidR="00FA00ED" w:rsidRPr="002521F6" w:rsidRDefault="00FA00ED" w:rsidP="000C10B2">
            <w:pPr>
              <w:pStyle w:val="Tabletext"/>
              <w:rPr>
                <w:b/>
              </w:rPr>
            </w:pPr>
            <w:r w:rsidRPr="002521F6">
              <w:rPr>
                <w:b/>
              </w:rPr>
              <w:t>4.3</w:t>
            </w:r>
          </w:p>
        </w:tc>
        <w:tc>
          <w:tcPr>
            <w:tcW w:w="909" w:type="dxa"/>
            <w:shd w:val="clear" w:color="auto" w:fill="D9D9D9" w:themeFill="background1" w:themeFillShade="D9"/>
            <w:vAlign w:val="center"/>
          </w:tcPr>
          <w:p w14:paraId="15CAEED2" w14:textId="77777777" w:rsidR="00FA00ED" w:rsidRPr="002521F6" w:rsidRDefault="00FA00ED" w:rsidP="000C10B2">
            <w:pPr>
              <w:pStyle w:val="Tabletext"/>
            </w:pPr>
          </w:p>
        </w:tc>
        <w:tc>
          <w:tcPr>
            <w:tcW w:w="5778" w:type="dxa"/>
            <w:shd w:val="clear" w:color="auto" w:fill="auto"/>
            <w:vAlign w:val="center"/>
          </w:tcPr>
          <w:p w14:paraId="2538B9BE" w14:textId="77777777" w:rsidR="00FA00ED" w:rsidRPr="002521F6" w:rsidRDefault="00FA00ED" w:rsidP="000C10B2">
            <w:pPr>
              <w:pStyle w:val="Tabletext"/>
            </w:pPr>
            <w:r w:rsidRPr="002521F6">
              <w:rPr>
                <w:b/>
              </w:rPr>
              <w:t>PAWSA Test Cases using a Regional Port (1)</w:t>
            </w:r>
          </w:p>
        </w:tc>
        <w:tc>
          <w:tcPr>
            <w:tcW w:w="6215" w:type="dxa"/>
            <w:gridSpan w:val="5"/>
            <w:shd w:val="clear" w:color="auto" w:fill="D9D9D9" w:themeFill="background1" w:themeFillShade="D9"/>
            <w:vAlign w:val="center"/>
          </w:tcPr>
          <w:p w14:paraId="0C3A847F" w14:textId="77777777" w:rsidR="00FA00ED" w:rsidRPr="002521F6" w:rsidRDefault="00FA00ED" w:rsidP="000C10B2">
            <w:pPr>
              <w:pStyle w:val="Tabletext"/>
            </w:pPr>
          </w:p>
        </w:tc>
      </w:tr>
      <w:tr w:rsidR="000C10B2" w:rsidRPr="002521F6" w14:paraId="2CE1E65C" w14:textId="77777777" w:rsidTr="000C10B2">
        <w:trPr>
          <w:trHeight w:val="257"/>
          <w:jc w:val="center"/>
        </w:trPr>
        <w:tc>
          <w:tcPr>
            <w:tcW w:w="544" w:type="dxa"/>
            <w:shd w:val="clear" w:color="auto" w:fill="auto"/>
            <w:vAlign w:val="center"/>
          </w:tcPr>
          <w:p w14:paraId="7299C550" w14:textId="77777777" w:rsidR="00FA00ED" w:rsidRPr="002521F6" w:rsidRDefault="00FA00ED" w:rsidP="000C10B2">
            <w:pPr>
              <w:pStyle w:val="Tabletext"/>
            </w:pPr>
          </w:p>
        </w:tc>
        <w:tc>
          <w:tcPr>
            <w:tcW w:w="702" w:type="dxa"/>
            <w:shd w:val="clear" w:color="auto" w:fill="auto"/>
            <w:vAlign w:val="center"/>
          </w:tcPr>
          <w:p w14:paraId="103371CC" w14:textId="77777777" w:rsidR="00FA00ED" w:rsidRPr="002521F6" w:rsidRDefault="00FA00ED" w:rsidP="000C10B2">
            <w:pPr>
              <w:pStyle w:val="Tabletext"/>
              <w:rPr>
                <w:b/>
              </w:rPr>
            </w:pPr>
          </w:p>
        </w:tc>
        <w:tc>
          <w:tcPr>
            <w:tcW w:w="909" w:type="dxa"/>
            <w:shd w:val="clear" w:color="auto" w:fill="auto"/>
            <w:vAlign w:val="center"/>
          </w:tcPr>
          <w:p w14:paraId="20A14999" w14:textId="77777777" w:rsidR="00FA00ED" w:rsidRPr="002521F6" w:rsidRDefault="00FA00ED" w:rsidP="000C10B2">
            <w:pPr>
              <w:pStyle w:val="Tabletext"/>
            </w:pPr>
            <w:r w:rsidRPr="002521F6">
              <w:t>4.3.1</w:t>
            </w:r>
          </w:p>
        </w:tc>
        <w:tc>
          <w:tcPr>
            <w:tcW w:w="5778" w:type="dxa"/>
            <w:shd w:val="clear" w:color="auto" w:fill="auto"/>
            <w:vAlign w:val="center"/>
          </w:tcPr>
          <w:p w14:paraId="669125AE" w14:textId="77777777" w:rsidR="00FA00ED" w:rsidRPr="002521F6" w:rsidRDefault="00FA00ED" w:rsidP="000C10B2">
            <w:pPr>
              <w:pStyle w:val="Tabletext"/>
              <w:jc w:val="right"/>
            </w:pPr>
            <w:r w:rsidRPr="002521F6">
              <w:t>Selection of experts</w:t>
            </w:r>
          </w:p>
        </w:tc>
        <w:tc>
          <w:tcPr>
            <w:tcW w:w="806" w:type="dxa"/>
            <w:vMerge w:val="restart"/>
            <w:shd w:val="clear" w:color="auto" w:fill="auto"/>
            <w:vAlign w:val="center"/>
          </w:tcPr>
          <w:p w14:paraId="695F7FC4" w14:textId="77777777" w:rsidR="00FA00ED" w:rsidRPr="002521F6" w:rsidRDefault="00FA00ED" w:rsidP="000C10B2">
            <w:pPr>
              <w:pStyle w:val="Tabletext"/>
            </w:pPr>
            <w:r w:rsidRPr="002521F6">
              <w:t>1</w:t>
            </w:r>
          </w:p>
        </w:tc>
        <w:tc>
          <w:tcPr>
            <w:tcW w:w="1696" w:type="dxa"/>
            <w:vMerge w:val="restart"/>
            <w:shd w:val="clear" w:color="auto" w:fill="auto"/>
            <w:vAlign w:val="center"/>
          </w:tcPr>
          <w:p w14:paraId="0FB57033" w14:textId="77777777" w:rsidR="00FA00ED" w:rsidRPr="002521F6" w:rsidRDefault="00FA00ED" w:rsidP="000C10B2">
            <w:pPr>
              <w:pStyle w:val="Tabletext"/>
              <w:rPr>
                <w:sz w:val="18"/>
                <w:szCs w:val="18"/>
              </w:rPr>
            </w:pPr>
            <w:r w:rsidRPr="002521F6">
              <w:rPr>
                <w:sz w:val="18"/>
                <w:szCs w:val="18"/>
              </w:rPr>
              <w:t>Four teams of 2 experts to be selected from participants. Guided practical exercises</w:t>
            </w:r>
          </w:p>
        </w:tc>
        <w:tc>
          <w:tcPr>
            <w:tcW w:w="3032" w:type="dxa"/>
            <w:vMerge w:val="restart"/>
            <w:shd w:val="clear" w:color="auto" w:fill="auto"/>
            <w:vAlign w:val="center"/>
          </w:tcPr>
          <w:p w14:paraId="3E9E20E1" w14:textId="77777777" w:rsidR="00FA00ED" w:rsidRPr="002521F6" w:rsidRDefault="00FA00ED" w:rsidP="000C10B2">
            <w:pPr>
              <w:pStyle w:val="Tabletext"/>
            </w:pPr>
          </w:p>
        </w:tc>
        <w:tc>
          <w:tcPr>
            <w:tcW w:w="681" w:type="dxa"/>
            <w:gridSpan w:val="2"/>
            <w:vMerge w:val="restart"/>
            <w:shd w:val="clear" w:color="auto" w:fill="auto"/>
            <w:vAlign w:val="center"/>
          </w:tcPr>
          <w:p w14:paraId="53603519" w14:textId="77777777" w:rsidR="00FA00ED" w:rsidRPr="002521F6" w:rsidRDefault="00FA00ED" w:rsidP="000C10B2">
            <w:pPr>
              <w:pStyle w:val="Tabletext"/>
            </w:pPr>
            <w:r w:rsidRPr="002521F6">
              <w:t>9</w:t>
            </w:r>
          </w:p>
        </w:tc>
      </w:tr>
      <w:tr w:rsidR="000C10B2" w:rsidRPr="002521F6" w14:paraId="54CAE2B8" w14:textId="77777777" w:rsidTr="000C10B2">
        <w:trPr>
          <w:jc w:val="center"/>
        </w:trPr>
        <w:tc>
          <w:tcPr>
            <w:tcW w:w="544" w:type="dxa"/>
            <w:shd w:val="clear" w:color="auto" w:fill="auto"/>
            <w:vAlign w:val="center"/>
          </w:tcPr>
          <w:p w14:paraId="714F2EEF" w14:textId="77777777" w:rsidR="00FA00ED" w:rsidRPr="002521F6" w:rsidRDefault="00FA00ED" w:rsidP="000C10B2">
            <w:pPr>
              <w:pStyle w:val="Tabletext"/>
            </w:pPr>
          </w:p>
        </w:tc>
        <w:tc>
          <w:tcPr>
            <w:tcW w:w="702" w:type="dxa"/>
            <w:shd w:val="clear" w:color="auto" w:fill="auto"/>
            <w:vAlign w:val="center"/>
          </w:tcPr>
          <w:p w14:paraId="05C88D06" w14:textId="77777777" w:rsidR="00FA00ED" w:rsidRPr="002521F6" w:rsidRDefault="00FA00ED" w:rsidP="000C10B2">
            <w:pPr>
              <w:pStyle w:val="Tabletext"/>
              <w:rPr>
                <w:b/>
              </w:rPr>
            </w:pPr>
          </w:p>
        </w:tc>
        <w:tc>
          <w:tcPr>
            <w:tcW w:w="909" w:type="dxa"/>
            <w:shd w:val="clear" w:color="auto" w:fill="auto"/>
            <w:vAlign w:val="center"/>
          </w:tcPr>
          <w:p w14:paraId="79D6DEF1" w14:textId="77777777" w:rsidR="00FA00ED" w:rsidRPr="002521F6" w:rsidRDefault="00FA00ED" w:rsidP="000C10B2">
            <w:pPr>
              <w:pStyle w:val="Tabletext"/>
            </w:pPr>
            <w:r w:rsidRPr="002521F6">
              <w:t>4.3.2</w:t>
            </w:r>
          </w:p>
        </w:tc>
        <w:tc>
          <w:tcPr>
            <w:tcW w:w="5778" w:type="dxa"/>
            <w:shd w:val="clear" w:color="auto" w:fill="auto"/>
            <w:vAlign w:val="center"/>
          </w:tcPr>
          <w:p w14:paraId="4333B37E" w14:textId="77777777" w:rsidR="00FA00ED" w:rsidRPr="002521F6" w:rsidRDefault="00FA00ED" w:rsidP="000C10B2">
            <w:pPr>
              <w:pStyle w:val="Tabletext"/>
              <w:jc w:val="right"/>
            </w:pPr>
            <w:r w:rsidRPr="002521F6">
              <w:t>Sources of hydrological and vessel traffic data</w:t>
            </w:r>
          </w:p>
        </w:tc>
        <w:tc>
          <w:tcPr>
            <w:tcW w:w="806" w:type="dxa"/>
            <w:vMerge/>
            <w:shd w:val="clear" w:color="auto" w:fill="auto"/>
            <w:vAlign w:val="center"/>
          </w:tcPr>
          <w:p w14:paraId="3179D100" w14:textId="77777777" w:rsidR="00FA00ED" w:rsidRPr="002521F6" w:rsidRDefault="00FA00ED" w:rsidP="000C10B2">
            <w:pPr>
              <w:pStyle w:val="Tabletext"/>
            </w:pPr>
          </w:p>
        </w:tc>
        <w:tc>
          <w:tcPr>
            <w:tcW w:w="1696" w:type="dxa"/>
            <w:vMerge/>
            <w:shd w:val="clear" w:color="auto" w:fill="auto"/>
            <w:vAlign w:val="center"/>
          </w:tcPr>
          <w:p w14:paraId="2953B9E1" w14:textId="77777777" w:rsidR="00FA00ED" w:rsidRPr="002521F6" w:rsidRDefault="00FA00ED" w:rsidP="000C10B2">
            <w:pPr>
              <w:pStyle w:val="Tabletext"/>
            </w:pPr>
          </w:p>
        </w:tc>
        <w:tc>
          <w:tcPr>
            <w:tcW w:w="3032" w:type="dxa"/>
            <w:vMerge/>
            <w:shd w:val="clear" w:color="auto" w:fill="auto"/>
            <w:vAlign w:val="center"/>
          </w:tcPr>
          <w:p w14:paraId="0C0EAE27" w14:textId="77777777" w:rsidR="00FA00ED" w:rsidRPr="002521F6" w:rsidRDefault="00FA00ED" w:rsidP="000C10B2">
            <w:pPr>
              <w:pStyle w:val="Tabletext"/>
            </w:pPr>
          </w:p>
        </w:tc>
        <w:tc>
          <w:tcPr>
            <w:tcW w:w="681" w:type="dxa"/>
            <w:gridSpan w:val="2"/>
            <w:vMerge/>
            <w:shd w:val="clear" w:color="auto" w:fill="auto"/>
            <w:vAlign w:val="center"/>
          </w:tcPr>
          <w:p w14:paraId="2A3BD799" w14:textId="77777777" w:rsidR="00FA00ED" w:rsidRPr="002521F6" w:rsidRDefault="00FA00ED" w:rsidP="000C10B2">
            <w:pPr>
              <w:pStyle w:val="Tabletext"/>
            </w:pPr>
          </w:p>
        </w:tc>
      </w:tr>
      <w:tr w:rsidR="000C10B2" w:rsidRPr="002521F6" w14:paraId="32B23550" w14:textId="77777777" w:rsidTr="000C10B2">
        <w:trPr>
          <w:jc w:val="center"/>
        </w:trPr>
        <w:tc>
          <w:tcPr>
            <w:tcW w:w="544" w:type="dxa"/>
            <w:shd w:val="clear" w:color="auto" w:fill="auto"/>
            <w:vAlign w:val="center"/>
          </w:tcPr>
          <w:p w14:paraId="06689A65" w14:textId="77777777" w:rsidR="00FA00ED" w:rsidRPr="002521F6" w:rsidRDefault="00FA00ED" w:rsidP="000C10B2">
            <w:pPr>
              <w:pStyle w:val="Tabletext"/>
              <w:rPr>
                <w:b/>
              </w:rPr>
            </w:pPr>
          </w:p>
        </w:tc>
        <w:tc>
          <w:tcPr>
            <w:tcW w:w="702" w:type="dxa"/>
            <w:shd w:val="clear" w:color="auto" w:fill="auto"/>
            <w:vAlign w:val="center"/>
          </w:tcPr>
          <w:p w14:paraId="75F7B73B" w14:textId="77777777" w:rsidR="00FA00ED" w:rsidRPr="002521F6" w:rsidRDefault="00FA00ED" w:rsidP="000C10B2">
            <w:pPr>
              <w:pStyle w:val="Tabletext"/>
              <w:rPr>
                <w:b/>
              </w:rPr>
            </w:pPr>
          </w:p>
        </w:tc>
        <w:tc>
          <w:tcPr>
            <w:tcW w:w="909" w:type="dxa"/>
            <w:shd w:val="clear" w:color="auto" w:fill="auto"/>
            <w:vAlign w:val="center"/>
          </w:tcPr>
          <w:p w14:paraId="3B3D4885" w14:textId="77777777" w:rsidR="00FA00ED" w:rsidRPr="002521F6" w:rsidRDefault="00FA00ED" w:rsidP="000C10B2">
            <w:pPr>
              <w:pStyle w:val="Tabletext"/>
            </w:pPr>
            <w:r w:rsidRPr="002521F6">
              <w:t>4.3.3</w:t>
            </w:r>
          </w:p>
        </w:tc>
        <w:tc>
          <w:tcPr>
            <w:tcW w:w="5778" w:type="dxa"/>
            <w:shd w:val="clear" w:color="auto" w:fill="auto"/>
            <w:vAlign w:val="center"/>
          </w:tcPr>
          <w:p w14:paraId="3913FA59" w14:textId="77777777" w:rsidR="00FA00ED" w:rsidRPr="002521F6" w:rsidRDefault="00FA00ED" w:rsidP="000C10B2">
            <w:pPr>
              <w:pStyle w:val="Tabletext"/>
              <w:jc w:val="right"/>
            </w:pPr>
            <w:r w:rsidRPr="002521F6">
              <w:t>Practical exercise Book 1</w:t>
            </w:r>
          </w:p>
        </w:tc>
        <w:tc>
          <w:tcPr>
            <w:tcW w:w="806" w:type="dxa"/>
            <w:vMerge/>
            <w:shd w:val="clear" w:color="auto" w:fill="auto"/>
            <w:vAlign w:val="center"/>
          </w:tcPr>
          <w:p w14:paraId="4E77EE9D" w14:textId="77777777" w:rsidR="00FA00ED" w:rsidRPr="002521F6" w:rsidRDefault="00FA00ED" w:rsidP="000C10B2">
            <w:pPr>
              <w:pStyle w:val="Tabletext"/>
              <w:rPr>
                <w:b/>
              </w:rPr>
            </w:pPr>
          </w:p>
        </w:tc>
        <w:tc>
          <w:tcPr>
            <w:tcW w:w="1696" w:type="dxa"/>
            <w:vMerge/>
            <w:shd w:val="clear" w:color="auto" w:fill="auto"/>
            <w:vAlign w:val="center"/>
          </w:tcPr>
          <w:p w14:paraId="6A09E568" w14:textId="77777777" w:rsidR="00FA00ED" w:rsidRPr="002521F6" w:rsidRDefault="00FA00ED" w:rsidP="000C10B2">
            <w:pPr>
              <w:pStyle w:val="Tabletext"/>
              <w:rPr>
                <w:b/>
              </w:rPr>
            </w:pPr>
          </w:p>
        </w:tc>
        <w:tc>
          <w:tcPr>
            <w:tcW w:w="3032" w:type="dxa"/>
            <w:vMerge/>
            <w:shd w:val="clear" w:color="auto" w:fill="auto"/>
            <w:vAlign w:val="center"/>
          </w:tcPr>
          <w:p w14:paraId="18B2C7F6" w14:textId="77777777" w:rsidR="00FA00ED" w:rsidRPr="002521F6" w:rsidRDefault="00FA00ED" w:rsidP="000C10B2">
            <w:pPr>
              <w:pStyle w:val="Tabletext"/>
              <w:rPr>
                <w:b/>
              </w:rPr>
            </w:pPr>
          </w:p>
        </w:tc>
        <w:tc>
          <w:tcPr>
            <w:tcW w:w="681" w:type="dxa"/>
            <w:gridSpan w:val="2"/>
            <w:vMerge/>
            <w:shd w:val="clear" w:color="auto" w:fill="auto"/>
            <w:vAlign w:val="center"/>
          </w:tcPr>
          <w:p w14:paraId="1DADE18A" w14:textId="77777777" w:rsidR="00FA00ED" w:rsidRPr="002521F6" w:rsidRDefault="00FA00ED" w:rsidP="000C10B2">
            <w:pPr>
              <w:pStyle w:val="Tabletext"/>
              <w:rPr>
                <w:b/>
              </w:rPr>
            </w:pPr>
          </w:p>
        </w:tc>
      </w:tr>
      <w:tr w:rsidR="000C10B2" w:rsidRPr="002521F6" w14:paraId="316099A3" w14:textId="77777777" w:rsidTr="000C10B2">
        <w:trPr>
          <w:jc w:val="center"/>
        </w:trPr>
        <w:tc>
          <w:tcPr>
            <w:tcW w:w="544" w:type="dxa"/>
            <w:shd w:val="clear" w:color="auto" w:fill="auto"/>
            <w:vAlign w:val="center"/>
          </w:tcPr>
          <w:p w14:paraId="79B41128" w14:textId="77777777" w:rsidR="00FA00ED" w:rsidRPr="002521F6" w:rsidRDefault="00FA00ED" w:rsidP="000C10B2">
            <w:pPr>
              <w:pStyle w:val="Tabletext"/>
            </w:pPr>
          </w:p>
        </w:tc>
        <w:tc>
          <w:tcPr>
            <w:tcW w:w="702" w:type="dxa"/>
            <w:shd w:val="clear" w:color="auto" w:fill="auto"/>
            <w:vAlign w:val="center"/>
          </w:tcPr>
          <w:p w14:paraId="0C03163C" w14:textId="77777777" w:rsidR="00FA00ED" w:rsidRPr="002521F6" w:rsidRDefault="00FA00ED" w:rsidP="000C10B2">
            <w:pPr>
              <w:pStyle w:val="Tabletext"/>
              <w:rPr>
                <w:b/>
              </w:rPr>
            </w:pPr>
          </w:p>
        </w:tc>
        <w:tc>
          <w:tcPr>
            <w:tcW w:w="909" w:type="dxa"/>
            <w:shd w:val="clear" w:color="auto" w:fill="auto"/>
            <w:vAlign w:val="center"/>
          </w:tcPr>
          <w:p w14:paraId="6D78A215" w14:textId="77777777" w:rsidR="00FA00ED" w:rsidRPr="002521F6" w:rsidRDefault="00FA00ED" w:rsidP="000C10B2">
            <w:pPr>
              <w:pStyle w:val="Tabletext"/>
            </w:pPr>
            <w:r w:rsidRPr="002521F6">
              <w:t>4.3.4</w:t>
            </w:r>
          </w:p>
        </w:tc>
        <w:tc>
          <w:tcPr>
            <w:tcW w:w="5778" w:type="dxa"/>
            <w:shd w:val="clear" w:color="auto" w:fill="auto"/>
            <w:vAlign w:val="center"/>
          </w:tcPr>
          <w:p w14:paraId="47EEF8DD" w14:textId="77777777" w:rsidR="00FA00ED" w:rsidRPr="002521F6" w:rsidRDefault="00FA00ED" w:rsidP="000C10B2">
            <w:pPr>
              <w:pStyle w:val="Tabletext"/>
              <w:jc w:val="right"/>
            </w:pPr>
            <w:r w:rsidRPr="002521F6">
              <w:t>Experts review of the test port</w:t>
            </w:r>
          </w:p>
        </w:tc>
        <w:tc>
          <w:tcPr>
            <w:tcW w:w="806" w:type="dxa"/>
            <w:vMerge/>
            <w:shd w:val="clear" w:color="auto" w:fill="auto"/>
            <w:vAlign w:val="center"/>
          </w:tcPr>
          <w:p w14:paraId="35CE0C3B" w14:textId="77777777" w:rsidR="00FA00ED" w:rsidRPr="002521F6" w:rsidRDefault="00FA00ED" w:rsidP="000C10B2">
            <w:pPr>
              <w:pStyle w:val="Tabletext"/>
            </w:pPr>
          </w:p>
        </w:tc>
        <w:tc>
          <w:tcPr>
            <w:tcW w:w="1696" w:type="dxa"/>
            <w:vMerge/>
            <w:shd w:val="clear" w:color="auto" w:fill="auto"/>
            <w:vAlign w:val="center"/>
          </w:tcPr>
          <w:p w14:paraId="3CB7F406" w14:textId="77777777" w:rsidR="00FA00ED" w:rsidRPr="002521F6" w:rsidRDefault="00FA00ED" w:rsidP="000C10B2">
            <w:pPr>
              <w:pStyle w:val="Tabletext"/>
            </w:pPr>
          </w:p>
        </w:tc>
        <w:tc>
          <w:tcPr>
            <w:tcW w:w="3032" w:type="dxa"/>
            <w:vMerge/>
            <w:shd w:val="clear" w:color="auto" w:fill="auto"/>
            <w:vAlign w:val="center"/>
          </w:tcPr>
          <w:p w14:paraId="781953AE" w14:textId="77777777" w:rsidR="00FA00ED" w:rsidRPr="002521F6" w:rsidRDefault="00FA00ED" w:rsidP="000C10B2">
            <w:pPr>
              <w:pStyle w:val="Tabletext"/>
            </w:pPr>
          </w:p>
        </w:tc>
        <w:tc>
          <w:tcPr>
            <w:tcW w:w="681" w:type="dxa"/>
            <w:gridSpan w:val="2"/>
            <w:vMerge/>
            <w:shd w:val="clear" w:color="auto" w:fill="auto"/>
            <w:vAlign w:val="center"/>
          </w:tcPr>
          <w:p w14:paraId="7EAC41AE" w14:textId="77777777" w:rsidR="00FA00ED" w:rsidRPr="002521F6" w:rsidRDefault="00FA00ED" w:rsidP="000C10B2">
            <w:pPr>
              <w:pStyle w:val="Tabletext"/>
            </w:pPr>
          </w:p>
        </w:tc>
      </w:tr>
      <w:tr w:rsidR="000C10B2" w:rsidRPr="002521F6" w14:paraId="1108517E" w14:textId="77777777" w:rsidTr="000C10B2">
        <w:trPr>
          <w:jc w:val="center"/>
        </w:trPr>
        <w:tc>
          <w:tcPr>
            <w:tcW w:w="544" w:type="dxa"/>
            <w:shd w:val="clear" w:color="auto" w:fill="auto"/>
            <w:vAlign w:val="center"/>
          </w:tcPr>
          <w:p w14:paraId="61F2CB91" w14:textId="77777777" w:rsidR="00FA00ED" w:rsidRPr="002521F6" w:rsidRDefault="00FA00ED" w:rsidP="000C10B2">
            <w:pPr>
              <w:pStyle w:val="Tabletext"/>
            </w:pPr>
          </w:p>
        </w:tc>
        <w:tc>
          <w:tcPr>
            <w:tcW w:w="702" w:type="dxa"/>
            <w:shd w:val="clear" w:color="auto" w:fill="auto"/>
            <w:vAlign w:val="center"/>
          </w:tcPr>
          <w:p w14:paraId="3A787336" w14:textId="77777777" w:rsidR="00FA00ED" w:rsidRPr="002521F6" w:rsidRDefault="00FA00ED" w:rsidP="000C10B2">
            <w:pPr>
              <w:pStyle w:val="Tabletext"/>
              <w:rPr>
                <w:b/>
              </w:rPr>
            </w:pPr>
          </w:p>
        </w:tc>
        <w:tc>
          <w:tcPr>
            <w:tcW w:w="909" w:type="dxa"/>
            <w:shd w:val="clear" w:color="auto" w:fill="auto"/>
            <w:vAlign w:val="center"/>
          </w:tcPr>
          <w:p w14:paraId="39E8A9EC" w14:textId="77777777" w:rsidR="00FA00ED" w:rsidRPr="002521F6" w:rsidRDefault="00FA00ED" w:rsidP="000C10B2">
            <w:pPr>
              <w:pStyle w:val="Tabletext"/>
            </w:pPr>
            <w:r w:rsidRPr="002521F6">
              <w:t>4.3.5</w:t>
            </w:r>
          </w:p>
        </w:tc>
        <w:tc>
          <w:tcPr>
            <w:tcW w:w="5778" w:type="dxa"/>
            <w:shd w:val="clear" w:color="auto" w:fill="auto"/>
            <w:vAlign w:val="center"/>
          </w:tcPr>
          <w:p w14:paraId="2DCB8B44" w14:textId="77777777" w:rsidR="00FA00ED" w:rsidRPr="002521F6" w:rsidRDefault="00FA00ED" w:rsidP="000C10B2">
            <w:pPr>
              <w:pStyle w:val="Tabletext"/>
              <w:jc w:val="right"/>
            </w:pPr>
            <w:r w:rsidRPr="002521F6">
              <w:t>Practical exercise Books 2 and 3</w:t>
            </w:r>
          </w:p>
        </w:tc>
        <w:tc>
          <w:tcPr>
            <w:tcW w:w="806" w:type="dxa"/>
            <w:vMerge/>
            <w:shd w:val="clear" w:color="auto" w:fill="auto"/>
            <w:vAlign w:val="center"/>
          </w:tcPr>
          <w:p w14:paraId="74AA82F2" w14:textId="77777777" w:rsidR="00FA00ED" w:rsidRPr="002521F6" w:rsidRDefault="00FA00ED" w:rsidP="000C10B2">
            <w:pPr>
              <w:pStyle w:val="Tabletext"/>
            </w:pPr>
          </w:p>
        </w:tc>
        <w:tc>
          <w:tcPr>
            <w:tcW w:w="1696" w:type="dxa"/>
            <w:vMerge/>
            <w:shd w:val="clear" w:color="auto" w:fill="auto"/>
            <w:vAlign w:val="center"/>
          </w:tcPr>
          <w:p w14:paraId="4C6E768C" w14:textId="77777777" w:rsidR="00FA00ED" w:rsidRPr="002521F6" w:rsidRDefault="00FA00ED" w:rsidP="000C10B2">
            <w:pPr>
              <w:pStyle w:val="Tabletext"/>
            </w:pPr>
          </w:p>
        </w:tc>
        <w:tc>
          <w:tcPr>
            <w:tcW w:w="3032" w:type="dxa"/>
            <w:vMerge/>
            <w:shd w:val="clear" w:color="auto" w:fill="auto"/>
            <w:vAlign w:val="center"/>
          </w:tcPr>
          <w:p w14:paraId="44C6C3C8" w14:textId="77777777" w:rsidR="00FA00ED" w:rsidRPr="002521F6" w:rsidRDefault="00FA00ED" w:rsidP="000C10B2">
            <w:pPr>
              <w:pStyle w:val="Tabletext"/>
            </w:pPr>
          </w:p>
        </w:tc>
        <w:tc>
          <w:tcPr>
            <w:tcW w:w="681" w:type="dxa"/>
            <w:gridSpan w:val="2"/>
            <w:vMerge/>
            <w:shd w:val="clear" w:color="auto" w:fill="auto"/>
            <w:vAlign w:val="center"/>
          </w:tcPr>
          <w:p w14:paraId="1851B137" w14:textId="77777777" w:rsidR="00FA00ED" w:rsidRPr="002521F6" w:rsidRDefault="00FA00ED" w:rsidP="000C10B2">
            <w:pPr>
              <w:pStyle w:val="Tabletext"/>
            </w:pPr>
          </w:p>
        </w:tc>
      </w:tr>
      <w:tr w:rsidR="00404119" w:rsidRPr="002521F6" w14:paraId="55BFD8E7" w14:textId="77777777" w:rsidTr="000C10B2">
        <w:trPr>
          <w:jc w:val="center"/>
        </w:trPr>
        <w:tc>
          <w:tcPr>
            <w:tcW w:w="544" w:type="dxa"/>
            <w:shd w:val="clear" w:color="auto" w:fill="auto"/>
            <w:vAlign w:val="center"/>
          </w:tcPr>
          <w:p w14:paraId="072AFF55" w14:textId="77777777" w:rsidR="00FA00ED" w:rsidRPr="002521F6" w:rsidRDefault="00FA00ED" w:rsidP="000C10B2">
            <w:pPr>
              <w:pStyle w:val="Tabletext"/>
            </w:pPr>
          </w:p>
        </w:tc>
        <w:tc>
          <w:tcPr>
            <w:tcW w:w="702" w:type="dxa"/>
            <w:shd w:val="clear" w:color="auto" w:fill="auto"/>
            <w:vAlign w:val="center"/>
          </w:tcPr>
          <w:p w14:paraId="179207F8" w14:textId="77777777" w:rsidR="00FA00ED" w:rsidRPr="002521F6" w:rsidRDefault="00FA00ED" w:rsidP="000C10B2">
            <w:pPr>
              <w:pStyle w:val="Tabletext"/>
              <w:rPr>
                <w:b/>
              </w:rPr>
            </w:pPr>
            <w:r w:rsidRPr="002521F6">
              <w:rPr>
                <w:b/>
              </w:rPr>
              <w:t>4.4</w:t>
            </w:r>
          </w:p>
        </w:tc>
        <w:tc>
          <w:tcPr>
            <w:tcW w:w="909" w:type="dxa"/>
            <w:shd w:val="clear" w:color="auto" w:fill="D9D9D9" w:themeFill="background1" w:themeFillShade="D9"/>
            <w:vAlign w:val="center"/>
          </w:tcPr>
          <w:p w14:paraId="58486F63" w14:textId="77777777" w:rsidR="00FA00ED" w:rsidRPr="002521F6" w:rsidRDefault="00FA00ED" w:rsidP="000C10B2">
            <w:pPr>
              <w:pStyle w:val="Tabletext"/>
            </w:pPr>
          </w:p>
        </w:tc>
        <w:tc>
          <w:tcPr>
            <w:tcW w:w="5778" w:type="dxa"/>
            <w:shd w:val="clear" w:color="auto" w:fill="auto"/>
            <w:vAlign w:val="center"/>
          </w:tcPr>
          <w:p w14:paraId="6DE60EF1" w14:textId="77777777" w:rsidR="00FA00ED" w:rsidRPr="002521F6" w:rsidRDefault="00FA00ED" w:rsidP="000C10B2">
            <w:pPr>
              <w:pStyle w:val="Tabletext"/>
              <w:rPr>
                <w:b/>
              </w:rPr>
            </w:pPr>
            <w:r w:rsidRPr="002521F6">
              <w:rPr>
                <w:b/>
              </w:rPr>
              <w:t>PAWSA Test Cases using a regional Port (2)</w:t>
            </w:r>
          </w:p>
        </w:tc>
        <w:tc>
          <w:tcPr>
            <w:tcW w:w="6215" w:type="dxa"/>
            <w:gridSpan w:val="5"/>
            <w:shd w:val="clear" w:color="auto" w:fill="D9D9D9" w:themeFill="background1" w:themeFillShade="D9"/>
            <w:vAlign w:val="center"/>
          </w:tcPr>
          <w:p w14:paraId="2DD8158F" w14:textId="77777777" w:rsidR="00FA00ED" w:rsidRPr="002521F6" w:rsidRDefault="00FA00ED" w:rsidP="000C10B2">
            <w:pPr>
              <w:pStyle w:val="Tabletext"/>
            </w:pPr>
          </w:p>
        </w:tc>
      </w:tr>
      <w:tr w:rsidR="000C10B2" w:rsidRPr="002521F6" w14:paraId="5F339A85" w14:textId="77777777" w:rsidTr="000C10B2">
        <w:trPr>
          <w:jc w:val="center"/>
        </w:trPr>
        <w:tc>
          <w:tcPr>
            <w:tcW w:w="544" w:type="dxa"/>
            <w:shd w:val="clear" w:color="auto" w:fill="auto"/>
            <w:vAlign w:val="center"/>
          </w:tcPr>
          <w:p w14:paraId="3BF0FA79" w14:textId="77777777" w:rsidR="00FA00ED" w:rsidRPr="002521F6" w:rsidRDefault="00FA00ED" w:rsidP="000C10B2">
            <w:pPr>
              <w:pStyle w:val="Tabletext"/>
            </w:pPr>
          </w:p>
        </w:tc>
        <w:tc>
          <w:tcPr>
            <w:tcW w:w="702" w:type="dxa"/>
            <w:shd w:val="clear" w:color="auto" w:fill="auto"/>
            <w:vAlign w:val="center"/>
          </w:tcPr>
          <w:p w14:paraId="26C5C4A8" w14:textId="77777777" w:rsidR="00FA00ED" w:rsidRPr="002521F6" w:rsidRDefault="00FA00ED" w:rsidP="000C10B2">
            <w:pPr>
              <w:pStyle w:val="Tabletext"/>
              <w:rPr>
                <w:b/>
              </w:rPr>
            </w:pPr>
          </w:p>
        </w:tc>
        <w:tc>
          <w:tcPr>
            <w:tcW w:w="909" w:type="dxa"/>
            <w:shd w:val="clear" w:color="auto" w:fill="auto"/>
            <w:vAlign w:val="center"/>
          </w:tcPr>
          <w:p w14:paraId="0C162C90" w14:textId="77777777" w:rsidR="00FA00ED" w:rsidRPr="002521F6" w:rsidRDefault="00FA00ED" w:rsidP="000C10B2">
            <w:pPr>
              <w:pStyle w:val="Tabletext"/>
            </w:pPr>
            <w:r w:rsidRPr="002521F6">
              <w:t>4.4.1</w:t>
            </w:r>
          </w:p>
        </w:tc>
        <w:tc>
          <w:tcPr>
            <w:tcW w:w="5778" w:type="dxa"/>
            <w:shd w:val="clear" w:color="auto" w:fill="auto"/>
            <w:vAlign w:val="center"/>
          </w:tcPr>
          <w:p w14:paraId="49B84762" w14:textId="77777777" w:rsidR="00FA00ED" w:rsidRPr="002521F6" w:rsidRDefault="00FA00ED" w:rsidP="000C10B2">
            <w:pPr>
              <w:pStyle w:val="Tabletext"/>
              <w:jc w:val="right"/>
            </w:pPr>
            <w:r w:rsidRPr="002521F6">
              <w:t>Review of migration measures – scoring Book 4</w:t>
            </w:r>
          </w:p>
        </w:tc>
        <w:tc>
          <w:tcPr>
            <w:tcW w:w="806" w:type="dxa"/>
            <w:vMerge w:val="restart"/>
            <w:shd w:val="clear" w:color="auto" w:fill="auto"/>
            <w:vAlign w:val="center"/>
          </w:tcPr>
          <w:p w14:paraId="3D9767D9" w14:textId="77777777" w:rsidR="00FA00ED" w:rsidRPr="002521F6" w:rsidRDefault="00FA00ED" w:rsidP="000C10B2">
            <w:pPr>
              <w:pStyle w:val="Tabletext"/>
            </w:pPr>
            <w:r w:rsidRPr="002521F6">
              <w:t>1</w:t>
            </w:r>
          </w:p>
        </w:tc>
        <w:tc>
          <w:tcPr>
            <w:tcW w:w="1696" w:type="dxa"/>
            <w:vMerge w:val="restart"/>
            <w:shd w:val="clear" w:color="auto" w:fill="auto"/>
            <w:vAlign w:val="center"/>
          </w:tcPr>
          <w:p w14:paraId="7477C339" w14:textId="77777777" w:rsidR="00FA00ED" w:rsidRPr="002521F6" w:rsidRDefault="00FA00ED" w:rsidP="000C10B2">
            <w:pPr>
              <w:pStyle w:val="Tabletext"/>
            </w:pPr>
            <w:r w:rsidRPr="002521F6">
              <w:t>Guided review of Books 4 and 5</w:t>
            </w:r>
          </w:p>
        </w:tc>
        <w:tc>
          <w:tcPr>
            <w:tcW w:w="3032" w:type="dxa"/>
            <w:vMerge w:val="restart"/>
            <w:shd w:val="clear" w:color="auto" w:fill="auto"/>
            <w:vAlign w:val="center"/>
          </w:tcPr>
          <w:p w14:paraId="31896848" w14:textId="77777777" w:rsidR="00FA00ED" w:rsidRPr="002521F6" w:rsidRDefault="00FA00ED" w:rsidP="000C10B2">
            <w:pPr>
              <w:pStyle w:val="Tabletext"/>
            </w:pPr>
          </w:p>
        </w:tc>
        <w:tc>
          <w:tcPr>
            <w:tcW w:w="681" w:type="dxa"/>
            <w:gridSpan w:val="2"/>
            <w:vMerge w:val="restart"/>
            <w:shd w:val="clear" w:color="auto" w:fill="auto"/>
            <w:vAlign w:val="center"/>
          </w:tcPr>
          <w:p w14:paraId="7F724E52" w14:textId="77777777" w:rsidR="00FA00ED" w:rsidRPr="002521F6" w:rsidRDefault="00FA00ED" w:rsidP="000C10B2">
            <w:pPr>
              <w:pStyle w:val="Tabletext"/>
            </w:pPr>
            <w:r w:rsidRPr="002521F6">
              <w:t>10</w:t>
            </w:r>
          </w:p>
        </w:tc>
      </w:tr>
      <w:tr w:rsidR="000C10B2" w:rsidRPr="002521F6" w14:paraId="34C8C097" w14:textId="77777777" w:rsidTr="000C10B2">
        <w:trPr>
          <w:jc w:val="center"/>
        </w:trPr>
        <w:tc>
          <w:tcPr>
            <w:tcW w:w="544" w:type="dxa"/>
            <w:shd w:val="clear" w:color="auto" w:fill="auto"/>
            <w:vAlign w:val="center"/>
          </w:tcPr>
          <w:p w14:paraId="59BBCE89" w14:textId="77777777" w:rsidR="00FA00ED" w:rsidRPr="002521F6" w:rsidRDefault="00FA00ED" w:rsidP="000C10B2">
            <w:pPr>
              <w:pStyle w:val="Tabletext"/>
            </w:pPr>
          </w:p>
        </w:tc>
        <w:tc>
          <w:tcPr>
            <w:tcW w:w="702" w:type="dxa"/>
            <w:shd w:val="clear" w:color="auto" w:fill="auto"/>
            <w:vAlign w:val="center"/>
          </w:tcPr>
          <w:p w14:paraId="14EF3F08" w14:textId="77777777" w:rsidR="00FA00ED" w:rsidRPr="002521F6" w:rsidRDefault="00FA00ED" w:rsidP="000C10B2">
            <w:pPr>
              <w:pStyle w:val="Tabletext"/>
              <w:rPr>
                <w:b/>
              </w:rPr>
            </w:pPr>
          </w:p>
        </w:tc>
        <w:tc>
          <w:tcPr>
            <w:tcW w:w="909" w:type="dxa"/>
            <w:shd w:val="clear" w:color="auto" w:fill="auto"/>
            <w:vAlign w:val="center"/>
          </w:tcPr>
          <w:p w14:paraId="3951C08B" w14:textId="77777777" w:rsidR="00FA00ED" w:rsidRPr="002521F6" w:rsidRDefault="00FA00ED" w:rsidP="000C10B2">
            <w:pPr>
              <w:pStyle w:val="Tabletext"/>
            </w:pPr>
            <w:r w:rsidRPr="002521F6">
              <w:t>4.4.2</w:t>
            </w:r>
          </w:p>
        </w:tc>
        <w:tc>
          <w:tcPr>
            <w:tcW w:w="5778" w:type="dxa"/>
            <w:shd w:val="clear" w:color="auto" w:fill="auto"/>
            <w:vAlign w:val="center"/>
          </w:tcPr>
          <w:p w14:paraId="10545589" w14:textId="77777777" w:rsidR="00FA00ED" w:rsidRPr="002521F6" w:rsidRDefault="00FA00ED" w:rsidP="000C10B2">
            <w:pPr>
              <w:pStyle w:val="Tabletext"/>
              <w:jc w:val="right"/>
            </w:pPr>
            <w:r w:rsidRPr="002521F6">
              <w:t>Cost effectiveness of selected mitigation measures</w:t>
            </w:r>
          </w:p>
        </w:tc>
        <w:tc>
          <w:tcPr>
            <w:tcW w:w="806" w:type="dxa"/>
            <w:vMerge/>
            <w:shd w:val="clear" w:color="auto" w:fill="auto"/>
            <w:vAlign w:val="center"/>
          </w:tcPr>
          <w:p w14:paraId="0E6235B9" w14:textId="77777777" w:rsidR="00FA00ED" w:rsidRPr="002521F6" w:rsidRDefault="00FA00ED" w:rsidP="000C10B2">
            <w:pPr>
              <w:pStyle w:val="Tabletext"/>
            </w:pPr>
          </w:p>
        </w:tc>
        <w:tc>
          <w:tcPr>
            <w:tcW w:w="1696" w:type="dxa"/>
            <w:vMerge/>
            <w:shd w:val="clear" w:color="auto" w:fill="auto"/>
            <w:vAlign w:val="center"/>
          </w:tcPr>
          <w:p w14:paraId="68B3C296" w14:textId="77777777" w:rsidR="00FA00ED" w:rsidRPr="002521F6" w:rsidRDefault="00FA00ED" w:rsidP="000C10B2">
            <w:pPr>
              <w:pStyle w:val="Tabletext"/>
            </w:pPr>
          </w:p>
        </w:tc>
        <w:tc>
          <w:tcPr>
            <w:tcW w:w="3032" w:type="dxa"/>
            <w:vMerge/>
            <w:shd w:val="clear" w:color="auto" w:fill="auto"/>
            <w:vAlign w:val="center"/>
          </w:tcPr>
          <w:p w14:paraId="533CE02A" w14:textId="77777777" w:rsidR="00FA00ED" w:rsidRPr="002521F6" w:rsidRDefault="00FA00ED" w:rsidP="000C10B2">
            <w:pPr>
              <w:pStyle w:val="Tabletext"/>
            </w:pPr>
          </w:p>
        </w:tc>
        <w:tc>
          <w:tcPr>
            <w:tcW w:w="681" w:type="dxa"/>
            <w:gridSpan w:val="2"/>
            <w:vMerge/>
            <w:shd w:val="clear" w:color="auto" w:fill="auto"/>
            <w:vAlign w:val="center"/>
          </w:tcPr>
          <w:p w14:paraId="617085C5" w14:textId="77777777" w:rsidR="00FA00ED" w:rsidRPr="002521F6" w:rsidRDefault="00FA00ED" w:rsidP="000C10B2">
            <w:pPr>
              <w:pStyle w:val="Tabletext"/>
            </w:pPr>
          </w:p>
        </w:tc>
      </w:tr>
      <w:tr w:rsidR="000C10B2" w:rsidRPr="002521F6" w14:paraId="6C393671" w14:textId="77777777" w:rsidTr="000C10B2">
        <w:trPr>
          <w:jc w:val="center"/>
        </w:trPr>
        <w:tc>
          <w:tcPr>
            <w:tcW w:w="544" w:type="dxa"/>
            <w:shd w:val="clear" w:color="auto" w:fill="auto"/>
            <w:vAlign w:val="center"/>
          </w:tcPr>
          <w:p w14:paraId="14913B86" w14:textId="77777777" w:rsidR="00FA00ED" w:rsidRPr="002521F6" w:rsidRDefault="00FA00ED" w:rsidP="000C10B2">
            <w:pPr>
              <w:pStyle w:val="Tabletext"/>
            </w:pPr>
          </w:p>
        </w:tc>
        <w:tc>
          <w:tcPr>
            <w:tcW w:w="702" w:type="dxa"/>
            <w:shd w:val="clear" w:color="auto" w:fill="auto"/>
            <w:vAlign w:val="center"/>
          </w:tcPr>
          <w:p w14:paraId="22A52EEA" w14:textId="77777777" w:rsidR="00FA00ED" w:rsidRPr="002521F6" w:rsidRDefault="00FA00ED" w:rsidP="000C10B2">
            <w:pPr>
              <w:pStyle w:val="Tabletext"/>
              <w:rPr>
                <w:b/>
              </w:rPr>
            </w:pPr>
          </w:p>
        </w:tc>
        <w:tc>
          <w:tcPr>
            <w:tcW w:w="909" w:type="dxa"/>
            <w:shd w:val="clear" w:color="auto" w:fill="auto"/>
            <w:vAlign w:val="center"/>
          </w:tcPr>
          <w:p w14:paraId="3605996E" w14:textId="77777777" w:rsidR="00FA00ED" w:rsidRPr="002521F6" w:rsidRDefault="00FA00ED" w:rsidP="000C10B2">
            <w:pPr>
              <w:pStyle w:val="Tabletext"/>
            </w:pPr>
            <w:r w:rsidRPr="002521F6">
              <w:t>4.4.3</w:t>
            </w:r>
          </w:p>
        </w:tc>
        <w:tc>
          <w:tcPr>
            <w:tcW w:w="5778" w:type="dxa"/>
            <w:shd w:val="clear" w:color="auto" w:fill="auto"/>
            <w:vAlign w:val="center"/>
          </w:tcPr>
          <w:p w14:paraId="0FDBE34F" w14:textId="77777777" w:rsidR="00FA00ED" w:rsidRPr="002521F6" w:rsidRDefault="00FA00ED" w:rsidP="000C10B2">
            <w:pPr>
              <w:pStyle w:val="Tabletext"/>
              <w:jc w:val="right"/>
            </w:pPr>
            <w:r w:rsidRPr="002521F6">
              <w:t>Summary of additional interventions – Book 5</w:t>
            </w:r>
          </w:p>
        </w:tc>
        <w:tc>
          <w:tcPr>
            <w:tcW w:w="806" w:type="dxa"/>
            <w:vMerge/>
            <w:shd w:val="clear" w:color="auto" w:fill="auto"/>
            <w:vAlign w:val="center"/>
          </w:tcPr>
          <w:p w14:paraId="01AC1915" w14:textId="77777777" w:rsidR="00FA00ED" w:rsidRPr="002521F6" w:rsidRDefault="00FA00ED" w:rsidP="000C10B2">
            <w:pPr>
              <w:pStyle w:val="Tabletext"/>
            </w:pPr>
          </w:p>
        </w:tc>
        <w:tc>
          <w:tcPr>
            <w:tcW w:w="1696" w:type="dxa"/>
            <w:vMerge/>
            <w:shd w:val="clear" w:color="auto" w:fill="auto"/>
            <w:vAlign w:val="center"/>
          </w:tcPr>
          <w:p w14:paraId="424AE3C4" w14:textId="77777777" w:rsidR="00FA00ED" w:rsidRPr="002521F6" w:rsidRDefault="00FA00ED" w:rsidP="000C10B2">
            <w:pPr>
              <w:pStyle w:val="Tabletext"/>
            </w:pPr>
          </w:p>
        </w:tc>
        <w:tc>
          <w:tcPr>
            <w:tcW w:w="3032" w:type="dxa"/>
            <w:vMerge/>
            <w:shd w:val="clear" w:color="auto" w:fill="auto"/>
            <w:vAlign w:val="center"/>
          </w:tcPr>
          <w:p w14:paraId="4E10A554" w14:textId="77777777" w:rsidR="00FA00ED" w:rsidRPr="002521F6" w:rsidRDefault="00FA00ED" w:rsidP="000C10B2">
            <w:pPr>
              <w:pStyle w:val="Tabletext"/>
            </w:pPr>
          </w:p>
        </w:tc>
        <w:tc>
          <w:tcPr>
            <w:tcW w:w="681" w:type="dxa"/>
            <w:gridSpan w:val="2"/>
            <w:vMerge/>
            <w:shd w:val="clear" w:color="auto" w:fill="auto"/>
            <w:vAlign w:val="center"/>
          </w:tcPr>
          <w:p w14:paraId="6FA37129" w14:textId="77777777" w:rsidR="00FA00ED" w:rsidRPr="002521F6" w:rsidRDefault="00FA00ED" w:rsidP="000C10B2">
            <w:pPr>
              <w:pStyle w:val="Tabletext"/>
            </w:pPr>
          </w:p>
        </w:tc>
      </w:tr>
      <w:tr w:rsidR="000C10B2" w:rsidRPr="002521F6" w14:paraId="49D6892D" w14:textId="77777777" w:rsidTr="000C10B2">
        <w:trPr>
          <w:jc w:val="center"/>
        </w:trPr>
        <w:tc>
          <w:tcPr>
            <w:tcW w:w="544" w:type="dxa"/>
            <w:shd w:val="clear" w:color="auto" w:fill="auto"/>
            <w:vAlign w:val="center"/>
          </w:tcPr>
          <w:p w14:paraId="69EA7353" w14:textId="77777777" w:rsidR="00FA00ED" w:rsidRPr="002521F6" w:rsidRDefault="00FA00ED" w:rsidP="000C10B2">
            <w:pPr>
              <w:pStyle w:val="Tabletext"/>
            </w:pPr>
          </w:p>
        </w:tc>
        <w:tc>
          <w:tcPr>
            <w:tcW w:w="702" w:type="dxa"/>
            <w:shd w:val="clear" w:color="auto" w:fill="auto"/>
            <w:vAlign w:val="center"/>
          </w:tcPr>
          <w:p w14:paraId="6257351B" w14:textId="77777777" w:rsidR="00FA00ED" w:rsidRPr="002521F6" w:rsidRDefault="00FA00ED" w:rsidP="000C10B2">
            <w:pPr>
              <w:pStyle w:val="Tabletext"/>
              <w:rPr>
                <w:b/>
              </w:rPr>
            </w:pPr>
          </w:p>
        </w:tc>
        <w:tc>
          <w:tcPr>
            <w:tcW w:w="909" w:type="dxa"/>
            <w:shd w:val="clear" w:color="auto" w:fill="auto"/>
            <w:vAlign w:val="center"/>
          </w:tcPr>
          <w:p w14:paraId="469D339C" w14:textId="77777777" w:rsidR="00FA00ED" w:rsidRPr="002521F6" w:rsidRDefault="00FA00ED" w:rsidP="000C10B2">
            <w:pPr>
              <w:pStyle w:val="Tabletext"/>
            </w:pPr>
            <w:r w:rsidRPr="002521F6">
              <w:t>4.4.4</w:t>
            </w:r>
          </w:p>
        </w:tc>
        <w:tc>
          <w:tcPr>
            <w:tcW w:w="5778" w:type="dxa"/>
            <w:shd w:val="clear" w:color="auto" w:fill="auto"/>
            <w:vAlign w:val="center"/>
          </w:tcPr>
          <w:p w14:paraId="17D1C99B" w14:textId="77777777" w:rsidR="00FA00ED" w:rsidRPr="002521F6" w:rsidRDefault="00FA00ED" w:rsidP="000C10B2">
            <w:pPr>
              <w:pStyle w:val="Tabletext"/>
              <w:jc w:val="right"/>
            </w:pPr>
            <w:r w:rsidRPr="002521F6">
              <w:t>Review of Test Case</w:t>
            </w:r>
          </w:p>
        </w:tc>
        <w:tc>
          <w:tcPr>
            <w:tcW w:w="806" w:type="dxa"/>
            <w:vMerge/>
            <w:shd w:val="clear" w:color="auto" w:fill="auto"/>
            <w:vAlign w:val="center"/>
          </w:tcPr>
          <w:p w14:paraId="6630024B" w14:textId="77777777" w:rsidR="00FA00ED" w:rsidRPr="002521F6" w:rsidRDefault="00FA00ED" w:rsidP="000C10B2">
            <w:pPr>
              <w:pStyle w:val="Tabletext"/>
            </w:pPr>
          </w:p>
        </w:tc>
        <w:tc>
          <w:tcPr>
            <w:tcW w:w="1696" w:type="dxa"/>
            <w:vMerge/>
            <w:shd w:val="clear" w:color="auto" w:fill="auto"/>
            <w:vAlign w:val="center"/>
          </w:tcPr>
          <w:p w14:paraId="5AD4DFEB" w14:textId="77777777" w:rsidR="00FA00ED" w:rsidRPr="002521F6" w:rsidRDefault="00FA00ED" w:rsidP="000C10B2">
            <w:pPr>
              <w:pStyle w:val="Tabletext"/>
            </w:pPr>
          </w:p>
        </w:tc>
        <w:tc>
          <w:tcPr>
            <w:tcW w:w="3032" w:type="dxa"/>
            <w:vMerge/>
            <w:shd w:val="clear" w:color="auto" w:fill="auto"/>
            <w:vAlign w:val="center"/>
          </w:tcPr>
          <w:p w14:paraId="339F310F" w14:textId="77777777" w:rsidR="00FA00ED" w:rsidRPr="002521F6" w:rsidRDefault="00FA00ED" w:rsidP="000C10B2">
            <w:pPr>
              <w:pStyle w:val="Tabletext"/>
            </w:pPr>
          </w:p>
        </w:tc>
        <w:tc>
          <w:tcPr>
            <w:tcW w:w="681" w:type="dxa"/>
            <w:gridSpan w:val="2"/>
            <w:vMerge/>
            <w:shd w:val="clear" w:color="auto" w:fill="auto"/>
            <w:vAlign w:val="center"/>
          </w:tcPr>
          <w:p w14:paraId="7D29DB7F" w14:textId="77777777" w:rsidR="00FA00ED" w:rsidRPr="002521F6" w:rsidRDefault="00FA00ED" w:rsidP="000C10B2">
            <w:pPr>
              <w:pStyle w:val="Tabletext"/>
            </w:pPr>
          </w:p>
        </w:tc>
      </w:tr>
    </w:tbl>
    <w:p w14:paraId="359927DE" w14:textId="77777777" w:rsidR="000C10B2" w:rsidRPr="002521F6" w:rsidRDefault="000C10B2" w:rsidP="000C10B2">
      <w:pPr>
        <w:pStyle w:val="BodyText"/>
      </w:pPr>
      <w:bookmarkStart w:id="41" w:name="_Toc434431161"/>
    </w:p>
    <w:p w14:paraId="4F9B3AE0" w14:textId="112E8B4E" w:rsidR="000C10B2" w:rsidRPr="002521F6" w:rsidRDefault="000C10B2">
      <w:pPr>
        <w:spacing w:after="200" w:line="276" w:lineRule="auto"/>
        <w:rPr>
          <w:sz w:val="22"/>
        </w:rPr>
      </w:pPr>
      <w:r w:rsidRPr="002521F6">
        <w:br w:type="page"/>
      </w:r>
    </w:p>
    <w:p w14:paraId="46596EDF" w14:textId="5D7E9DC6" w:rsidR="00FA00ED" w:rsidRPr="002521F6" w:rsidRDefault="00E058DF" w:rsidP="00CA3E18">
      <w:pPr>
        <w:pStyle w:val="Module"/>
      </w:pPr>
      <w:bookmarkStart w:id="42" w:name="_Toc449169107"/>
      <w:r w:rsidRPr="002521F6">
        <w:lastRenderedPageBreak/>
        <w:t>S</w:t>
      </w:r>
      <w:bookmarkEnd w:id="41"/>
      <w:r w:rsidRPr="002521F6">
        <w:t>IMULATION</w:t>
      </w:r>
      <w:bookmarkEnd w:id="42"/>
    </w:p>
    <w:p w14:paraId="6FFF2D96" w14:textId="14AE90CA" w:rsidR="00FA00ED" w:rsidRPr="002521F6" w:rsidRDefault="00FA00ED" w:rsidP="0035449D">
      <w:pPr>
        <w:pStyle w:val="Heading1"/>
        <w:numPr>
          <w:ilvl w:val="0"/>
          <w:numId w:val="46"/>
        </w:numPr>
      </w:pPr>
      <w:bookmarkStart w:id="43" w:name="_Toc449169108"/>
      <w:r w:rsidRPr="002521F6">
        <w:t>S</w:t>
      </w:r>
      <w:r w:rsidR="00E058DF" w:rsidRPr="002521F6">
        <w:rPr>
          <w:caps w:val="0"/>
        </w:rPr>
        <w:t>COPE</w:t>
      </w:r>
      <w:bookmarkEnd w:id="43"/>
    </w:p>
    <w:p w14:paraId="00BE4FF3" w14:textId="77777777" w:rsidR="000C10B2" w:rsidRPr="002521F6" w:rsidRDefault="000C10B2" w:rsidP="0035449D">
      <w:pPr>
        <w:pStyle w:val="Headingseparationline-landscape"/>
      </w:pPr>
    </w:p>
    <w:p w14:paraId="1FA37D78" w14:textId="4A200F8A" w:rsidR="00FA00ED" w:rsidRPr="002521F6" w:rsidRDefault="00FA00ED" w:rsidP="000C10B2">
      <w:pPr>
        <w:pStyle w:val="BodyText"/>
      </w:pPr>
      <w:r w:rsidRPr="002521F6">
        <w:rPr>
          <w:lang w:eastAsia="de-DE"/>
        </w:rPr>
        <w:t xml:space="preserve">This module </w:t>
      </w:r>
      <w:r w:rsidRPr="002521F6">
        <w:t>describes the use of simulators for the investigation of risk for specific ship applications and waterway design including modelling various AtoN within that waterway and other risk mitigation factors.</w:t>
      </w:r>
    </w:p>
    <w:p w14:paraId="5E111DD6" w14:textId="2E7B1A71" w:rsidR="00FA00ED" w:rsidRPr="002521F6" w:rsidRDefault="00FA00ED" w:rsidP="000C10B2">
      <w:pPr>
        <w:pStyle w:val="Heading1"/>
      </w:pPr>
      <w:bookmarkStart w:id="44" w:name="_Toc449169109"/>
      <w:r w:rsidRPr="002521F6">
        <w:t>L</w:t>
      </w:r>
      <w:r w:rsidR="00E058DF" w:rsidRPr="002521F6">
        <w:rPr>
          <w:caps w:val="0"/>
        </w:rPr>
        <w:t>EARNING OBJECTIVES</w:t>
      </w:r>
      <w:bookmarkEnd w:id="44"/>
    </w:p>
    <w:p w14:paraId="3CB0654E" w14:textId="77777777" w:rsidR="0035449D" w:rsidRPr="002521F6" w:rsidRDefault="0035449D" w:rsidP="0035449D">
      <w:pPr>
        <w:pStyle w:val="Headingseparationline-landscape"/>
      </w:pPr>
    </w:p>
    <w:p w14:paraId="51B29241" w14:textId="77777777" w:rsidR="00FA00ED" w:rsidRPr="002521F6" w:rsidRDefault="00FA00ED" w:rsidP="000C10B2">
      <w:pPr>
        <w:pStyle w:val="BodyText"/>
        <w:rPr>
          <w:lang w:eastAsia="de-DE"/>
        </w:rPr>
      </w:pPr>
      <w:r w:rsidRPr="002521F6">
        <w:rPr>
          <w:lang w:eastAsia="de-DE"/>
        </w:rPr>
        <w:t xml:space="preserve">To gain a </w:t>
      </w:r>
      <w:r w:rsidRPr="002521F6">
        <w:rPr>
          <w:b/>
          <w:lang w:eastAsia="de-DE"/>
        </w:rPr>
        <w:t xml:space="preserve">satisfactory </w:t>
      </w:r>
      <w:r w:rsidRPr="002521F6">
        <w:rPr>
          <w:lang w:eastAsia="de-DE"/>
        </w:rPr>
        <w:t xml:space="preserve">understanding of the function and use of simulation techniques in risk management and a </w:t>
      </w:r>
      <w:r w:rsidRPr="002521F6">
        <w:rPr>
          <w:b/>
          <w:lang w:eastAsia="de-DE"/>
        </w:rPr>
        <w:t>basic</w:t>
      </w:r>
      <w:r w:rsidRPr="002521F6">
        <w:rPr>
          <w:lang w:eastAsia="de-DE"/>
        </w:rPr>
        <w:t xml:space="preserve"> understanding how simulation can be used in the effective design of waterways.</w:t>
      </w:r>
    </w:p>
    <w:p w14:paraId="0698FACF" w14:textId="06CF612D" w:rsidR="00FA00ED" w:rsidRPr="002521F6" w:rsidRDefault="000C10B2" w:rsidP="000C10B2">
      <w:pPr>
        <w:pStyle w:val="Heading1"/>
      </w:pPr>
      <w:bookmarkStart w:id="45" w:name="_Toc449169110"/>
      <w:r w:rsidRPr="002521F6">
        <w:t>D</w:t>
      </w:r>
      <w:r w:rsidR="00E058DF" w:rsidRPr="002521F6">
        <w:rPr>
          <w:caps w:val="0"/>
        </w:rPr>
        <w:t>ETAILED TEACHING SYLLABUS FOR MODULE 5 – SIMULATION</w:t>
      </w:r>
      <w:bookmarkEnd w:id="45"/>
    </w:p>
    <w:p w14:paraId="4874DE3D" w14:textId="77777777" w:rsidR="000C10B2" w:rsidRPr="002521F6" w:rsidRDefault="000C10B2" w:rsidP="0035449D">
      <w:pPr>
        <w:pStyle w:val="Headingseparationline-landscape"/>
      </w:pPr>
    </w:p>
    <w:p w14:paraId="35DA9577" w14:textId="4A47A11D" w:rsidR="00FA00ED" w:rsidRPr="002521F6" w:rsidRDefault="00FA00ED" w:rsidP="000C10B2">
      <w:pPr>
        <w:pStyle w:val="Tablecaption"/>
      </w:pPr>
      <w:bookmarkStart w:id="46" w:name="_Toc449169125"/>
      <w:r w:rsidRPr="002521F6">
        <w:t xml:space="preserve">Detailed Teaching Syllabus </w:t>
      </w:r>
      <w:r w:rsidR="009046C8" w:rsidRPr="002521F6">
        <w:t xml:space="preserve">- </w:t>
      </w:r>
      <w:r w:rsidRPr="002521F6">
        <w:t>Module 5</w:t>
      </w:r>
      <w:bookmarkEnd w:id="46"/>
    </w:p>
    <w:tbl>
      <w:tblPr>
        <w:tblStyle w:val="TableGrid"/>
        <w:tblW w:w="14148" w:type="dxa"/>
        <w:jc w:val="center"/>
        <w:tblLook w:val="04A0" w:firstRow="1" w:lastRow="0" w:firstColumn="1" w:lastColumn="0" w:noHBand="0" w:noVBand="1"/>
      </w:tblPr>
      <w:tblGrid>
        <w:gridCol w:w="544"/>
        <w:gridCol w:w="699"/>
        <w:gridCol w:w="848"/>
        <w:gridCol w:w="6132"/>
        <w:gridCol w:w="698"/>
        <w:gridCol w:w="1701"/>
        <w:gridCol w:w="2846"/>
        <w:gridCol w:w="680"/>
      </w:tblGrid>
      <w:tr w:rsidR="00FA00ED" w:rsidRPr="002521F6" w14:paraId="0D73F608" w14:textId="77777777" w:rsidTr="0035449D">
        <w:trPr>
          <w:cantSplit/>
          <w:trHeight w:val="1514"/>
          <w:tblHeader/>
          <w:jc w:val="center"/>
        </w:trPr>
        <w:tc>
          <w:tcPr>
            <w:tcW w:w="494" w:type="dxa"/>
            <w:textDirection w:val="btLr"/>
            <w:vAlign w:val="center"/>
          </w:tcPr>
          <w:p w14:paraId="1DA4CDE6" w14:textId="77777777" w:rsidR="00FA00ED" w:rsidRPr="002521F6" w:rsidRDefault="00FA00ED" w:rsidP="000C10B2">
            <w:pPr>
              <w:pStyle w:val="Tableheading"/>
              <w:rPr>
                <w:lang w:val="en-GB"/>
              </w:rPr>
            </w:pPr>
            <w:r w:rsidRPr="002521F6">
              <w:rPr>
                <w:lang w:val="en-GB"/>
              </w:rPr>
              <w:t>Module</w:t>
            </w:r>
          </w:p>
        </w:tc>
        <w:tc>
          <w:tcPr>
            <w:tcW w:w="525" w:type="dxa"/>
            <w:textDirection w:val="btLr"/>
            <w:vAlign w:val="center"/>
          </w:tcPr>
          <w:p w14:paraId="567BB7F6" w14:textId="77777777" w:rsidR="00FA00ED" w:rsidRPr="002521F6" w:rsidRDefault="00FA00ED" w:rsidP="000C10B2">
            <w:pPr>
              <w:pStyle w:val="Tableheading"/>
              <w:rPr>
                <w:lang w:val="en-GB"/>
              </w:rPr>
            </w:pPr>
            <w:r w:rsidRPr="002521F6">
              <w:rPr>
                <w:lang w:val="en-GB"/>
              </w:rPr>
              <w:t>Element</w:t>
            </w:r>
          </w:p>
        </w:tc>
        <w:tc>
          <w:tcPr>
            <w:tcW w:w="717" w:type="dxa"/>
            <w:textDirection w:val="btLr"/>
            <w:vAlign w:val="center"/>
          </w:tcPr>
          <w:p w14:paraId="634D362D" w14:textId="77777777" w:rsidR="00FA00ED" w:rsidRPr="002521F6" w:rsidRDefault="00FA00ED" w:rsidP="000C10B2">
            <w:pPr>
              <w:pStyle w:val="Tableheading"/>
              <w:rPr>
                <w:lang w:val="en-GB"/>
              </w:rPr>
            </w:pPr>
            <w:r w:rsidRPr="002521F6">
              <w:rPr>
                <w:lang w:val="en-GB"/>
              </w:rPr>
              <w:t>Sub-element</w:t>
            </w:r>
          </w:p>
        </w:tc>
        <w:tc>
          <w:tcPr>
            <w:tcW w:w="6417" w:type="dxa"/>
            <w:vAlign w:val="center"/>
          </w:tcPr>
          <w:p w14:paraId="24244613" w14:textId="77777777" w:rsidR="00FA00ED" w:rsidRPr="002521F6" w:rsidRDefault="00FA00ED" w:rsidP="000C10B2">
            <w:pPr>
              <w:pStyle w:val="Tableheading"/>
              <w:rPr>
                <w:lang w:val="en-GB"/>
              </w:rPr>
            </w:pPr>
            <w:r w:rsidRPr="002521F6">
              <w:rPr>
                <w:lang w:val="en-GB"/>
              </w:rPr>
              <w:t>Subject</w:t>
            </w:r>
          </w:p>
        </w:tc>
        <w:tc>
          <w:tcPr>
            <w:tcW w:w="708" w:type="dxa"/>
            <w:textDirection w:val="btLr"/>
            <w:vAlign w:val="center"/>
          </w:tcPr>
          <w:p w14:paraId="1EA105B2" w14:textId="77777777" w:rsidR="00FA00ED" w:rsidRPr="002521F6" w:rsidRDefault="00FA00ED" w:rsidP="000C10B2">
            <w:pPr>
              <w:pStyle w:val="Tableheading"/>
              <w:rPr>
                <w:lang w:val="en-GB"/>
              </w:rPr>
            </w:pPr>
            <w:r w:rsidRPr="002521F6">
              <w:rPr>
                <w:lang w:val="en-GB"/>
              </w:rPr>
              <w:t>Level of Competence</w:t>
            </w:r>
          </w:p>
        </w:tc>
        <w:tc>
          <w:tcPr>
            <w:tcW w:w="1701" w:type="dxa"/>
            <w:vAlign w:val="center"/>
          </w:tcPr>
          <w:p w14:paraId="22643962" w14:textId="77777777" w:rsidR="00FA00ED" w:rsidRPr="002521F6" w:rsidRDefault="00FA00ED" w:rsidP="000C10B2">
            <w:pPr>
              <w:pStyle w:val="Tableheading"/>
              <w:rPr>
                <w:lang w:val="en-GB"/>
              </w:rPr>
            </w:pPr>
            <w:r w:rsidRPr="002521F6">
              <w:rPr>
                <w:lang w:val="en-GB"/>
              </w:rPr>
              <w:t>Recommended training aids and exercises</w:t>
            </w:r>
          </w:p>
        </w:tc>
        <w:tc>
          <w:tcPr>
            <w:tcW w:w="2904" w:type="dxa"/>
            <w:vAlign w:val="center"/>
          </w:tcPr>
          <w:p w14:paraId="79FA3585" w14:textId="77777777" w:rsidR="00FA00ED" w:rsidRPr="002521F6" w:rsidRDefault="00FA00ED" w:rsidP="000C10B2">
            <w:pPr>
              <w:pStyle w:val="Tableheading"/>
              <w:rPr>
                <w:lang w:val="en-GB"/>
              </w:rPr>
            </w:pPr>
            <w:r w:rsidRPr="002521F6">
              <w:rPr>
                <w:lang w:val="en-GB"/>
              </w:rPr>
              <w:t>References</w:t>
            </w:r>
          </w:p>
          <w:p w14:paraId="0EE4361E" w14:textId="77777777" w:rsidR="00FA00ED" w:rsidRPr="002521F6" w:rsidRDefault="00FA00ED" w:rsidP="000C10B2">
            <w:pPr>
              <w:pStyle w:val="Tableheading"/>
              <w:rPr>
                <w:lang w:val="en-GB"/>
              </w:rPr>
            </w:pPr>
          </w:p>
          <w:p w14:paraId="63FCC7AE" w14:textId="77777777" w:rsidR="00FA00ED" w:rsidRPr="002521F6" w:rsidRDefault="00FA00ED" w:rsidP="000C10B2">
            <w:pPr>
              <w:pStyle w:val="Tableheading"/>
              <w:rPr>
                <w:lang w:val="en-GB"/>
              </w:rPr>
            </w:pPr>
            <w:r w:rsidRPr="002521F6">
              <w:rPr>
                <w:lang w:val="en-GB"/>
              </w:rPr>
              <w:t>Rec = Recommendation</w:t>
            </w:r>
          </w:p>
          <w:p w14:paraId="7385538C" w14:textId="77777777" w:rsidR="00FA00ED" w:rsidRPr="002521F6" w:rsidRDefault="00FA00ED" w:rsidP="000C10B2">
            <w:pPr>
              <w:pStyle w:val="Tableheading"/>
              <w:rPr>
                <w:lang w:val="en-GB"/>
              </w:rPr>
            </w:pPr>
            <w:r w:rsidRPr="002521F6">
              <w:rPr>
                <w:lang w:val="en-GB"/>
              </w:rPr>
              <w:t>GL   = Guideline</w:t>
            </w:r>
          </w:p>
        </w:tc>
        <w:tc>
          <w:tcPr>
            <w:tcW w:w="682" w:type="dxa"/>
            <w:textDirection w:val="btLr"/>
            <w:vAlign w:val="center"/>
          </w:tcPr>
          <w:p w14:paraId="5CE30CEE" w14:textId="77777777" w:rsidR="00FA00ED" w:rsidRPr="002521F6" w:rsidRDefault="00FA00ED" w:rsidP="000C10B2">
            <w:pPr>
              <w:pStyle w:val="Tableheading"/>
              <w:rPr>
                <w:lang w:val="en-GB"/>
              </w:rPr>
            </w:pPr>
            <w:r w:rsidRPr="002521F6">
              <w:rPr>
                <w:lang w:val="en-GB"/>
              </w:rPr>
              <w:t>Lecture No.</w:t>
            </w:r>
          </w:p>
        </w:tc>
      </w:tr>
      <w:tr w:rsidR="00FA00ED" w:rsidRPr="002521F6" w14:paraId="39EB3A7F" w14:textId="77777777" w:rsidTr="00DF5735">
        <w:trPr>
          <w:jc w:val="center"/>
        </w:trPr>
        <w:tc>
          <w:tcPr>
            <w:tcW w:w="494" w:type="dxa"/>
          </w:tcPr>
          <w:p w14:paraId="34B25624" w14:textId="77777777" w:rsidR="00FA00ED" w:rsidRPr="002521F6" w:rsidRDefault="00FA00ED" w:rsidP="00DF5735">
            <w:pPr>
              <w:pStyle w:val="Tabletext"/>
              <w:rPr>
                <w:b/>
              </w:rPr>
            </w:pPr>
            <w:r w:rsidRPr="002521F6">
              <w:rPr>
                <w:b/>
              </w:rPr>
              <w:t>5</w:t>
            </w:r>
          </w:p>
        </w:tc>
        <w:tc>
          <w:tcPr>
            <w:tcW w:w="525" w:type="dxa"/>
            <w:shd w:val="clear" w:color="auto" w:fill="00AFAA"/>
          </w:tcPr>
          <w:p w14:paraId="389F76A0" w14:textId="77777777" w:rsidR="00FA00ED" w:rsidRPr="002521F6" w:rsidRDefault="00FA00ED" w:rsidP="00DF5735">
            <w:pPr>
              <w:pStyle w:val="Tabletext"/>
              <w:rPr>
                <w:b/>
              </w:rPr>
            </w:pPr>
          </w:p>
        </w:tc>
        <w:tc>
          <w:tcPr>
            <w:tcW w:w="717" w:type="dxa"/>
            <w:vMerge w:val="restart"/>
            <w:shd w:val="clear" w:color="auto" w:fill="00AFAA"/>
          </w:tcPr>
          <w:p w14:paraId="58969FE8" w14:textId="77777777" w:rsidR="00FA00ED" w:rsidRPr="002521F6" w:rsidRDefault="00FA00ED" w:rsidP="00DF5735">
            <w:pPr>
              <w:pStyle w:val="Tabletext"/>
              <w:rPr>
                <w:b/>
              </w:rPr>
            </w:pPr>
          </w:p>
        </w:tc>
        <w:tc>
          <w:tcPr>
            <w:tcW w:w="6417" w:type="dxa"/>
          </w:tcPr>
          <w:p w14:paraId="25816192" w14:textId="77777777" w:rsidR="00FA00ED" w:rsidRPr="002521F6" w:rsidRDefault="00FA00ED" w:rsidP="00DF5735">
            <w:pPr>
              <w:pStyle w:val="Tabletext"/>
              <w:rPr>
                <w:b/>
              </w:rPr>
            </w:pPr>
            <w:r w:rsidRPr="002521F6">
              <w:rPr>
                <w:b/>
                <w:caps/>
              </w:rPr>
              <w:t>Maritime SIMULATION</w:t>
            </w:r>
          </w:p>
        </w:tc>
        <w:tc>
          <w:tcPr>
            <w:tcW w:w="5995" w:type="dxa"/>
            <w:gridSpan w:val="4"/>
            <w:vMerge w:val="restart"/>
            <w:shd w:val="clear" w:color="auto" w:fill="00AFAA"/>
            <w:vAlign w:val="center"/>
          </w:tcPr>
          <w:p w14:paraId="73E52C8E" w14:textId="77777777" w:rsidR="00FA00ED" w:rsidRPr="002521F6" w:rsidRDefault="00FA00ED" w:rsidP="00DF5735">
            <w:pPr>
              <w:pStyle w:val="Tabletext"/>
              <w:ind w:left="0"/>
              <w:rPr>
                <w:b/>
              </w:rPr>
            </w:pPr>
          </w:p>
        </w:tc>
      </w:tr>
      <w:tr w:rsidR="00FA00ED" w:rsidRPr="002521F6" w14:paraId="552BF6BA" w14:textId="77777777" w:rsidTr="00DF5735">
        <w:trPr>
          <w:jc w:val="center"/>
        </w:trPr>
        <w:tc>
          <w:tcPr>
            <w:tcW w:w="494" w:type="dxa"/>
          </w:tcPr>
          <w:p w14:paraId="102FFE2B" w14:textId="77777777" w:rsidR="00FA00ED" w:rsidRPr="002521F6" w:rsidRDefault="00FA00ED" w:rsidP="00DF5735">
            <w:pPr>
              <w:pStyle w:val="Tabletext"/>
              <w:rPr>
                <w:b/>
              </w:rPr>
            </w:pPr>
          </w:p>
        </w:tc>
        <w:tc>
          <w:tcPr>
            <w:tcW w:w="525" w:type="dxa"/>
          </w:tcPr>
          <w:p w14:paraId="1C367DE8" w14:textId="77777777" w:rsidR="00FA00ED" w:rsidRPr="002521F6" w:rsidRDefault="00FA00ED" w:rsidP="00DF5735">
            <w:pPr>
              <w:pStyle w:val="Tabletext"/>
              <w:rPr>
                <w:b/>
              </w:rPr>
            </w:pPr>
            <w:r w:rsidRPr="002521F6">
              <w:rPr>
                <w:b/>
              </w:rPr>
              <w:t>5.1</w:t>
            </w:r>
          </w:p>
        </w:tc>
        <w:tc>
          <w:tcPr>
            <w:tcW w:w="717" w:type="dxa"/>
            <w:vMerge/>
            <w:shd w:val="clear" w:color="auto" w:fill="D9D9D9" w:themeFill="background1" w:themeFillShade="D9"/>
          </w:tcPr>
          <w:p w14:paraId="7188EF4A" w14:textId="77777777" w:rsidR="00FA00ED" w:rsidRPr="002521F6" w:rsidRDefault="00FA00ED" w:rsidP="00DF5735">
            <w:pPr>
              <w:pStyle w:val="Tabletext"/>
              <w:rPr>
                <w:b/>
              </w:rPr>
            </w:pPr>
          </w:p>
        </w:tc>
        <w:tc>
          <w:tcPr>
            <w:tcW w:w="6417" w:type="dxa"/>
          </w:tcPr>
          <w:p w14:paraId="2D50EB10" w14:textId="77777777" w:rsidR="00FA00ED" w:rsidRPr="002521F6" w:rsidRDefault="00FA00ED" w:rsidP="00DF5735">
            <w:pPr>
              <w:pStyle w:val="Tabletext"/>
              <w:rPr>
                <w:b/>
              </w:rPr>
            </w:pPr>
            <w:r w:rsidRPr="002521F6">
              <w:rPr>
                <w:b/>
              </w:rPr>
              <w:t>Overview of Maritime Simulators, Simulation Techniques &amp; Application Area</w:t>
            </w:r>
          </w:p>
        </w:tc>
        <w:tc>
          <w:tcPr>
            <w:tcW w:w="5995" w:type="dxa"/>
            <w:gridSpan w:val="4"/>
            <w:vMerge/>
            <w:shd w:val="clear" w:color="auto" w:fill="00AFAA"/>
          </w:tcPr>
          <w:p w14:paraId="14567DFC" w14:textId="77777777" w:rsidR="00FA00ED" w:rsidRPr="002521F6" w:rsidRDefault="00FA00ED" w:rsidP="00DF5735">
            <w:pPr>
              <w:pStyle w:val="Tabletext"/>
              <w:rPr>
                <w:b/>
              </w:rPr>
            </w:pPr>
          </w:p>
        </w:tc>
      </w:tr>
      <w:tr w:rsidR="00FA00ED" w:rsidRPr="002521F6" w14:paraId="3D7A2B87" w14:textId="77777777" w:rsidTr="00DF5735">
        <w:trPr>
          <w:jc w:val="center"/>
        </w:trPr>
        <w:tc>
          <w:tcPr>
            <w:tcW w:w="494" w:type="dxa"/>
          </w:tcPr>
          <w:p w14:paraId="12A510AB" w14:textId="77777777" w:rsidR="00FA00ED" w:rsidRPr="002521F6" w:rsidRDefault="00FA00ED" w:rsidP="00DF5735">
            <w:pPr>
              <w:pStyle w:val="Tabletext"/>
            </w:pPr>
          </w:p>
        </w:tc>
        <w:tc>
          <w:tcPr>
            <w:tcW w:w="525" w:type="dxa"/>
          </w:tcPr>
          <w:p w14:paraId="617D3474" w14:textId="77777777" w:rsidR="00FA00ED" w:rsidRPr="002521F6" w:rsidRDefault="00FA00ED" w:rsidP="00DF5735">
            <w:pPr>
              <w:pStyle w:val="Tabletext"/>
            </w:pPr>
          </w:p>
        </w:tc>
        <w:tc>
          <w:tcPr>
            <w:tcW w:w="717" w:type="dxa"/>
          </w:tcPr>
          <w:p w14:paraId="1B523928" w14:textId="77777777" w:rsidR="00FA00ED" w:rsidRPr="002521F6" w:rsidRDefault="00FA00ED" w:rsidP="00DF5735">
            <w:pPr>
              <w:pStyle w:val="Tabletext"/>
            </w:pPr>
            <w:r w:rsidRPr="002521F6">
              <w:t>5.1.1</w:t>
            </w:r>
          </w:p>
        </w:tc>
        <w:tc>
          <w:tcPr>
            <w:tcW w:w="6417" w:type="dxa"/>
          </w:tcPr>
          <w:p w14:paraId="3C678667" w14:textId="77777777" w:rsidR="00FA00ED" w:rsidRPr="002521F6" w:rsidRDefault="00FA00ED" w:rsidP="00DF5735">
            <w:pPr>
              <w:pStyle w:val="Tabletext"/>
              <w:jc w:val="right"/>
            </w:pPr>
            <w:r w:rsidRPr="002521F6">
              <w:t>Definition and application area of simulation</w:t>
            </w:r>
          </w:p>
        </w:tc>
        <w:tc>
          <w:tcPr>
            <w:tcW w:w="708" w:type="dxa"/>
            <w:vMerge w:val="restart"/>
            <w:vAlign w:val="center"/>
          </w:tcPr>
          <w:p w14:paraId="6A9BF335" w14:textId="77777777" w:rsidR="00FA00ED" w:rsidRPr="002521F6" w:rsidRDefault="00FA00ED" w:rsidP="00DF5735">
            <w:pPr>
              <w:pStyle w:val="Tabletext"/>
            </w:pPr>
            <w:r w:rsidRPr="002521F6">
              <w:t>2</w:t>
            </w:r>
          </w:p>
        </w:tc>
        <w:tc>
          <w:tcPr>
            <w:tcW w:w="1701" w:type="dxa"/>
            <w:vMerge w:val="restart"/>
            <w:vAlign w:val="center"/>
          </w:tcPr>
          <w:p w14:paraId="7BCE37A1" w14:textId="77777777" w:rsidR="00FA00ED" w:rsidRPr="002521F6" w:rsidRDefault="00FA00ED" w:rsidP="00DF5735">
            <w:pPr>
              <w:pStyle w:val="Tabletext"/>
            </w:pPr>
          </w:p>
        </w:tc>
        <w:tc>
          <w:tcPr>
            <w:tcW w:w="2904" w:type="dxa"/>
          </w:tcPr>
          <w:p w14:paraId="31391399" w14:textId="77777777" w:rsidR="00FA00ED" w:rsidRPr="002521F6" w:rsidRDefault="00FA00ED" w:rsidP="00DF5735">
            <w:pPr>
              <w:pStyle w:val="Tabletext"/>
            </w:pPr>
            <w:r w:rsidRPr="002521F6">
              <w:t>Rec O-138</w:t>
            </w:r>
          </w:p>
        </w:tc>
        <w:tc>
          <w:tcPr>
            <w:tcW w:w="682" w:type="dxa"/>
            <w:vMerge w:val="restart"/>
            <w:vAlign w:val="center"/>
          </w:tcPr>
          <w:p w14:paraId="75B1B503" w14:textId="77777777" w:rsidR="00FA00ED" w:rsidRPr="002521F6" w:rsidRDefault="00FA00ED" w:rsidP="00DF5735">
            <w:pPr>
              <w:pStyle w:val="Tabletext"/>
            </w:pPr>
            <w:r w:rsidRPr="002521F6">
              <w:t>11</w:t>
            </w:r>
          </w:p>
        </w:tc>
      </w:tr>
      <w:tr w:rsidR="00FA00ED" w:rsidRPr="002521F6" w14:paraId="3994BD45" w14:textId="77777777" w:rsidTr="00DF5735">
        <w:trPr>
          <w:jc w:val="center"/>
        </w:trPr>
        <w:tc>
          <w:tcPr>
            <w:tcW w:w="494" w:type="dxa"/>
          </w:tcPr>
          <w:p w14:paraId="12E4A234" w14:textId="77777777" w:rsidR="00FA00ED" w:rsidRPr="002521F6" w:rsidRDefault="00FA00ED" w:rsidP="00DF5735">
            <w:pPr>
              <w:pStyle w:val="Tabletext"/>
            </w:pPr>
          </w:p>
        </w:tc>
        <w:tc>
          <w:tcPr>
            <w:tcW w:w="525" w:type="dxa"/>
          </w:tcPr>
          <w:p w14:paraId="682F554B" w14:textId="77777777" w:rsidR="00FA00ED" w:rsidRPr="002521F6" w:rsidRDefault="00FA00ED" w:rsidP="00DF5735">
            <w:pPr>
              <w:pStyle w:val="Tabletext"/>
            </w:pPr>
          </w:p>
        </w:tc>
        <w:tc>
          <w:tcPr>
            <w:tcW w:w="717" w:type="dxa"/>
          </w:tcPr>
          <w:p w14:paraId="7AE8051F" w14:textId="77777777" w:rsidR="00FA00ED" w:rsidRPr="002521F6" w:rsidRDefault="00FA00ED" w:rsidP="00DF5735">
            <w:pPr>
              <w:pStyle w:val="Tabletext"/>
            </w:pPr>
            <w:r w:rsidRPr="002521F6">
              <w:t>5.1.2</w:t>
            </w:r>
          </w:p>
        </w:tc>
        <w:tc>
          <w:tcPr>
            <w:tcW w:w="6417" w:type="dxa"/>
          </w:tcPr>
          <w:p w14:paraId="32195F2A" w14:textId="77777777" w:rsidR="00FA00ED" w:rsidRPr="002521F6" w:rsidRDefault="00FA00ED" w:rsidP="00DF5735">
            <w:pPr>
              <w:pStyle w:val="Tabletext"/>
              <w:jc w:val="right"/>
            </w:pPr>
            <w:r w:rsidRPr="002521F6">
              <w:t>Types of simulators and modes of simulation</w:t>
            </w:r>
          </w:p>
        </w:tc>
        <w:tc>
          <w:tcPr>
            <w:tcW w:w="708" w:type="dxa"/>
            <w:vMerge/>
          </w:tcPr>
          <w:p w14:paraId="12648D20" w14:textId="77777777" w:rsidR="00FA00ED" w:rsidRPr="002521F6" w:rsidRDefault="00FA00ED" w:rsidP="00DF5735">
            <w:pPr>
              <w:pStyle w:val="Tabletext"/>
            </w:pPr>
          </w:p>
        </w:tc>
        <w:tc>
          <w:tcPr>
            <w:tcW w:w="1701" w:type="dxa"/>
            <w:vMerge/>
            <w:vAlign w:val="center"/>
          </w:tcPr>
          <w:p w14:paraId="3686C750" w14:textId="77777777" w:rsidR="00FA00ED" w:rsidRPr="002521F6" w:rsidRDefault="00FA00ED" w:rsidP="00DF5735">
            <w:pPr>
              <w:pStyle w:val="Tabletext"/>
            </w:pPr>
          </w:p>
        </w:tc>
        <w:tc>
          <w:tcPr>
            <w:tcW w:w="2904" w:type="dxa"/>
          </w:tcPr>
          <w:p w14:paraId="6B9914DD" w14:textId="77777777" w:rsidR="00FA00ED" w:rsidRPr="002521F6" w:rsidRDefault="00FA00ED" w:rsidP="00DF5735">
            <w:pPr>
              <w:pStyle w:val="Tabletext"/>
            </w:pPr>
            <w:r w:rsidRPr="002521F6">
              <w:t>GL-1058</w:t>
            </w:r>
          </w:p>
        </w:tc>
        <w:tc>
          <w:tcPr>
            <w:tcW w:w="682" w:type="dxa"/>
            <w:vMerge/>
          </w:tcPr>
          <w:p w14:paraId="6AC24317" w14:textId="77777777" w:rsidR="00FA00ED" w:rsidRPr="002521F6" w:rsidRDefault="00FA00ED" w:rsidP="00DF5735">
            <w:pPr>
              <w:pStyle w:val="Tabletext"/>
            </w:pPr>
          </w:p>
        </w:tc>
      </w:tr>
      <w:tr w:rsidR="00FA00ED" w:rsidRPr="002521F6" w14:paraId="5CA88C66" w14:textId="77777777" w:rsidTr="00DF5735">
        <w:trPr>
          <w:jc w:val="center"/>
        </w:trPr>
        <w:tc>
          <w:tcPr>
            <w:tcW w:w="494" w:type="dxa"/>
          </w:tcPr>
          <w:p w14:paraId="1A2DD9D5" w14:textId="77777777" w:rsidR="00FA00ED" w:rsidRPr="002521F6" w:rsidRDefault="00FA00ED" w:rsidP="00DF5735">
            <w:pPr>
              <w:pStyle w:val="Tabletext"/>
            </w:pPr>
          </w:p>
        </w:tc>
        <w:tc>
          <w:tcPr>
            <w:tcW w:w="525" w:type="dxa"/>
          </w:tcPr>
          <w:p w14:paraId="6C0A8B14" w14:textId="77777777" w:rsidR="00FA00ED" w:rsidRPr="002521F6" w:rsidRDefault="00FA00ED" w:rsidP="00DF5735">
            <w:pPr>
              <w:pStyle w:val="Tabletext"/>
            </w:pPr>
          </w:p>
        </w:tc>
        <w:tc>
          <w:tcPr>
            <w:tcW w:w="717" w:type="dxa"/>
          </w:tcPr>
          <w:p w14:paraId="6B868223" w14:textId="77777777" w:rsidR="00FA00ED" w:rsidRPr="002521F6" w:rsidRDefault="00FA00ED" w:rsidP="00DF5735">
            <w:pPr>
              <w:pStyle w:val="Tabletext"/>
            </w:pPr>
            <w:r w:rsidRPr="002521F6">
              <w:t>5.1.3</w:t>
            </w:r>
          </w:p>
        </w:tc>
        <w:tc>
          <w:tcPr>
            <w:tcW w:w="6417" w:type="dxa"/>
          </w:tcPr>
          <w:p w14:paraId="223B6CEE" w14:textId="77777777" w:rsidR="00FA00ED" w:rsidRPr="002521F6" w:rsidRDefault="00FA00ED" w:rsidP="00DF5735">
            <w:pPr>
              <w:pStyle w:val="Tabletext"/>
              <w:jc w:val="right"/>
            </w:pPr>
            <w:r w:rsidRPr="002521F6">
              <w:t xml:space="preserve">Classes of simulators and classification /standards </w:t>
            </w:r>
          </w:p>
        </w:tc>
        <w:tc>
          <w:tcPr>
            <w:tcW w:w="708" w:type="dxa"/>
            <w:vMerge/>
          </w:tcPr>
          <w:p w14:paraId="5CCEB5CF" w14:textId="77777777" w:rsidR="00FA00ED" w:rsidRPr="002521F6" w:rsidRDefault="00FA00ED" w:rsidP="00DF5735">
            <w:pPr>
              <w:pStyle w:val="Tabletext"/>
            </w:pPr>
          </w:p>
        </w:tc>
        <w:tc>
          <w:tcPr>
            <w:tcW w:w="1701" w:type="dxa"/>
            <w:vMerge/>
            <w:vAlign w:val="center"/>
          </w:tcPr>
          <w:p w14:paraId="0121ADC1" w14:textId="77777777" w:rsidR="00FA00ED" w:rsidRPr="002521F6" w:rsidRDefault="00FA00ED" w:rsidP="00DF5735">
            <w:pPr>
              <w:pStyle w:val="Tabletext"/>
            </w:pPr>
          </w:p>
        </w:tc>
        <w:tc>
          <w:tcPr>
            <w:tcW w:w="2904" w:type="dxa"/>
          </w:tcPr>
          <w:p w14:paraId="041379A4" w14:textId="77777777" w:rsidR="00FA00ED" w:rsidRPr="002521F6" w:rsidRDefault="00FA00ED" w:rsidP="00DF5735">
            <w:pPr>
              <w:pStyle w:val="Tabletext"/>
            </w:pPr>
            <w:r w:rsidRPr="002521F6">
              <w:t xml:space="preserve">DNV Standard 214 </w:t>
            </w:r>
          </w:p>
        </w:tc>
        <w:tc>
          <w:tcPr>
            <w:tcW w:w="682" w:type="dxa"/>
            <w:vMerge/>
          </w:tcPr>
          <w:p w14:paraId="7A2E48B7" w14:textId="77777777" w:rsidR="00FA00ED" w:rsidRPr="002521F6" w:rsidRDefault="00FA00ED" w:rsidP="00DF5735">
            <w:pPr>
              <w:pStyle w:val="Tabletext"/>
            </w:pPr>
          </w:p>
        </w:tc>
      </w:tr>
      <w:tr w:rsidR="00FA00ED" w:rsidRPr="002521F6" w14:paraId="0AE2B827" w14:textId="77777777" w:rsidTr="00DF5735">
        <w:trPr>
          <w:jc w:val="center"/>
        </w:trPr>
        <w:tc>
          <w:tcPr>
            <w:tcW w:w="494" w:type="dxa"/>
          </w:tcPr>
          <w:p w14:paraId="491EFFA5" w14:textId="77777777" w:rsidR="00FA00ED" w:rsidRPr="002521F6" w:rsidRDefault="00FA00ED" w:rsidP="00DF5735">
            <w:pPr>
              <w:pStyle w:val="Tabletext"/>
              <w:rPr>
                <w:b/>
              </w:rPr>
            </w:pPr>
          </w:p>
        </w:tc>
        <w:tc>
          <w:tcPr>
            <w:tcW w:w="525" w:type="dxa"/>
          </w:tcPr>
          <w:p w14:paraId="45422792" w14:textId="77777777" w:rsidR="00FA00ED" w:rsidRPr="002521F6" w:rsidRDefault="00FA00ED" w:rsidP="00DF5735">
            <w:pPr>
              <w:pStyle w:val="Tabletext"/>
              <w:rPr>
                <w:b/>
              </w:rPr>
            </w:pPr>
            <w:r w:rsidRPr="002521F6">
              <w:rPr>
                <w:b/>
              </w:rPr>
              <w:t>5.2</w:t>
            </w:r>
          </w:p>
        </w:tc>
        <w:tc>
          <w:tcPr>
            <w:tcW w:w="717" w:type="dxa"/>
            <w:shd w:val="clear" w:color="auto" w:fill="D9D9D9" w:themeFill="background1" w:themeFillShade="D9"/>
          </w:tcPr>
          <w:p w14:paraId="15F4E296" w14:textId="77777777" w:rsidR="00FA00ED" w:rsidRPr="002521F6" w:rsidRDefault="00FA00ED" w:rsidP="00DF5735">
            <w:pPr>
              <w:pStyle w:val="Tabletext"/>
              <w:rPr>
                <w:b/>
              </w:rPr>
            </w:pPr>
          </w:p>
        </w:tc>
        <w:tc>
          <w:tcPr>
            <w:tcW w:w="6417" w:type="dxa"/>
          </w:tcPr>
          <w:p w14:paraId="6EA54019" w14:textId="77777777" w:rsidR="00FA00ED" w:rsidRPr="002521F6" w:rsidRDefault="00FA00ED" w:rsidP="00DF5735">
            <w:pPr>
              <w:pStyle w:val="Tabletext"/>
              <w:rPr>
                <w:b/>
              </w:rPr>
            </w:pPr>
            <w:r w:rsidRPr="002521F6">
              <w:rPr>
                <w:b/>
              </w:rPr>
              <w:t>Elements of Maritime Simulation and Modelling</w:t>
            </w:r>
          </w:p>
        </w:tc>
        <w:tc>
          <w:tcPr>
            <w:tcW w:w="5995" w:type="dxa"/>
            <w:gridSpan w:val="4"/>
            <w:shd w:val="clear" w:color="auto" w:fill="00AFAA"/>
            <w:vAlign w:val="center"/>
          </w:tcPr>
          <w:p w14:paraId="5498F458" w14:textId="77777777" w:rsidR="00FA00ED" w:rsidRPr="002521F6" w:rsidRDefault="00FA00ED" w:rsidP="00DF5735">
            <w:pPr>
              <w:pStyle w:val="Tabletext"/>
              <w:rPr>
                <w:b/>
              </w:rPr>
            </w:pPr>
          </w:p>
        </w:tc>
      </w:tr>
      <w:tr w:rsidR="00FA00ED" w:rsidRPr="002521F6" w14:paraId="4FA084E2" w14:textId="77777777" w:rsidTr="00DF5735">
        <w:trPr>
          <w:jc w:val="center"/>
        </w:trPr>
        <w:tc>
          <w:tcPr>
            <w:tcW w:w="494" w:type="dxa"/>
          </w:tcPr>
          <w:p w14:paraId="36BF5E06" w14:textId="77777777" w:rsidR="00FA00ED" w:rsidRPr="002521F6" w:rsidRDefault="00FA00ED" w:rsidP="00DF5735">
            <w:pPr>
              <w:pStyle w:val="Tabletext"/>
            </w:pPr>
          </w:p>
        </w:tc>
        <w:tc>
          <w:tcPr>
            <w:tcW w:w="525" w:type="dxa"/>
          </w:tcPr>
          <w:p w14:paraId="6686EC50" w14:textId="77777777" w:rsidR="00FA00ED" w:rsidRPr="002521F6" w:rsidRDefault="00FA00ED" w:rsidP="00DF5735">
            <w:pPr>
              <w:pStyle w:val="Tabletext"/>
            </w:pPr>
          </w:p>
        </w:tc>
        <w:tc>
          <w:tcPr>
            <w:tcW w:w="717" w:type="dxa"/>
          </w:tcPr>
          <w:p w14:paraId="612494A0" w14:textId="77777777" w:rsidR="00FA00ED" w:rsidRPr="002521F6" w:rsidRDefault="00FA00ED" w:rsidP="00DF5735">
            <w:pPr>
              <w:pStyle w:val="Tabletext"/>
            </w:pPr>
            <w:r w:rsidRPr="002521F6">
              <w:t>5.2.1</w:t>
            </w:r>
          </w:p>
        </w:tc>
        <w:tc>
          <w:tcPr>
            <w:tcW w:w="6417" w:type="dxa"/>
          </w:tcPr>
          <w:p w14:paraId="5366969D" w14:textId="5F96D7EE" w:rsidR="00FA00ED" w:rsidRPr="002521F6" w:rsidRDefault="00FA00ED" w:rsidP="00DF5735">
            <w:pPr>
              <w:pStyle w:val="Tabletext"/>
              <w:jc w:val="right"/>
            </w:pPr>
            <w:r w:rsidRPr="002521F6">
              <w:t xml:space="preserve">Modelling of ships motion &amp; forces </w:t>
            </w:r>
            <w:r w:rsidR="00DF5735" w:rsidRPr="002521F6">
              <w:t>for manoeuvring characteristics</w:t>
            </w:r>
          </w:p>
        </w:tc>
        <w:tc>
          <w:tcPr>
            <w:tcW w:w="708" w:type="dxa"/>
            <w:vMerge w:val="restart"/>
            <w:vAlign w:val="center"/>
          </w:tcPr>
          <w:p w14:paraId="02E8C6C8" w14:textId="5053D07C" w:rsidR="00FA00ED" w:rsidRPr="002521F6" w:rsidRDefault="00FA00ED" w:rsidP="00DF5735">
            <w:pPr>
              <w:pStyle w:val="Tabletext"/>
            </w:pPr>
            <w:r w:rsidRPr="002521F6">
              <w:t>1</w:t>
            </w:r>
          </w:p>
        </w:tc>
        <w:tc>
          <w:tcPr>
            <w:tcW w:w="1701" w:type="dxa"/>
            <w:vMerge w:val="restart"/>
            <w:vAlign w:val="center"/>
          </w:tcPr>
          <w:p w14:paraId="371E87C7" w14:textId="77777777" w:rsidR="00FA00ED" w:rsidRPr="002521F6" w:rsidRDefault="00FA00ED" w:rsidP="00DF5735">
            <w:pPr>
              <w:pStyle w:val="Tabletext"/>
            </w:pPr>
          </w:p>
        </w:tc>
        <w:tc>
          <w:tcPr>
            <w:tcW w:w="2904" w:type="dxa"/>
          </w:tcPr>
          <w:p w14:paraId="294B9BB6" w14:textId="77777777" w:rsidR="00FA00ED" w:rsidRPr="002521F6" w:rsidRDefault="00FA00ED" w:rsidP="00DF5735">
            <w:pPr>
              <w:pStyle w:val="Tabletext"/>
            </w:pPr>
          </w:p>
        </w:tc>
        <w:tc>
          <w:tcPr>
            <w:tcW w:w="682" w:type="dxa"/>
            <w:vMerge w:val="restart"/>
            <w:vAlign w:val="center"/>
          </w:tcPr>
          <w:p w14:paraId="54A16B5C" w14:textId="77777777" w:rsidR="00FA00ED" w:rsidRPr="002521F6" w:rsidRDefault="00FA00ED" w:rsidP="00DF5735">
            <w:pPr>
              <w:pStyle w:val="Tabletext"/>
            </w:pPr>
            <w:r w:rsidRPr="002521F6">
              <w:t>12</w:t>
            </w:r>
          </w:p>
        </w:tc>
      </w:tr>
      <w:tr w:rsidR="00FA00ED" w:rsidRPr="002521F6" w14:paraId="4269EEF0" w14:textId="77777777" w:rsidTr="001B0758">
        <w:trPr>
          <w:jc w:val="center"/>
        </w:trPr>
        <w:tc>
          <w:tcPr>
            <w:tcW w:w="494" w:type="dxa"/>
          </w:tcPr>
          <w:p w14:paraId="5C16B17C" w14:textId="77777777" w:rsidR="00FA00ED" w:rsidRPr="002521F6" w:rsidRDefault="00FA00ED" w:rsidP="00DF5735">
            <w:pPr>
              <w:pStyle w:val="Tabletext"/>
            </w:pPr>
          </w:p>
        </w:tc>
        <w:tc>
          <w:tcPr>
            <w:tcW w:w="525" w:type="dxa"/>
          </w:tcPr>
          <w:p w14:paraId="6DA3C4A6" w14:textId="77777777" w:rsidR="00FA00ED" w:rsidRPr="002521F6" w:rsidRDefault="00FA00ED" w:rsidP="00DF5735">
            <w:pPr>
              <w:pStyle w:val="Tabletext"/>
            </w:pPr>
          </w:p>
        </w:tc>
        <w:tc>
          <w:tcPr>
            <w:tcW w:w="717" w:type="dxa"/>
          </w:tcPr>
          <w:p w14:paraId="3EBC1602" w14:textId="77777777" w:rsidR="00FA00ED" w:rsidRPr="002521F6" w:rsidRDefault="00FA00ED" w:rsidP="00DF5735">
            <w:pPr>
              <w:pStyle w:val="Tabletext"/>
            </w:pPr>
            <w:r w:rsidRPr="002521F6">
              <w:t>5.2.2</w:t>
            </w:r>
          </w:p>
        </w:tc>
        <w:tc>
          <w:tcPr>
            <w:tcW w:w="6417" w:type="dxa"/>
          </w:tcPr>
          <w:p w14:paraId="50A50E63" w14:textId="77777777" w:rsidR="00FA00ED" w:rsidRPr="002521F6" w:rsidRDefault="00FA00ED" w:rsidP="00DF5735">
            <w:pPr>
              <w:pStyle w:val="Tabletext"/>
              <w:jc w:val="right"/>
            </w:pPr>
            <w:r w:rsidRPr="002521F6">
              <w:t xml:space="preserve">Modelling of environment and AtoN </w:t>
            </w:r>
          </w:p>
        </w:tc>
        <w:tc>
          <w:tcPr>
            <w:tcW w:w="708" w:type="dxa"/>
            <w:vMerge/>
          </w:tcPr>
          <w:p w14:paraId="6725C6A0" w14:textId="77777777" w:rsidR="00FA00ED" w:rsidRPr="002521F6" w:rsidRDefault="00FA00ED" w:rsidP="00DF5735">
            <w:pPr>
              <w:pStyle w:val="Tabletext"/>
            </w:pPr>
          </w:p>
        </w:tc>
        <w:tc>
          <w:tcPr>
            <w:tcW w:w="1701" w:type="dxa"/>
            <w:vMerge/>
          </w:tcPr>
          <w:p w14:paraId="2F41E016" w14:textId="77777777" w:rsidR="00FA00ED" w:rsidRPr="002521F6" w:rsidRDefault="00FA00ED" w:rsidP="00DF5735">
            <w:pPr>
              <w:pStyle w:val="Tabletext"/>
            </w:pPr>
          </w:p>
        </w:tc>
        <w:tc>
          <w:tcPr>
            <w:tcW w:w="2904" w:type="dxa"/>
          </w:tcPr>
          <w:p w14:paraId="0D3E7E6B" w14:textId="77777777" w:rsidR="00FA00ED" w:rsidRPr="002521F6" w:rsidRDefault="00FA00ED" w:rsidP="00DF5735">
            <w:pPr>
              <w:pStyle w:val="Tabletext"/>
            </w:pPr>
          </w:p>
        </w:tc>
        <w:tc>
          <w:tcPr>
            <w:tcW w:w="682" w:type="dxa"/>
            <w:vMerge/>
          </w:tcPr>
          <w:p w14:paraId="31847ADB" w14:textId="77777777" w:rsidR="00FA00ED" w:rsidRPr="002521F6" w:rsidRDefault="00FA00ED" w:rsidP="00DF5735">
            <w:pPr>
              <w:pStyle w:val="Tabletext"/>
            </w:pPr>
          </w:p>
        </w:tc>
      </w:tr>
      <w:tr w:rsidR="00FA00ED" w:rsidRPr="002521F6" w14:paraId="2ACCC801" w14:textId="77777777" w:rsidTr="001B0758">
        <w:trPr>
          <w:jc w:val="center"/>
        </w:trPr>
        <w:tc>
          <w:tcPr>
            <w:tcW w:w="494" w:type="dxa"/>
            <w:shd w:val="clear" w:color="auto" w:fill="auto"/>
          </w:tcPr>
          <w:p w14:paraId="75003CAF" w14:textId="77777777" w:rsidR="00FA00ED" w:rsidRPr="002521F6" w:rsidRDefault="00FA00ED" w:rsidP="00DF5735">
            <w:pPr>
              <w:pStyle w:val="Tabletext"/>
              <w:rPr>
                <w:b/>
              </w:rPr>
            </w:pPr>
          </w:p>
        </w:tc>
        <w:tc>
          <w:tcPr>
            <w:tcW w:w="525" w:type="dxa"/>
            <w:shd w:val="clear" w:color="auto" w:fill="auto"/>
          </w:tcPr>
          <w:p w14:paraId="2524FB10" w14:textId="77777777" w:rsidR="00FA00ED" w:rsidRPr="002521F6" w:rsidRDefault="00FA00ED" w:rsidP="00DF5735">
            <w:pPr>
              <w:pStyle w:val="Tabletext"/>
              <w:rPr>
                <w:b/>
              </w:rPr>
            </w:pPr>
            <w:r w:rsidRPr="002521F6">
              <w:rPr>
                <w:b/>
              </w:rPr>
              <w:t>5.3</w:t>
            </w:r>
          </w:p>
        </w:tc>
        <w:tc>
          <w:tcPr>
            <w:tcW w:w="717" w:type="dxa"/>
            <w:shd w:val="clear" w:color="auto" w:fill="D9D9D9" w:themeFill="background1" w:themeFillShade="D9"/>
          </w:tcPr>
          <w:p w14:paraId="16C06776" w14:textId="77777777" w:rsidR="00FA00ED" w:rsidRPr="002521F6" w:rsidRDefault="00FA00ED" w:rsidP="00DF5735">
            <w:pPr>
              <w:pStyle w:val="Tabletext"/>
              <w:rPr>
                <w:b/>
              </w:rPr>
            </w:pPr>
          </w:p>
        </w:tc>
        <w:tc>
          <w:tcPr>
            <w:tcW w:w="6417" w:type="dxa"/>
            <w:shd w:val="clear" w:color="auto" w:fill="auto"/>
          </w:tcPr>
          <w:p w14:paraId="6E4DDAC1" w14:textId="3B0507A7" w:rsidR="00FA00ED" w:rsidRPr="002521F6" w:rsidRDefault="00FA00ED" w:rsidP="00DF5735">
            <w:pPr>
              <w:pStyle w:val="Tabletext"/>
              <w:rPr>
                <w:b/>
              </w:rPr>
            </w:pPr>
            <w:r w:rsidRPr="002521F6">
              <w:rPr>
                <w:b/>
              </w:rPr>
              <w:t>Samples for Application of Maritime Simulation</w:t>
            </w:r>
          </w:p>
        </w:tc>
        <w:tc>
          <w:tcPr>
            <w:tcW w:w="708" w:type="dxa"/>
            <w:vMerge/>
            <w:shd w:val="clear" w:color="auto" w:fill="auto"/>
            <w:vAlign w:val="center"/>
          </w:tcPr>
          <w:p w14:paraId="3BCE037E" w14:textId="77777777" w:rsidR="00FA00ED" w:rsidRPr="002521F6" w:rsidRDefault="00FA00ED" w:rsidP="00DF5735">
            <w:pPr>
              <w:pStyle w:val="Tabletext"/>
              <w:rPr>
                <w:b/>
              </w:rPr>
            </w:pPr>
          </w:p>
        </w:tc>
        <w:tc>
          <w:tcPr>
            <w:tcW w:w="1701" w:type="dxa"/>
            <w:vMerge/>
            <w:shd w:val="clear" w:color="auto" w:fill="auto"/>
          </w:tcPr>
          <w:p w14:paraId="6968C978" w14:textId="77777777" w:rsidR="00FA00ED" w:rsidRPr="002521F6" w:rsidRDefault="00FA00ED" w:rsidP="00DF5735">
            <w:pPr>
              <w:pStyle w:val="Tabletext"/>
              <w:rPr>
                <w:b/>
              </w:rPr>
            </w:pPr>
          </w:p>
        </w:tc>
        <w:tc>
          <w:tcPr>
            <w:tcW w:w="2904" w:type="dxa"/>
            <w:shd w:val="clear" w:color="auto" w:fill="D9D9D9" w:themeFill="background1" w:themeFillShade="D9"/>
          </w:tcPr>
          <w:p w14:paraId="7405F27B" w14:textId="77777777" w:rsidR="00FA00ED" w:rsidRPr="002521F6" w:rsidRDefault="00FA00ED" w:rsidP="00DF5735">
            <w:pPr>
              <w:pStyle w:val="Tabletext"/>
              <w:rPr>
                <w:b/>
              </w:rPr>
            </w:pPr>
          </w:p>
        </w:tc>
        <w:tc>
          <w:tcPr>
            <w:tcW w:w="682" w:type="dxa"/>
            <w:vMerge/>
            <w:shd w:val="clear" w:color="auto" w:fill="auto"/>
            <w:vAlign w:val="center"/>
          </w:tcPr>
          <w:p w14:paraId="23345C7C" w14:textId="77777777" w:rsidR="00FA00ED" w:rsidRPr="002521F6" w:rsidRDefault="00FA00ED" w:rsidP="00DF5735">
            <w:pPr>
              <w:pStyle w:val="Tabletext"/>
              <w:rPr>
                <w:b/>
              </w:rPr>
            </w:pPr>
          </w:p>
        </w:tc>
      </w:tr>
      <w:tr w:rsidR="00FA00ED" w:rsidRPr="002521F6" w14:paraId="06BFB5CA" w14:textId="77777777" w:rsidTr="001B0758">
        <w:trPr>
          <w:jc w:val="center"/>
        </w:trPr>
        <w:tc>
          <w:tcPr>
            <w:tcW w:w="494" w:type="dxa"/>
            <w:shd w:val="clear" w:color="auto" w:fill="auto"/>
          </w:tcPr>
          <w:p w14:paraId="0D21A8BB" w14:textId="77777777" w:rsidR="00FA00ED" w:rsidRPr="002521F6" w:rsidRDefault="00FA00ED" w:rsidP="00DF5735">
            <w:pPr>
              <w:pStyle w:val="Tabletext"/>
            </w:pPr>
          </w:p>
        </w:tc>
        <w:tc>
          <w:tcPr>
            <w:tcW w:w="525" w:type="dxa"/>
            <w:shd w:val="clear" w:color="auto" w:fill="auto"/>
          </w:tcPr>
          <w:p w14:paraId="5F52C3A8" w14:textId="77777777" w:rsidR="00FA00ED" w:rsidRPr="002521F6" w:rsidRDefault="00FA00ED" w:rsidP="00DF5735">
            <w:pPr>
              <w:pStyle w:val="Tabletext"/>
            </w:pPr>
          </w:p>
        </w:tc>
        <w:tc>
          <w:tcPr>
            <w:tcW w:w="717" w:type="dxa"/>
            <w:shd w:val="clear" w:color="auto" w:fill="auto"/>
          </w:tcPr>
          <w:p w14:paraId="0528E6F1" w14:textId="77777777" w:rsidR="00FA00ED" w:rsidRPr="002521F6" w:rsidRDefault="00FA00ED" w:rsidP="00DF5735">
            <w:pPr>
              <w:pStyle w:val="Tabletext"/>
            </w:pPr>
            <w:r w:rsidRPr="002521F6">
              <w:t>5.3.1</w:t>
            </w:r>
          </w:p>
        </w:tc>
        <w:tc>
          <w:tcPr>
            <w:tcW w:w="6417" w:type="dxa"/>
            <w:shd w:val="clear" w:color="auto" w:fill="auto"/>
          </w:tcPr>
          <w:p w14:paraId="0D30560A" w14:textId="3F9B7D18" w:rsidR="00FA00ED" w:rsidRPr="002521F6" w:rsidRDefault="00FA00ED" w:rsidP="00DF5735">
            <w:pPr>
              <w:pStyle w:val="Tabletext"/>
              <w:jc w:val="right"/>
            </w:pPr>
            <w:r w:rsidRPr="002521F6">
              <w:t>Simulation for specific investigations (lights, AtoN</w:t>
            </w:r>
            <w:r w:rsidR="00DF5735" w:rsidRPr="002521F6">
              <w:t>)</w:t>
            </w:r>
          </w:p>
        </w:tc>
        <w:tc>
          <w:tcPr>
            <w:tcW w:w="708" w:type="dxa"/>
            <w:vMerge/>
            <w:shd w:val="clear" w:color="auto" w:fill="auto"/>
            <w:vAlign w:val="center"/>
          </w:tcPr>
          <w:p w14:paraId="126170BD" w14:textId="77777777" w:rsidR="00FA00ED" w:rsidRPr="002521F6" w:rsidRDefault="00FA00ED" w:rsidP="00DF5735">
            <w:pPr>
              <w:pStyle w:val="Tabletext"/>
            </w:pPr>
          </w:p>
        </w:tc>
        <w:tc>
          <w:tcPr>
            <w:tcW w:w="1701" w:type="dxa"/>
            <w:vMerge/>
            <w:shd w:val="clear" w:color="auto" w:fill="auto"/>
          </w:tcPr>
          <w:p w14:paraId="3F2EB17E" w14:textId="77777777" w:rsidR="00FA00ED" w:rsidRPr="002521F6" w:rsidRDefault="00FA00ED" w:rsidP="00DF5735">
            <w:pPr>
              <w:pStyle w:val="Tabletext"/>
            </w:pPr>
          </w:p>
        </w:tc>
        <w:tc>
          <w:tcPr>
            <w:tcW w:w="2904" w:type="dxa"/>
            <w:shd w:val="clear" w:color="auto" w:fill="auto"/>
          </w:tcPr>
          <w:p w14:paraId="7D5BF667" w14:textId="77777777" w:rsidR="00FA00ED" w:rsidRPr="002521F6" w:rsidRDefault="00FA00ED" w:rsidP="00DF5735">
            <w:pPr>
              <w:pStyle w:val="Tabletext"/>
            </w:pPr>
            <w:r w:rsidRPr="002521F6">
              <w:t>GL 1078, GL 1069</w:t>
            </w:r>
          </w:p>
        </w:tc>
        <w:tc>
          <w:tcPr>
            <w:tcW w:w="682" w:type="dxa"/>
            <w:vMerge/>
            <w:shd w:val="clear" w:color="auto" w:fill="auto"/>
            <w:vAlign w:val="center"/>
          </w:tcPr>
          <w:p w14:paraId="4C08C022" w14:textId="77777777" w:rsidR="00FA00ED" w:rsidRPr="002521F6" w:rsidRDefault="00FA00ED" w:rsidP="00DF5735">
            <w:pPr>
              <w:pStyle w:val="Tabletext"/>
            </w:pPr>
          </w:p>
        </w:tc>
      </w:tr>
      <w:tr w:rsidR="00FA00ED" w:rsidRPr="002521F6" w14:paraId="412F65D4" w14:textId="77777777" w:rsidTr="001B0758">
        <w:trPr>
          <w:jc w:val="center"/>
        </w:trPr>
        <w:tc>
          <w:tcPr>
            <w:tcW w:w="494" w:type="dxa"/>
            <w:shd w:val="clear" w:color="auto" w:fill="auto"/>
          </w:tcPr>
          <w:p w14:paraId="03ADCD45" w14:textId="77777777" w:rsidR="00FA00ED" w:rsidRPr="002521F6" w:rsidRDefault="00FA00ED" w:rsidP="00DF5735">
            <w:pPr>
              <w:pStyle w:val="Tabletext"/>
            </w:pPr>
          </w:p>
        </w:tc>
        <w:tc>
          <w:tcPr>
            <w:tcW w:w="525" w:type="dxa"/>
            <w:shd w:val="clear" w:color="auto" w:fill="auto"/>
          </w:tcPr>
          <w:p w14:paraId="3DA87D19" w14:textId="77777777" w:rsidR="00FA00ED" w:rsidRPr="002521F6" w:rsidRDefault="00FA00ED" w:rsidP="00DF5735">
            <w:pPr>
              <w:pStyle w:val="Tabletext"/>
            </w:pPr>
          </w:p>
        </w:tc>
        <w:tc>
          <w:tcPr>
            <w:tcW w:w="717" w:type="dxa"/>
            <w:shd w:val="clear" w:color="auto" w:fill="auto"/>
          </w:tcPr>
          <w:p w14:paraId="03D4084B" w14:textId="77777777" w:rsidR="00FA00ED" w:rsidRPr="002521F6" w:rsidRDefault="00FA00ED" w:rsidP="00DF5735">
            <w:pPr>
              <w:pStyle w:val="Tabletext"/>
            </w:pPr>
            <w:r w:rsidRPr="002521F6">
              <w:t>5.3.2</w:t>
            </w:r>
          </w:p>
        </w:tc>
        <w:tc>
          <w:tcPr>
            <w:tcW w:w="6417" w:type="dxa"/>
            <w:shd w:val="clear" w:color="auto" w:fill="auto"/>
          </w:tcPr>
          <w:p w14:paraId="784EE169" w14:textId="77777777" w:rsidR="00FA00ED" w:rsidRPr="002521F6" w:rsidRDefault="00FA00ED" w:rsidP="00DF5735">
            <w:pPr>
              <w:pStyle w:val="Tabletext"/>
              <w:jc w:val="right"/>
            </w:pPr>
            <w:r w:rsidRPr="002521F6">
              <w:t xml:space="preserve">Simulation for regional port and waterway design </w:t>
            </w:r>
          </w:p>
        </w:tc>
        <w:tc>
          <w:tcPr>
            <w:tcW w:w="708" w:type="dxa"/>
            <w:vMerge/>
            <w:shd w:val="clear" w:color="auto" w:fill="auto"/>
          </w:tcPr>
          <w:p w14:paraId="052A73E2" w14:textId="77777777" w:rsidR="00FA00ED" w:rsidRPr="002521F6" w:rsidRDefault="00FA00ED" w:rsidP="00DF5735">
            <w:pPr>
              <w:pStyle w:val="Tabletext"/>
            </w:pPr>
          </w:p>
        </w:tc>
        <w:tc>
          <w:tcPr>
            <w:tcW w:w="1701" w:type="dxa"/>
            <w:vMerge/>
            <w:shd w:val="clear" w:color="auto" w:fill="auto"/>
          </w:tcPr>
          <w:p w14:paraId="48AC4698" w14:textId="77777777" w:rsidR="00FA00ED" w:rsidRPr="002521F6" w:rsidRDefault="00FA00ED" w:rsidP="00DF5735">
            <w:pPr>
              <w:pStyle w:val="Tabletext"/>
            </w:pPr>
          </w:p>
        </w:tc>
        <w:tc>
          <w:tcPr>
            <w:tcW w:w="2904" w:type="dxa"/>
            <w:shd w:val="clear" w:color="auto" w:fill="auto"/>
          </w:tcPr>
          <w:p w14:paraId="141D167B" w14:textId="77777777" w:rsidR="00FA00ED" w:rsidRPr="002521F6" w:rsidRDefault="00FA00ED" w:rsidP="00DF5735">
            <w:pPr>
              <w:pStyle w:val="Tabletext"/>
            </w:pPr>
            <w:r w:rsidRPr="002521F6">
              <w:t>DNV Standard 307</w:t>
            </w:r>
          </w:p>
        </w:tc>
        <w:tc>
          <w:tcPr>
            <w:tcW w:w="682" w:type="dxa"/>
            <w:vMerge/>
            <w:shd w:val="clear" w:color="auto" w:fill="auto"/>
          </w:tcPr>
          <w:p w14:paraId="3AF41752" w14:textId="77777777" w:rsidR="00FA00ED" w:rsidRPr="002521F6" w:rsidRDefault="00FA00ED" w:rsidP="00DF5735">
            <w:pPr>
              <w:pStyle w:val="Tabletext"/>
            </w:pPr>
          </w:p>
        </w:tc>
      </w:tr>
      <w:tr w:rsidR="00FA00ED" w:rsidRPr="002521F6" w14:paraId="778533B5" w14:textId="77777777" w:rsidTr="001B0758">
        <w:trPr>
          <w:jc w:val="center"/>
        </w:trPr>
        <w:tc>
          <w:tcPr>
            <w:tcW w:w="494" w:type="dxa"/>
            <w:shd w:val="clear" w:color="auto" w:fill="auto"/>
          </w:tcPr>
          <w:p w14:paraId="526242F7" w14:textId="77777777" w:rsidR="00FA00ED" w:rsidRPr="002521F6" w:rsidRDefault="00FA00ED" w:rsidP="00DF5735">
            <w:pPr>
              <w:pStyle w:val="Tabletext"/>
            </w:pPr>
          </w:p>
        </w:tc>
        <w:tc>
          <w:tcPr>
            <w:tcW w:w="525" w:type="dxa"/>
            <w:shd w:val="clear" w:color="auto" w:fill="auto"/>
          </w:tcPr>
          <w:p w14:paraId="1EAFEC7A" w14:textId="77777777" w:rsidR="00FA00ED" w:rsidRPr="002521F6" w:rsidRDefault="00FA00ED" w:rsidP="00DF5735">
            <w:pPr>
              <w:pStyle w:val="Tabletext"/>
            </w:pPr>
          </w:p>
        </w:tc>
        <w:tc>
          <w:tcPr>
            <w:tcW w:w="717" w:type="dxa"/>
            <w:shd w:val="clear" w:color="auto" w:fill="auto"/>
          </w:tcPr>
          <w:p w14:paraId="5E0FC9A1" w14:textId="77777777" w:rsidR="00FA00ED" w:rsidRPr="002521F6" w:rsidRDefault="00FA00ED" w:rsidP="00DF5735">
            <w:pPr>
              <w:pStyle w:val="Tabletext"/>
            </w:pPr>
            <w:r w:rsidRPr="002521F6">
              <w:t>5.3.3</w:t>
            </w:r>
          </w:p>
        </w:tc>
        <w:tc>
          <w:tcPr>
            <w:tcW w:w="6417" w:type="dxa"/>
            <w:shd w:val="clear" w:color="auto" w:fill="auto"/>
          </w:tcPr>
          <w:p w14:paraId="1EB70001" w14:textId="77777777" w:rsidR="00FA00ED" w:rsidRPr="002521F6" w:rsidRDefault="00FA00ED" w:rsidP="00DF5735">
            <w:pPr>
              <w:pStyle w:val="Tabletext"/>
              <w:jc w:val="right"/>
            </w:pPr>
            <w:r w:rsidRPr="002521F6">
              <w:t>Scenario design and analysis of results</w:t>
            </w:r>
          </w:p>
        </w:tc>
        <w:tc>
          <w:tcPr>
            <w:tcW w:w="708" w:type="dxa"/>
            <w:vMerge/>
            <w:shd w:val="clear" w:color="auto" w:fill="auto"/>
          </w:tcPr>
          <w:p w14:paraId="6D87EA05" w14:textId="77777777" w:rsidR="00FA00ED" w:rsidRPr="002521F6" w:rsidRDefault="00FA00ED" w:rsidP="00DF5735">
            <w:pPr>
              <w:pStyle w:val="Tabletext"/>
            </w:pPr>
          </w:p>
        </w:tc>
        <w:tc>
          <w:tcPr>
            <w:tcW w:w="1701" w:type="dxa"/>
            <w:vMerge/>
            <w:shd w:val="clear" w:color="auto" w:fill="auto"/>
          </w:tcPr>
          <w:p w14:paraId="1229C2D9" w14:textId="77777777" w:rsidR="00FA00ED" w:rsidRPr="002521F6" w:rsidRDefault="00FA00ED" w:rsidP="00DF5735">
            <w:pPr>
              <w:pStyle w:val="Tabletext"/>
            </w:pPr>
          </w:p>
        </w:tc>
        <w:tc>
          <w:tcPr>
            <w:tcW w:w="2904" w:type="dxa"/>
            <w:shd w:val="clear" w:color="auto" w:fill="auto"/>
          </w:tcPr>
          <w:p w14:paraId="6724AA37" w14:textId="77777777" w:rsidR="00FA00ED" w:rsidRPr="002521F6" w:rsidRDefault="00FA00ED" w:rsidP="00DF5735">
            <w:pPr>
              <w:pStyle w:val="Tabletext"/>
            </w:pPr>
          </w:p>
        </w:tc>
        <w:tc>
          <w:tcPr>
            <w:tcW w:w="682" w:type="dxa"/>
            <w:vMerge/>
            <w:shd w:val="clear" w:color="auto" w:fill="auto"/>
          </w:tcPr>
          <w:p w14:paraId="04A2E058" w14:textId="77777777" w:rsidR="00FA00ED" w:rsidRPr="002521F6" w:rsidRDefault="00FA00ED" w:rsidP="00DF5735">
            <w:pPr>
              <w:pStyle w:val="Tabletext"/>
            </w:pPr>
          </w:p>
        </w:tc>
      </w:tr>
    </w:tbl>
    <w:p w14:paraId="38FCB392" w14:textId="77777777" w:rsidR="009046C8" w:rsidRPr="002521F6" w:rsidRDefault="009046C8" w:rsidP="009046C8">
      <w:pPr>
        <w:pStyle w:val="BodyText"/>
      </w:pPr>
      <w:bookmarkStart w:id="47" w:name="_Toc434431162"/>
    </w:p>
    <w:p w14:paraId="50C6DED5" w14:textId="77777777" w:rsidR="0035449D" w:rsidRPr="002521F6" w:rsidRDefault="0035449D">
      <w:pPr>
        <w:spacing w:after="200" w:line="276" w:lineRule="auto"/>
        <w:rPr>
          <w:rFonts w:eastAsia="Times New Roman" w:cs="Times New Roman"/>
          <w:b/>
          <w:caps/>
          <w:color w:val="009FDF"/>
          <w:sz w:val="32"/>
          <w:szCs w:val="24"/>
          <w:u w:val="single" w:color="009FDF"/>
        </w:rPr>
      </w:pPr>
      <w:r w:rsidRPr="002521F6">
        <w:br w:type="page"/>
      </w:r>
    </w:p>
    <w:p w14:paraId="268CCE58" w14:textId="7FD0BBE2" w:rsidR="00FA00ED" w:rsidRPr="002521F6" w:rsidRDefault="00E058DF" w:rsidP="00CA3E18">
      <w:pPr>
        <w:pStyle w:val="Module"/>
      </w:pPr>
      <w:bookmarkStart w:id="48" w:name="_Toc449169111"/>
      <w:r w:rsidRPr="002521F6">
        <w:lastRenderedPageBreak/>
        <w:t>COMPLEMENTARY USE OF THE IALA RISK MANAGEMENT TOOLBOX</w:t>
      </w:r>
      <w:bookmarkEnd w:id="47"/>
      <w:bookmarkEnd w:id="48"/>
    </w:p>
    <w:p w14:paraId="02D4D240" w14:textId="78D602D1" w:rsidR="00FA00ED" w:rsidRPr="002521F6" w:rsidRDefault="00FA00ED" w:rsidP="0035449D">
      <w:pPr>
        <w:pStyle w:val="Heading1"/>
        <w:numPr>
          <w:ilvl w:val="0"/>
          <w:numId w:val="47"/>
        </w:numPr>
      </w:pPr>
      <w:bookmarkStart w:id="49" w:name="_Toc449169112"/>
      <w:r w:rsidRPr="002521F6">
        <w:t>S</w:t>
      </w:r>
      <w:r w:rsidR="00E058DF" w:rsidRPr="002521F6">
        <w:rPr>
          <w:caps w:val="0"/>
        </w:rPr>
        <w:t>COPE</w:t>
      </w:r>
      <w:bookmarkEnd w:id="49"/>
    </w:p>
    <w:p w14:paraId="42836D83" w14:textId="77777777" w:rsidR="00DF5735" w:rsidRPr="002521F6" w:rsidRDefault="00DF5735" w:rsidP="0035449D">
      <w:pPr>
        <w:pStyle w:val="Headingseparationline-landscape"/>
      </w:pPr>
    </w:p>
    <w:p w14:paraId="46DC3B32" w14:textId="470D0119" w:rsidR="00FA00ED" w:rsidRPr="002521F6" w:rsidRDefault="00FA00ED" w:rsidP="00DF5735">
      <w:pPr>
        <w:pStyle w:val="BodyText"/>
        <w:rPr>
          <w:lang w:eastAsia="de-DE"/>
        </w:rPr>
      </w:pPr>
      <w:r w:rsidRPr="002521F6">
        <w:rPr>
          <w:lang w:eastAsia="de-DE"/>
        </w:rPr>
        <w:t xml:space="preserve">This module </w:t>
      </w:r>
      <w:r w:rsidRPr="002521F6">
        <w:rPr>
          <w:rFonts w:cs="Arial"/>
        </w:rPr>
        <w:t xml:space="preserve">describes </w:t>
      </w:r>
      <w:r w:rsidRPr="002521F6">
        <w:t>the interaction between IALA risk management tools in a regional scenario and the human resource and cost implications generated by selected risk mitigation measures</w:t>
      </w:r>
      <w:r w:rsidRPr="002521F6">
        <w:rPr>
          <w:rFonts w:cs="Arial"/>
        </w:rPr>
        <w:t>.</w:t>
      </w:r>
    </w:p>
    <w:p w14:paraId="09D7B4F3" w14:textId="1BC916FA" w:rsidR="00FA00ED" w:rsidRPr="002521F6" w:rsidRDefault="00FA00ED" w:rsidP="00DF5735">
      <w:pPr>
        <w:pStyle w:val="Heading1"/>
      </w:pPr>
      <w:bookmarkStart w:id="50" w:name="_Toc449169113"/>
      <w:r w:rsidRPr="002521F6">
        <w:t>L</w:t>
      </w:r>
      <w:r w:rsidR="00E058DF" w:rsidRPr="002521F6">
        <w:rPr>
          <w:caps w:val="0"/>
        </w:rPr>
        <w:t>EARNING OBJECTIVES</w:t>
      </w:r>
      <w:bookmarkEnd w:id="50"/>
    </w:p>
    <w:p w14:paraId="4CD3C5EB" w14:textId="77777777" w:rsidR="0035449D" w:rsidRPr="002521F6" w:rsidRDefault="0035449D" w:rsidP="0035449D">
      <w:pPr>
        <w:pStyle w:val="Headingseparationline-landscape"/>
      </w:pPr>
    </w:p>
    <w:p w14:paraId="33458234" w14:textId="76C52785" w:rsidR="00FA00ED" w:rsidRPr="002521F6" w:rsidRDefault="00FA00ED" w:rsidP="00DF5735">
      <w:pPr>
        <w:pStyle w:val="BodyText"/>
        <w:rPr>
          <w:lang w:eastAsia="de-DE"/>
        </w:rPr>
      </w:pPr>
      <w:r w:rsidRPr="002521F6">
        <w:rPr>
          <w:lang w:eastAsia="de-DE"/>
        </w:rPr>
        <w:t xml:space="preserve">To reinforce a </w:t>
      </w:r>
      <w:r w:rsidRPr="002521F6">
        <w:rPr>
          <w:b/>
          <w:lang w:eastAsia="de-DE"/>
        </w:rPr>
        <w:t xml:space="preserve">good </w:t>
      </w:r>
      <w:r w:rsidRPr="002521F6">
        <w:rPr>
          <w:lang w:eastAsia="de-DE"/>
        </w:rPr>
        <w:t xml:space="preserve">understanding of the obligations on Competent Authorities and a </w:t>
      </w:r>
      <w:r w:rsidRPr="002521F6">
        <w:rPr>
          <w:b/>
          <w:lang w:eastAsia="de-DE"/>
        </w:rPr>
        <w:t xml:space="preserve">satisfactory </w:t>
      </w:r>
      <w:r w:rsidRPr="002521F6">
        <w:rPr>
          <w:lang w:eastAsia="de-DE"/>
        </w:rPr>
        <w:t xml:space="preserve">understanding of risk and mitigation measures. To gain a </w:t>
      </w:r>
      <w:r w:rsidRPr="002521F6">
        <w:rPr>
          <w:b/>
          <w:lang w:eastAsia="de-DE"/>
        </w:rPr>
        <w:t xml:space="preserve">satisfactory </w:t>
      </w:r>
      <w:r w:rsidRPr="002521F6">
        <w:rPr>
          <w:lang w:eastAsia="de-DE"/>
        </w:rPr>
        <w:t xml:space="preserve">understanding of the how the three IALA risk management tools can be used in a specific region and a </w:t>
      </w:r>
      <w:r w:rsidRPr="002521F6">
        <w:rPr>
          <w:b/>
          <w:lang w:eastAsia="de-DE"/>
        </w:rPr>
        <w:t xml:space="preserve">basic </w:t>
      </w:r>
      <w:r w:rsidRPr="002521F6">
        <w:rPr>
          <w:lang w:eastAsia="de-DE"/>
        </w:rPr>
        <w:t>understanding of the concept of Sea Traffic Management and the cost implications that might result from adopting selected risk mitigation measures.</w:t>
      </w:r>
    </w:p>
    <w:p w14:paraId="35C46D96" w14:textId="33F36F0A" w:rsidR="00FA00ED" w:rsidRPr="002521F6" w:rsidRDefault="00DF5735" w:rsidP="00DF5735">
      <w:pPr>
        <w:pStyle w:val="Heading1"/>
      </w:pPr>
      <w:bookmarkStart w:id="51" w:name="_Toc346714669"/>
      <w:bookmarkStart w:id="52" w:name="_Toc347745411"/>
      <w:bookmarkStart w:id="53" w:name="_Toc449169114"/>
      <w:r w:rsidRPr="002521F6">
        <w:t>D</w:t>
      </w:r>
      <w:r w:rsidR="00E058DF" w:rsidRPr="002521F6">
        <w:rPr>
          <w:caps w:val="0"/>
        </w:rPr>
        <w:t>ETAILED TEACHING SYLLABUS FOR MODULE 6 – COMPLEMENTARY USE OF THE IALA RISK MANAGEMENT T</w:t>
      </w:r>
      <w:bookmarkEnd w:id="51"/>
      <w:bookmarkEnd w:id="52"/>
      <w:r w:rsidR="00E058DF" w:rsidRPr="002521F6">
        <w:rPr>
          <w:caps w:val="0"/>
        </w:rPr>
        <w:t>OOLBOX</w:t>
      </w:r>
      <w:bookmarkEnd w:id="53"/>
    </w:p>
    <w:p w14:paraId="28CA2688" w14:textId="77777777" w:rsidR="00DF5735" w:rsidRPr="002521F6" w:rsidRDefault="00DF5735" w:rsidP="0035449D">
      <w:pPr>
        <w:pStyle w:val="Headingseparationline-landscape"/>
      </w:pPr>
    </w:p>
    <w:p w14:paraId="4BACF07A" w14:textId="3A971C46" w:rsidR="00FA00ED" w:rsidRPr="002521F6" w:rsidRDefault="00FA00ED" w:rsidP="00DF5735">
      <w:pPr>
        <w:pStyle w:val="Tablecaption"/>
      </w:pPr>
      <w:bookmarkStart w:id="54" w:name="_Toc449169126"/>
      <w:r w:rsidRPr="002521F6">
        <w:t xml:space="preserve">Detailed Teaching Syllabus </w:t>
      </w:r>
      <w:r w:rsidR="004A58F7">
        <w:t xml:space="preserve">- </w:t>
      </w:r>
      <w:r w:rsidRPr="002521F6">
        <w:t>Module 6</w:t>
      </w:r>
      <w:bookmarkEnd w:id="54"/>
    </w:p>
    <w:tbl>
      <w:tblPr>
        <w:tblStyle w:val="TableGrid"/>
        <w:tblW w:w="14148" w:type="dxa"/>
        <w:jc w:val="center"/>
        <w:tblLook w:val="04A0" w:firstRow="1" w:lastRow="0" w:firstColumn="1" w:lastColumn="0" w:noHBand="0" w:noVBand="1"/>
      </w:tblPr>
      <w:tblGrid>
        <w:gridCol w:w="544"/>
        <w:gridCol w:w="699"/>
        <w:gridCol w:w="898"/>
        <w:gridCol w:w="5928"/>
        <w:gridCol w:w="640"/>
        <w:gridCol w:w="1696"/>
        <w:gridCol w:w="3062"/>
        <w:gridCol w:w="681"/>
      </w:tblGrid>
      <w:tr w:rsidR="00FA00ED" w:rsidRPr="002521F6" w14:paraId="5A7316DA" w14:textId="77777777" w:rsidTr="0035449D">
        <w:trPr>
          <w:cantSplit/>
          <w:trHeight w:val="1514"/>
          <w:tblHeader/>
          <w:jc w:val="center"/>
        </w:trPr>
        <w:tc>
          <w:tcPr>
            <w:tcW w:w="495" w:type="dxa"/>
            <w:textDirection w:val="btLr"/>
            <w:vAlign w:val="center"/>
          </w:tcPr>
          <w:p w14:paraId="4492621E" w14:textId="77777777" w:rsidR="00FA00ED" w:rsidRPr="002521F6" w:rsidRDefault="00FA00ED" w:rsidP="00DF5735">
            <w:pPr>
              <w:pStyle w:val="Tableheading"/>
              <w:rPr>
                <w:lang w:val="en-GB"/>
              </w:rPr>
            </w:pPr>
            <w:r w:rsidRPr="002521F6">
              <w:rPr>
                <w:lang w:val="en-GB"/>
              </w:rPr>
              <w:t>Module</w:t>
            </w:r>
          </w:p>
        </w:tc>
        <w:tc>
          <w:tcPr>
            <w:tcW w:w="525" w:type="dxa"/>
            <w:textDirection w:val="btLr"/>
            <w:vAlign w:val="center"/>
          </w:tcPr>
          <w:p w14:paraId="3ECB0505" w14:textId="77777777" w:rsidR="00FA00ED" w:rsidRPr="002521F6" w:rsidRDefault="00FA00ED" w:rsidP="00DF5735">
            <w:pPr>
              <w:pStyle w:val="Tableheading"/>
              <w:rPr>
                <w:lang w:val="en-GB"/>
              </w:rPr>
            </w:pPr>
            <w:r w:rsidRPr="002521F6">
              <w:rPr>
                <w:lang w:val="en-GB"/>
              </w:rPr>
              <w:t>Element</w:t>
            </w:r>
          </w:p>
        </w:tc>
        <w:tc>
          <w:tcPr>
            <w:tcW w:w="717" w:type="dxa"/>
            <w:textDirection w:val="btLr"/>
            <w:vAlign w:val="center"/>
          </w:tcPr>
          <w:p w14:paraId="0D8C6EC8" w14:textId="77777777" w:rsidR="00FA00ED" w:rsidRPr="002521F6" w:rsidRDefault="00FA00ED" w:rsidP="00DF5735">
            <w:pPr>
              <w:pStyle w:val="Tableheading"/>
              <w:rPr>
                <w:lang w:val="en-GB"/>
              </w:rPr>
            </w:pPr>
            <w:r w:rsidRPr="002521F6">
              <w:rPr>
                <w:lang w:val="en-GB"/>
              </w:rPr>
              <w:t>Sub-element</w:t>
            </w:r>
          </w:p>
        </w:tc>
        <w:tc>
          <w:tcPr>
            <w:tcW w:w="6271" w:type="dxa"/>
            <w:vAlign w:val="center"/>
          </w:tcPr>
          <w:p w14:paraId="5F829997" w14:textId="77777777" w:rsidR="00FA00ED" w:rsidRPr="002521F6" w:rsidRDefault="00FA00ED" w:rsidP="00DF5735">
            <w:pPr>
              <w:pStyle w:val="Tableheading"/>
              <w:rPr>
                <w:lang w:val="en-GB"/>
              </w:rPr>
            </w:pPr>
            <w:r w:rsidRPr="002521F6">
              <w:rPr>
                <w:lang w:val="en-GB"/>
              </w:rPr>
              <w:t>Subject</w:t>
            </w:r>
          </w:p>
        </w:tc>
        <w:tc>
          <w:tcPr>
            <w:tcW w:w="648" w:type="dxa"/>
            <w:textDirection w:val="btLr"/>
            <w:vAlign w:val="center"/>
          </w:tcPr>
          <w:p w14:paraId="304B12C5" w14:textId="77777777" w:rsidR="00FA00ED" w:rsidRPr="002521F6" w:rsidRDefault="00FA00ED" w:rsidP="00DF5735">
            <w:pPr>
              <w:pStyle w:val="Tableheading"/>
              <w:rPr>
                <w:lang w:val="en-GB"/>
              </w:rPr>
            </w:pPr>
            <w:r w:rsidRPr="002521F6">
              <w:rPr>
                <w:lang w:val="en-GB"/>
              </w:rPr>
              <w:t>Level of Competence</w:t>
            </w:r>
          </w:p>
        </w:tc>
        <w:tc>
          <w:tcPr>
            <w:tcW w:w="1650" w:type="dxa"/>
            <w:vAlign w:val="center"/>
          </w:tcPr>
          <w:p w14:paraId="4B1BCC08" w14:textId="77777777" w:rsidR="00FA00ED" w:rsidRPr="002521F6" w:rsidRDefault="00FA00ED" w:rsidP="00DF5735">
            <w:pPr>
              <w:pStyle w:val="Tableheading"/>
              <w:rPr>
                <w:lang w:val="en-GB"/>
              </w:rPr>
            </w:pPr>
            <w:r w:rsidRPr="002521F6">
              <w:rPr>
                <w:lang w:val="en-GB"/>
              </w:rPr>
              <w:t>Recommended training aids and exercises</w:t>
            </w:r>
          </w:p>
        </w:tc>
        <w:tc>
          <w:tcPr>
            <w:tcW w:w="3158" w:type="dxa"/>
            <w:vAlign w:val="center"/>
          </w:tcPr>
          <w:p w14:paraId="046F3F27" w14:textId="77777777" w:rsidR="00FA00ED" w:rsidRPr="002521F6" w:rsidRDefault="00FA00ED" w:rsidP="00DF5735">
            <w:pPr>
              <w:pStyle w:val="Tableheading"/>
              <w:rPr>
                <w:lang w:val="en-GB"/>
              </w:rPr>
            </w:pPr>
            <w:r w:rsidRPr="002521F6">
              <w:rPr>
                <w:lang w:val="en-GB"/>
              </w:rPr>
              <w:t>References</w:t>
            </w:r>
          </w:p>
          <w:p w14:paraId="3AD67264" w14:textId="77777777" w:rsidR="00FA00ED" w:rsidRPr="002521F6" w:rsidRDefault="00FA00ED" w:rsidP="00DF5735">
            <w:pPr>
              <w:pStyle w:val="Tableheading"/>
              <w:rPr>
                <w:lang w:val="en-GB"/>
              </w:rPr>
            </w:pPr>
          </w:p>
          <w:p w14:paraId="4FEF3B25" w14:textId="77777777" w:rsidR="00FA00ED" w:rsidRPr="002521F6" w:rsidRDefault="00FA00ED" w:rsidP="00DF5735">
            <w:pPr>
              <w:pStyle w:val="Tableheading"/>
              <w:rPr>
                <w:lang w:val="en-GB"/>
              </w:rPr>
            </w:pPr>
            <w:r w:rsidRPr="002521F6">
              <w:rPr>
                <w:lang w:val="en-GB"/>
              </w:rPr>
              <w:t>Rec = Recommendation</w:t>
            </w:r>
          </w:p>
          <w:p w14:paraId="27BCEBF6" w14:textId="77777777" w:rsidR="00FA00ED" w:rsidRPr="002521F6" w:rsidRDefault="00FA00ED" w:rsidP="00DF5735">
            <w:pPr>
              <w:pStyle w:val="Tableheading"/>
              <w:rPr>
                <w:lang w:val="en-GB"/>
              </w:rPr>
            </w:pPr>
            <w:r w:rsidRPr="002521F6">
              <w:rPr>
                <w:lang w:val="en-GB"/>
              </w:rPr>
              <w:t>GL   = Guideline</w:t>
            </w:r>
          </w:p>
        </w:tc>
        <w:tc>
          <w:tcPr>
            <w:tcW w:w="684" w:type="dxa"/>
            <w:textDirection w:val="btLr"/>
            <w:vAlign w:val="center"/>
          </w:tcPr>
          <w:p w14:paraId="15B4F6F7" w14:textId="77777777" w:rsidR="00FA00ED" w:rsidRPr="002521F6" w:rsidRDefault="00FA00ED" w:rsidP="00DF5735">
            <w:pPr>
              <w:pStyle w:val="Tableheading"/>
              <w:rPr>
                <w:lang w:val="en-GB"/>
              </w:rPr>
            </w:pPr>
            <w:r w:rsidRPr="002521F6">
              <w:rPr>
                <w:lang w:val="en-GB"/>
              </w:rPr>
              <w:t>Lecture No.</w:t>
            </w:r>
          </w:p>
        </w:tc>
      </w:tr>
      <w:tr w:rsidR="00FA00ED" w:rsidRPr="002521F6" w14:paraId="53C52210" w14:textId="77777777" w:rsidTr="00DF5735">
        <w:trPr>
          <w:jc w:val="center"/>
        </w:trPr>
        <w:tc>
          <w:tcPr>
            <w:tcW w:w="495" w:type="dxa"/>
            <w:vAlign w:val="center"/>
          </w:tcPr>
          <w:p w14:paraId="0C40A116" w14:textId="77777777" w:rsidR="00FA00ED" w:rsidRPr="002521F6" w:rsidRDefault="00FA00ED" w:rsidP="00DF5735">
            <w:pPr>
              <w:pStyle w:val="Tabletext"/>
              <w:rPr>
                <w:b/>
              </w:rPr>
            </w:pPr>
            <w:r w:rsidRPr="002521F6">
              <w:rPr>
                <w:b/>
              </w:rPr>
              <w:t>6</w:t>
            </w:r>
          </w:p>
        </w:tc>
        <w:tc>
          <w:tcPr>
            <w:tcW w:w="525" w:type="dxa"/>
            <w:shd w:val="clear" w:color="auto" w:fill="00AFAA"/>
            <w:vAlign w:val="center"/>
          </w:tcPr>
          <w:p w14:paraId="26706E15" w14:textId="77777777" w:rsidR="00FA00ED" w:rsidRPr="002521F6" w:rsidRDefault="00FA00ED" w:rsidP="00DF5735">
            <w:pPr>
              <w:pStyle w:val="Tabletext"/>
              <w:rPr>
                <w:b/>
              </w:rPr>
            </w:pPr>
          </w:p>
        </w:tc>
        <w:tc>
          <w:tcPr>
            <w:tcW w:w="717" w:type="dxa"/>
            <w:vMerge w:val="restart"/>
            <w:shd w:val="clear" w:color="auto" w:fill="00AFAA"/>
            <w:vAlign w:val="center"/>
          </w:tcPr>
          <w:p w14:paraId="423BF219" w14:textId="77777777" w:rsidR="00FA00ED" w:rsidRPr="002521F6" w:rsidRDefault="00FA00ED" w:rsidP="00DF5735">
            <w:pPr>
              <w:pStyle w:val="Tabletext"/>
              <w:rPr>
                <w:b/>
              </w:rPr>
            </w:pPr>
          </w:p>
        </w:tc>
        <w:tc>
          <w:tcPr>
            <w:tcW w:w="6271" w:type="dxa"/>
            <w:vAlign w:val="center"/>
          </w:tcPr>
          <w:p w14:paraId="10C37417" w14:textId="77777777" w:rsidR="00FA00ED" w:rsidRPr="002521F6" w:rsidRDefault="00FA00ED" w:rsidP="00DF5735">
            <w:pPr>
              <w:pStyle w:val="Tabletext"/>
              <w:rPr>
                <w:b/>
                <w:sz w:val="18"/>
                <w:szCs w:val="18"/>
              </w:rPr>
            </w:pPr>
            <w:r w:rsidRPr="002521F6">
              <w:rPr>
                <w:b/>
                <w:sz w:val="18"/>
                <w:szCs w:val="18"/>
              </w:rPr>
              <w:t>COMPLEMENTARY USE OF THE IALA RISK MANAGEMENT TOOLBOX</w:t>
            </w:r>
          </w:p>
        </w:tc>
        <w:tc>
          <w:tcPr>
            <w:tcW w:w="6140" w:type="dxa"/>
            <w:gridSpan w:val="4"/>
            <w:vMerge w:val="restart"/>
            <w:shd w:val="clear" w:color="auto" w:fill="00AFAA"/>
            <w:vAlign w:val="center"/>
          </w:tcPr>
          <w:p w14:paraId="569CADD1" w14:textId="77777777" w:rsidR="00FA00ED" w:rsidRPr="002521F6" w:rsidRDefault="00FA00ED" w:rsidP="00DF5735">
            <w:pPr>
              <w:pStyle w:val="Tabletext"/>
              <w:ind w:left="0"/>
              <w:rPr>
                <w:b/>
              </w:rPr>
            </w:pPr>
          </w:p>
        </w:tc>
      </w:tr>
      <w:tr w:rsidR="00FA00ED" w:rsidRPr="002521F6" w14:paraId="14753BC8" w14:textId="77777777" w:rsidTr="00DF5735">
        <w:trPr>
          <w:jc w:val="center"/>
        </w:trPr>
        <w:tc>
          <w:tcPr>
            <w:tcW w:w="495" w:type="dxa"/>
            <w:vAlign w:val="center"/>
          </w:tcPr>
          <w:p w14:paraId="4CB8924F" w14:textId="77777777" w:rsidR="00FA00ED" w:rsidRPr="002521F6" w:rsidRDefault="00FA00ED" w:rsidP="00DF5735">
            <w:pPr>
              <w:pStyle w:val="Tabletext"/>
              <w:rPr>
                <w:b/>
              </w:rPr>
            </w:pPr>
          </w:p>
        </w:tc>
        <w:tc>
          <w:tcPr>
            <w:tcW w:w="525" w:type="dxa"/>
            <w:vAlign w:val="center"/>
          </w:tcPr>
          <w:p w14:paraId="5FD1BA03" w14:textId="77777777" w:rsidR="00FA00ED" w:rsidRPr="002521F6" w:rsidRDefault="00FA00ED" w:rsidP="00DF5735">
            <w:pPr>
              <w:pStyle w:val="Tabletext"/>
              <w:rPr>
                <w:b/>
              </w:rPr>
            </w:pPr>
            <w:r w:rsidRPr="002521F6">
              <w:rPr>
                <w:b/>
              </w:rPr>
              <w:t>6.1</w:t>
            </w:r>
          </w:p>
        </w:tc>
        <w:tc>
          <w:tcPr>
            <w:tcW w:w="717" w:type="dxa"/>
            <w:vMerge/>
            <w:shd w:val="clear" w:color="auto" w:fill="D9D9D9" w:themeFill="background1" w:themeFillShade="D9"/>
            <w:vAlign w:val="center"/>
          </w:tcPr>
          <w:p w14:paraId="0BD9F2B7" w14:textId="77777777" w:rsidR="00FA00ED" w:rsidRPr="002521F6" w:rsidRDefault="00FA00ED" w:rsidP="00DF5735">
            <w:pPr>
              <w:pStyle w:val="Tabletext"/>
              <w:rPr>
                <w:b/>
              </w:rPr>
            </w:pPr>
          </w:p>
        </w:tc>
        <w:tc>
          <w:tcPr>
            <w:tcW w:w="6271" w:type="dxa"/>
            <w:vAlign w:val="center"/>
          </w:tcPr>
          <w:p w14:paraId="4340FFFE" w14:textId="77777777" w:rsidR="00FA00ED" w:rsidRPr="002521F6" w:rsidRDefault="00FA00ED" w:rsidP="00DF5735">
            <w:pPr>
              <w:pStyle w:val="Tabletext"/>
              <w:rPr>
                <w:b/>
              </w:rPr>
            </w:pPr>
            <w:r w:rsidRPr="002521F6">
              <w:rPr>
                <w:b/>
              </w:rPr>
              <w:t>Review of Current and Future Risk Management</w:t>
            </w:r>
          </w:p>
        </w:tc>
        <w:tc>
          <w:tcPr>
            <w:tcW w:w="6140" w:type="dxa"/>
            <w:gridSpan w:val="4"/>
            <w:vMerge/>
            <w:shd w:val="clear" w:color="auto" w:fill="00AFAA"/>
            <w:vAlign w:val="center"/>
          </w:tcPr>
          <w:p w14:paraId="2FA97EE1" w14:textId="77777777" w:rsidR="00FA00ED" w:rsidRPr="002521F6" w:rsidRDefault="00FA00ED" w:rsidP="00DF5735">
            <w:pPr>
              <w:pStyle w:val="Tabletext"/>
              <w:rPr>
                <w:b/>
              </w:rPr>
            </w:pPr>
          </w:p>
        </w:tc>
      </w:tr>
      <w:tr w:rsidR="00FA00ED" w:rsidRPr="002521F6" w14:paraId="04CC66C9" w14:textId="77777777" w:rsidTr="00DF5735">
        <w:trPr>
          <w:jc w:val="center"/>
        </w:trPr>
        <w:tc>
          <w:tcPr>
            <w:tcW w:w="495" w:type="dxa"/>
            <w:vAlign w:val="center"/>
          </w:tcPr>
          <w:p w14:paraId="70832A6A" w14:textId="77777777" w:rsidR="00FA00ED" w:rsidRPr="002521F6" w:rsidRDefault="00FA00ED" w:rsidP="00DF5735">
            <w:pPr>
              <w:pStyle w:val="Tabletext"/>
            </w:pPr>
          </w:p>
        </w:tc>
        <w:tc>
          <w:tcPr>
            <w:tcW w:w="525" w:type="dxa"/>
            <w:vAlign w:val="center"/>
          </w:tcPr>
          <w:p w14:paraId="72FF1EA3" w14:textId="77777777" w:rsidR="00FA00ED" w:rsidRPr="002521F6" w:rsidRDefault="00FA00ED" w:rsidP="00DF5735">
            <w:pPr>
              <w:pStyle w:val="Tabletext"/>
            </w:pPr>
          </w:p>
        </w:tc>
        <w:tc>
          <w:tcPr>
            <w:tcW w:w="717" w:type="dxa"/>
            <w:vAlign w:val="center"/>
          </w:tcPr>
          <w:p w14:paraId="4047566A" w14:textId="77777777" w:rsidR="00FA00ED" w:rsidRPr="002521F6" w:rsidRDefault="00FA00ED" w:rsidP="00DF5735">
            <w:pPr>
              <w:pStyle w:val="Tabletext"/>
            </w:pPr>
            <w:r w:rsidRPr="002521F6">
              <w:t>6.1.1</w:t>
            </w:r>
          </w:p>
        </w:tc>
        <w:tc>
          <w:tcPr>
            <w:tcW w:w="6271" w:type="dxa"/>
            <w:vAlign w:val="center"/>
          </w:tcPr>
          <w:p w14:paraId="0BCAFC73" w14:textId="77777777" w:rsidR="00FA00ED" w:rsidRPr="002521F6" w:rsidRDefault="00FA00ED" w:rsidP="00DF5735">
            <w:pPr>
              <w:pStyle w:val="Tabletext"/>
              <w:jc w:val="right"/>
            </w:pPr>
            <w:r w:rsidRPr="002521F6">
              <w:t>Review of obligations on Competent Authorities</w:t>
            </w:r>
          </w:p>
        </w:tc>
        <w:tc>
          <w:tcPr>
            <w:tcW w:w="648" w:type="dxa"/>
            <w:vAlign w:val="center"/>
          </w:tcPr>
          <w:p w14:paraId="05437663" w14:textId="77777777" w:rsidR="00FA00ED" w:rsidRPr="002521F6" w:rsidRDefault="00FA00ED" w:rsidP="00DF5735">
            <w:pPr>
              <w:pStyle w:val="Tabletext"/>
            </w:pPr>
            <w:r w:rsidRPr="002521F6">
              <w:t>3</w:t>
            </w:r>
          </w:p>
        </w:tc>
        <w:tc>
          <w:tcPr>
            <w:tcW w:w="1650" w:type="dxa"/>
            <w:vMerge w:val="restart"/>
            <w:vAlign w:val="center"/>
          </w:tcPr>
          <w:p w14:paraId="082166B2" w14:textId="77777777" w:rsidR="00FA00ED" w:rsidRPr="002521F6" w:rsidRDefault="00FA00ED" w:rsidP="00DF5735">
            <w:pPr>
              <w:pStyle w:val="Tabletext"/>
            </w:pPr>
            <w:r w:rsidRPr="002521F6">
              <w:t>Film of a concept of Sea Traffic Management</w:t>
            </w:r>
          </w:p>
        </w:tc>
        <w:tc>
          <w:tcPr>
            <w:tcW w:w="3158" w:type="dxa"/>
            <w:vMerge w:val="restart"/>
            <w:vAlign w:val="center"/>
          </w:tcPr>
          <w:p w14:paraId="046D6D05" w14:textId="77777777" w:rsidR="00FA00ED" w:rsidRPr="002521F6" w:rsidRDefault="00FA00ED" w:rsidP="00DF5735">
            <w:pPr>
              <w:pStyle w:val="Tabletext"/>
            </w:pPr>
            <w:r w:rsidRPr="002521F6">
              <w:t>Rec O-139</w:t>
            </w:r>
          </w:p>
        </w:tc>
        <w:tc>
          <w:tcPr>
            <w:tcW w:w="684" w:type="dxa"/>
            <w:vMerge w:val="restart"/>
            <w:vAlign w:val="center"/>
          </w:tcPr>
          <w:p w14:paraId="74FC0EB0" w14:textId="77777777" w:rsidR="00FA00ED" w:rsidRPr="002521F6" w:rsidRDefault="00FA00ED" w:rsidP="00DF5735">
            <w:pPr>
              <w:pStyle w:val="Tabletext"/>
            </w:pPr>
            <w:r w:rsidRPr="002521F6">
              <w:t>17</w:t>
            </w:r>
          </w:p>
        </w:tc>
      </w:tr>
      <w:tr w:rsidR="00FA00ED" w:rsidRPr="002521F6" w14:paraId="74E9462B" w14:textId="77777777" w:rsidTr="00DF5735">
        <w:trPr>
          <w:jc w:val="center"/>
        </w:trPr>
        <w:tc>
          <w:tcPr>
            <w:tcW w:w="495" w:type="dxa"/>
            <w:vAlign w:val="center"/>
          </w:tcPr>
          <w:p w14:paraId="308FCF6A" w14:textId="77777777" w:rsidR="00FA00ED" w:rsidRPr="002521F6" w:rsidRDefault="00FA00ED" w:rsidP="00DF5735">
            <w:pPr>
              <w:pStyle w:val="Tabletext"/>
            </w:pPr>
          </w:p>
        </w:tc>
        <w:tc>
          <w:tcPr>
            <w:tcW w:w="525" w:type="dxa"/>
            <w:vAlign w:val="center"/>
          </w:tcPr>
          <w:p w14:paraId="1814D74C" w14:textId="77777777" w:rsidR="00FA00ED" w:rsidRPr="002521F6" w:rsidRDefault="00FA00ED" w:rsidP="00DF5735">
            <w:pPr>
              <w:pStyle w:val="Tabletext"/>
            </w:pPr>
          </w:p>
        </w:tc>
        <w:tc>
          <w:tcPr>
            <w:tcW w:w="717" w:type="dxa"/>
            <w:vAlign w:val="center"/>
          </w:tcPr>
          <w:p w14:paraId="72944484" w14:textId="77777777" w:rsidR="00FA00ED" w:rsidRPr="002521F6" w:rsidRDefault="00FA00ED" w:rsidP="00DF5735">
            <w:pPr>
              <w:pStyle w:val="Tabletext"/>
            </w:pPr>
            <w:r w:rsidRPr="002521F6">
              <w:t>6.1.2.</w:t>
            </w:r>
          </w:p>
        </w:tc>
        <w:tc>
          <w:tcPr>
            <w:tcW w:w="6271" w:type="dxa"/>
            <w:vAlign w:val="center"/>
          </w:tcPr>
          <w:p w14:paraId="3D1567DA" w14:textId="77777777" w:rsidR="00FA00ED" w:rsidRPr="002521F6" w:rsidRDefault="00FA00ED" w:rsidP="00DF5735">
            <w:pPr>
              <w:pStyle w:val="Tabletext"/>
              <w:jc w:val="right"/>
            </w:pPr>
            <w:r w:rsidRPr="002521F6">
              <w:t>Review of risk and mitigation measures</w:t>
            </w:r>
          </w:p>
        </w:tc>
        <w:tc>
          <w:tcPr>
            <w:tcW w:w="648" w:type="dxa"/>
            <w:vAlign w:val="center"/>
          </w:tcPr>
          <w:p w14:paraId="793DDF3F" w14:textId="77777777" w:rsidR="00FA00ED" w:rsidRPr="002521F6" w:rsidRDefault="00FA00ED" w:rsidP="00DF5735">
            <w:pPr>
              <w:pStyle w:val="Tabletext"/>
            </w:pPr>
            <w:r w:rsidRPr="002521F6">
              <w:t>2</w:t>
            </w:r>
          </w:p>
        </w:tc>
        <w:tc>
          <w:tcPr>
            <w:tcW w:w="1650" w:type="dxa"/>
            <w:vMerge/>
            <w:vAlign w:val="center"/>
          </w:tcPr>
          <w:p w14:paraId="55AA77E9" w14:textId="77777777" w:rsidR="00FA00ED" w:rsidRPr="002521F6" w:rsidRDefault="00FA00ED" w:rsidP="00DF5735">
            <w:pPr>
              <w:pStyle w:val="Tabletext"/>
            </w:pPr>
          </w:p>
        </w:tc>
        <w:tc>
          <w:tcPr>
            <w:tcW w:w="3158" w:type="dxa"/>
            <w:vMerge/>
            <w:vAlign w:val="center"/>
          </w:tcPr>
          <w:p w14:paraId="07C70196" w14:textId="77777777" w:rsidR="00FA00ED" w:rsidRPr="002521F6" w:rsidRDefault="00FA00ED" w:rsidP="00DF5735">
            <w:pPr>
              <w:pStyle w:val="Tabletext"/>
            </w:pPr>
          </w:p>
        </w:tc>
        <w:tc>
          <w:tcPr>
            <w:tcW w:w="684" w:type="dxa"/>
            <w:vMerge/>
            <w:vAlign w:val="center"/>
          </w:tcPr>
          <w:p w14:paraId="78948618" w14:textId="77777777" w:rsidR="00FA00ED" w:rsidRPr="002521F6" w:rsidRDefault="00FA00ED" w:rsidP="00DF5735">
            <w:pPr>
              <w:pStyle w:val="Tabletext"/>
            </w:pPr>
          </w:p>
        </w:tc>
      </w:tr>
      <w:tr w:rsidR="00FA00ED" w:rsidRPr="002521F6" w14:paraId="0C1CABE1" w14:textId="77777777" w:rsidTr="00DF5735">
        <w:trPr>
          <w:trHeight w:val="313"/>
          <w:jc w:val="center"/>
        </w:trPr>
        <w:tc>
          <w:tcPr>
            <w:tcW w:w="495" w:type="dxa"/>
            <w:vAlign w:val="center"/>
          </w:tcPr>
          <w:p w14:paraId="3435DEC7" w14:textId="77777777" w:rsidR="00FA00ED" w:rsidRPr="002521F6" w:rsidRDefault="00FA00ED" w:rsidP="00DF5735">
            <w:pPr>
              <w:pStyle w:val="Tabletext"/>
            </w:pPr>
          </w:p>
        </w:tc>
        <w:tc>
          <w:tcPr>
            <w:tcW w:w="525" w:type="dxa"/>
            <w:vAlign w:val="center"/>
          </w:tcPr>
          <w:p w14:paraId="11B03536" w14:textId="77777777" w:rsidR="00FA00ED" w:rsidRPr="002521F6" w:rsidRDefault="00FA00ED" w:rsidP="00DF5735">
            <w:pPr>
              <w:pStyle w:val="Tabletext"/>
            </w:pPr>
          </w:p>
        </w:tc>
        <w:tc>
          <w:tcPr>
            <w:tcW w:w="717" w:type="dxa"/>
            <w:vAlign w:val="center"/>
          </w:tcPr>
          <w:p w14:paraId="2FF625F2" w14:textId="77777777" w:rsidR="00FA00ED" w:rsidRPr="002521F6" w:rsidRDefault="00FA00ED" w:rsidP="00DF5735">
            <w:pPr>
              <w:pStyle w:val="Tabletext"/>
            </w:pPr>
            <w:r w:rsidRPr="002521F6">
              <w:t>6.1.3</w:t>
            </w:r>
          </w:p>
        </w:tc>
        <w:tc>
          <w:tcPr>
            <w:tcW w:w="6271" w:type="dxa"/>
            <w:vAlign w:val="center"/>
          </w:tcPr>
          <w:p w14:paraId="111A79C7" w14:textId="77777777" w:rsidR="00FA00ED" w:rsidRPr="002521F6" w:rsidRDefault="00FA00ED" w:rsidP="00DF5735">
            <w:pPr>
              <w:pStyle w:val="Tabletext"/>
              <w:jc w:val="right"/>
            </w:pPr>
            <w:r w:rsidRPr="002521F6">
              <w:t>Concept of Sea Traffic Management</w:t>
            </w:r>
          </w:p>
        </w:tc>
        <w:tc>
          <w:tcPr>
            <w:tcW w:w="648" w:type="dxa"/>
            <w:vAlign w:val="center"/>
          </w:tcPr>
          <w:p w14:paraId="3FBE77FF" w14:textId="77777777" w:rsidR="00FA00ED" w:rsidRPr="002521F6" w:rsidRDefault="00FA00ED" w:rsidP="00DF5735">
            <w:pPr>
              <w:pStyle w:val="Tabletext"/>
            </w:pPr>
            <w:r w:rsidRPr="002521F6">
              <w:t>1</w:t>
            </w:r>
          </w:p>
        </w:tc>
        <w:tc>
          <w:tcPr>
            <w:tcW w:w="1650" w:type="dxa"/>
            <w:vMerge/>
            <w:vAlign w:val="center"/>
          </w:tcPr>
          <w:p w14:paraId="090E4E07" w14:textId="77777777" w:rsidR="00FA00ED" w:rsidRPr="002521F6" w:rsidRDefault="00FA00ED" w:rsidP="00DF5735">
            <w:pPr>
              <w:pStyle w:val="Tabletext"/>
            </w:pPr>
          </w:p>
        </w:tc>
        <w:tc>
          <w:tcPr>
            <w:tcW w:w="3158" w:type="dxa"/>
            <w:vMerge/>
            <w:vAlign w:val="center"/>
          </w:tcPr>
          <w:p w14:paraId="04D41499" w14:textId="77777777" w:rsidR="00FA00ED" w:rsidRPr="002521F6" w:rsidRDefault="00FA00ED" w:rsidP="00DF5735">
            <w:pPr>
              <w:pStyle w:val="Tabletext"/>
            </w:pPr>
          </w:p>
        </w:tc>
        <w:tc>
          <w:tcPr>
            <w:tcW w:w="684" w:type="dxa"/>
            <w:vMerge/>
            <w:vAlign w:val="center"/>
          </w:tcPr>
          <w:p w14:paraId="5726F1F2" w14:textId="77777777" w:rsidR="00FA00ED" w:rsidRPr="002521F6" w:rsidRDefault="00FA00ED" w:rsidP="00DF5735">
            <w:pPr>
              <w:pStyle w:val="Tabletext"/>
            </w:pPr>
          </w:p>
        </w:tc>
      </w:tr>
      <w:tr w:rsidR="00FA00ED" w:rsidRPr="002521F6" w14:paraId="5DDE8726" w14:textId="77777777" w:rsidTr="00DF5735">
        <w:trPr>
          <w:jc w:val="center"/>
        </w:trPr>
        <w:tc>
          <w:tcPr>
            <w:tcW w:w="495" w:type="dxa"/>
            <w:vAlign w:val="center"/>
          </w:tcPr>
          <w:p w14:paraId="42FA9DD8" w14:textId="77777777" w:rsidR="00FA00ED" w:rsidRPr="002521F6" w:rsidRDefault="00FA00ED" w:rsidP="00DF5735">
            <w:pPr>
              <w:pStyle w:val="Tabletext"/>
              <w:rPr>
                <w:b/>
              </w:rPr>
            </w:pPr>
          </w:p>
        </w:tc>
        <w:tc>
          <w:tcPr>
            <w:tcW w:w="525" w:type="dxa"/>
            <w:vAlign w:val="center"/>
          </w:tcPr>
          <w:p w14:paraId="23864FC5" w14:textId="77777777" w:rsidR="00FA00ED" w:rsidRPr="002521F6" w:rsidRDefault="00FA00ED" w:rsidP="00DF5735">
            <w:pPr>
              <w:pStyle w:val="Tabletext"/>
              <w:rPr>
                <w:b/>
              </w:rPr>
            </w:pPr>
            <w:r w:rsidRPr="002521F6">
              <w:rPr>
                <w:b/>
              </w:rPr>
              <w:t>6.2</w:t>
            </w:r>
          </w:p>
        </w:tc>
        <w:tc>
          <w:tcPr>
            <w:tcW w:w="717" w:type="dxa"/>
            <w:shd w:val="clear" w:color="auto" w:fill="00AFAA"/>
            <w:vAlign w:val="center"/>
          </w:tcPr>
          <w:p w14:paraId="72AF0C69" w14:textId="77777777" w:rsidR="00FA00ED" w:rsidRPr="002521F6" w:rsidRDefault="00FA00ED" w:rsidP="00DF5735">
            <w:pPr>
              <w:pStyle w:val="Tabletext"/>
              <w:rPr>
                <w:b/>
              </w:rPr>
            </w:pPr>
          </w:p>
        </w:tc>
        <w:tc>
          <w:tcPr>
            <w:tcW w:w="6271" w:type="dxa"/>
            <w:vAlign w:val="center"/>
          </w:tcPr>
          <w:p w14:paraId="407BFBCD" w14:textId="77777777" w:rsidR="00FA00ED" w:rsidRPr="002521F6" w:rsidRDefault="00FA00ED" w:rsidP="00DF5735">
            <w:pPr>
              <w:pStyle w:val="Tabletext"/>
              <w:rPr>
                <w:b/>
              </w:rPr>
            </w:pPr>
            <w:r w:rsidRPr="002521F6">
              <w:rPr>
                <w:b/>
              </w:rPr>
              <w:t>Regional case study of the use of Risk Management Tools</w:t>
            </w:r>
          </w:p>
        </w:tc>
        <w:tc>
          <w:tcPr>
            <w:tcW w:w="6140" w:type="dxa"/>
            <w:gridSpan w:val="4"/>
            <w:shd w:val="clear" w:color="auto" w:fill="00AFAA"/>
            <w:vAlign w:val="center"/>
          </w:tcPr>
          <w:p w14:paraId="6F77B16D" w14:textId="77777777" w:rsidR="00FA00ED" w:rsidRPr="002521F6" w:rsidRDefault="00FA00ED" w:rsidP="00DF5735">
            <w:pPr>
              <w:pStyle w:val="Tabletext"/>
              <w:rPr>
                <w:b/>
              </w:rPr>
            </w:pPr>
          </w:p>
        </w:tc>
      </w:tr>
      <w:tr w:rsidR="00FA00ED" w:rsidRPr="002521F6" w14:paraId="33F6CCE0" w14:textId="77777777" w:rsidTr="00DF5735">
        <w:trPr>
          <w:jc w:val="center"/>
        </w:trPr>
        <w:tc>
          <w:tcPr>
            <w:tcW w:w="495" w:type="dxa"/>
            <w:vAlign w:val="center"/>
          </w:tcPr>
          <w:p w14:paraId="3CF3B404" w14:textId="77777777" w:rsidR="00FA00ED" w:rsidRPr="002521F6" w:rsidRDefault="00FA00ED" w:rsidP="00DF5735">
            <w:pPr>
              <w:pStyle w:val="Tabletext"/>
            </w:pPr>
          </w:p>
        </w:tc>
        <w:tc>
          <w:tcPr>
            <w:tcW w:w="525" w:type="dxa"/>
            <w:vAlign w:val="center"/>
          </w:tcPr>
          <w:p w14:paraId="6C4DD6EA" w14:textId="77777777" w:rsidR="00FA00ED" w:rsidRPr="002521F6" w:rsidRDefault="00FA00ED" w:rsidP="00DF5735">
            <w:pPr>
              <w:pStyle w:val="Tabletext"/>
            </w:pPr>
          </w:p>
        </w:tc>
        <w:tc>
          <w:tcPr>
            <w:tcW w:w="717" w:type="dxa"/>
            <w:vAlign w:val="center"/>
          </w:tcPr>
          <w:p w14:paraId="013ACA92" w14:textId="77777777" w:rsidR="00FA00ED" w:rsidRPr="002521F6" w:rsidRDefault="00FA00ED" w:rsidP="00DF5735">
            <w:pPr>
              <w:pStyle w:val="Tabletext"/>
            </w:pPr>
            <w:r w:rsidRPr="002521F6">
              <w:t>6.2.1</w:t>
            </w:r>
          </w:p>
        </w:tc>
        <w:tc>
          <w:tcPr>
            <w:tcW w:w="6271" w:type="dxa"/>
            <w:vAlign w:val="center"/>
          </w:tcPr>
          <w:p w14:paraId="4779E462" w14:textId="77777777" w:rsidR="00FA00ED" w:rsidRPr="002521F6" w:rsidRDefault="00FA00ED" w:rsidP="00DF5735">
            <w:pPr>
              <w:pStyle w:val="Tabletext"/>
              <w:jc w:val="right"/>
            </w:pPr>
            <w:r w:rsidRPr="002521F6">
              <w:t>Use of IWRAP to determine change in risk</w:t>
            </w:r>
          </w:p>
        </w:tc>
        <w:tc>
          <w:tcPr>
            <w:tcW w:w="648" w:type="dxa"/>
            <w:vMerge w:val="restart"/>
            <w:vAlign w:val="center"/>
          </w:tcPr>
          <w:p w14:paraId="2A3B56ED" w14:textId="77777777" w:rsidR="00FA00ED" w:rsidRPr="002521F6" w:rsidRDefault="00FA00ED" w:rsidP="00DF5735">
            <w:pPr>
              <w:pStyle w:val="Tabletext"/>
            </w:pPr>
            <w:r w:rsidRPr="002521F6">
              <w:t>2</w:t>
            </w:r>
          </w:p>
        </w:tc>
        <w:tc>
          <w:tcPr>
            <w:tcW w:w="1650" w:type="dxa"/>
            <w:vMerge w:val="restart"/>
            <w:vAlign w:val="center"/>
          </w:tcPr>
          <w:p w14:paraId="41828070" w14:textId="77777777" w:rsidR="00FA00ED" w:rsidRPr="002521F6" w:rsidRDefault="00FA00ED" w:rsidP="00DF5735">
            <w:pPr>
              <w:pStyle w:val="Tabletext"/>
            </w:pPr>
            <w:r w:rsidRPr="002521F6">
              <w:t>Visit to VTS centre and/or Port operations</w:t>
            </w:r>
          </w:p>
        </w:tc>
        <w:tc>
          <w:tcPr>
            <w:tcW w:w="3158" w:type="dxa"/>
            <w:vMerge w:val="restart"/>
            <w:vAlign w:val="center"/>
          </w:tcPr>
          <w:p w14:paraId="46862752" w14:textId="77777777" w:rsidR="00FA00ED" w:rsidRPr="002521F6" w:rsidRDefault="00FA00ED" w:rsidP="00DF5735">
            <w:pPr>
              <w:pStyle w:val="Tabletext"/>
            </w:pPr>
            <w:r w:rsidRPr="002521F6">
              <w:t>Rec O-139</w:t>
            </w:r>
          </w:p>
        </w:tc>
        <w:tc>
          <w:tcPr>
            <w:tcW w:w="684" w:type="dxa"/>
            <w:vMerge w:val="restart"/>
            <w:vAlign w:val="center"/>
          </w:tcPr>
          <w:p w14:paraId="239F5E71" w14:textId="77777777" w:rsidR="00FA00ED" w:rsidRPr="002521F6" w:rsidRDefault="00FA00ED" w:rsidP="00DF5735">
            <w:pPr>
              <w:pStyle w:val="Tabletext"/>
            </w:pPr>
            <w:r w:rsidRPr="002521F6">
              <w:t>18</w:t>
            </w:r>
          </w:p>
        </w:tc>
      </w:tr>
      <w:tr w:rsidR="00FA00ED" w:rsidRPr="002521F6" w14:paraId="3F23A931" w14:textId="77777777" w:rsidTr="00DF5735">
        <w:trPr>
          <w:jc w:val="center"/>
        </w:trPr>
        <w:tc>
          <w:tcPr>
            <w:tcW w:w="495" w:type="dxa"/>
            <w:vAlign w:val="center"/>
          </w:tcPr>
          <w:p w14:paraId="1E1E6D37" w14:textId="77777777" w:rsidR="00FA00ED" w:rsidRPr="002521F6" w:rsidRDefault="00FA00ED" w:rsidP="00DF5735">
            <w:pPr>
              <w:pStyle w:val="Tabletext"/>
            </w:pPr>
          </w:p>
        </w:tc>
        <w:tc>
          <w:tcPr>
            <w:tcW w:w="525" w:type="dxa"/>
            <w:vAlign w:val="center"/>
          </w:tcPr>
          <w:p w14:paraId="1050A788" w14:textId="77777777" w:rsidR="00FA00ED" w:rsidRPr="002521F6" w:rsidRDefault="00FA00ED" w:rsidP="00DF5735">
            <w:pPr>
              <w:pStyle w:val="Tabletext"/>
            </w:pPr>
          </w:p>
        </w:tc>
        <w:tc>
          <w:tcPr>
            <w:tcW w:w="717" w:type="dxa"/>
            <w:vAlign w:val="center"/>
          </w:tcPr>
          <w:p w14:paraId="0137CA00" w14:textId="77777777" w:rsidR="00FA00ED" w:rsidRPr="002521F6" w:rsidRDefault="00FA00ED" w:rsidP="00DF5735">
            <w:pPr>
              <w:pStyle w:val="Tabletext"/>
            </w:pPr>
            <w:r w:rsidRPr="002521F6">
              <w:t>6.2.2</w:t>
            </w:r>
          </w:p>
        </w:tc>
        <w:tc>
          <w:tcPr>
            <w:tcW w:w="6271" w:type="dxa"/>
            <w:vAlign w:val="center"/>
          </w:tcPr>
          <w:p w14:paraId="544D2150" w14:textId="77777777" w:rsidR="00FA00ED" w:rsidRPr="002521F6" w:rsidRDefault="00FA00ED" w:rsidP="00DF5735">
            <w:pPr>
              <w:pStyle w:val="Tabletext"/>
              <w:jc w:val="right"/>
            </w:pPr>
            <w:r w:rsidRPr="002521F6">
              <w:t>Use of PAWSA to determine change in risk</w:t>
            </w:r>
          </w:p>
        </w:tc>
        <w:tc>
          <w:tcPr>
            <w:tcW w:w="648" w:type="dxa"/>
            <w:vMerge/>
            <w:vAlign w:val="center"/>
          </w:tcPr>
          <w:p w14:paraId="2E03E690" w14:textId="77777777" w:rsidR="00FA00ED" w:rsidRPr="002521F6" w:rsidRDefault="00FA00ED" w:rsidP="00DF5735">
            <w:pPr>
              <w:pStyle w:val="Tabletext"/>
            </w:pPr>
          </w:p>
        </w:tc>
        <w:tc>
          <w:tcPr>
            <w:tcW w:w="1650" w:type="dxa"/>
            <w:vMerge/>
            <w:vAlign w:val="center"/>
          </w:tcPr>
          <w:p w14:paraId="66B0E1DA" w14:textId="77777777" w:rsidR="00FA00ED" w:rsidRPr="002521F6" w:rsidRDefault="00FA00ED" w:rsidP="00DF5735">
            <w:pPr>
              <w:pStyle w:val="Tabletext"/>
            </w:pPr>
          </w:p>
        </w:tc>
        <w:tc>
          <w:tcPr>
            <w:tcW w:w="3158" w:type="dxa"/>
            <w:vMerge/>
            <w:vAlign w:val="center"/>
          </w:tcPr>
          <w:p w14:paraId="2AD5433C" w14:textId="77777777" w:rsidR="00FA00ED" w:rsidRPr="002521F6" w:rsidRDefault="00FA00ED" w:rsidP="00DF5735">
            <w:pPr>
              <w:pStyle w:val="Tabletext"/>
            </w:pPr>
          </w:p>
        </w:tc>
        <w:tc>
          <w:tcPr>
            <w:tcW w:w="684" w:type="dxa"/>
            <w:vMerge/>
            <w:vAlign w:val="center"/>
          </w:tcPr>
          <w:p w14:paraId="528122DF" w14:textId="77777777" w:rsidR="00FA00ED" w:rsidRPr="002521F6" w:rsidRDefault="00FA00ED" w:rsidP="00DF5735">
            <w:pPr>
              <w:pStyle w:val="Tabletext"/>
            </w:pPr>
          </w:p>
        </w:tc>
      </w:tr>
      <w:tr w:rsidR="00FA00ED" w:rsidRPr="002521F6" w14:paraId="0EFB148B" w14:textId="77777777" w:rsidTr="00DF5735">
        <w:trPr>
          <w:jc w:val="center"/>
        </w:trPr>
        <w:tc>
          <w:tcPr>
            <w:tcW w:w="495" w:type="dxa"/>
            <w:vAlign w:val="center"/>
          </w:tcPr>
          <w:p w14:paraId="561E9105" w14:textId="77777777" w:rsidR="00FA00ED" w:rsidRPr="002521F6" w:rsidRDefault="00FA00ED" w:rsidP="00DF5735">
            <w:pPr>
              <w:pStyle w:val="Tabletext"/>
            </w:pPr>
          </w:p>
        </w:tc>
        <w:tc>
          <w:tcPr>
            <w:tcW w:w="525" w:type="dxa"/>
            <w:vAlign w:val="center"/>
          </w:tcPr>
          <w:p w14:paraId="6DAE4CF2" w14:textId="77777777" w:rsidR="00FA00ED" w:rsidRPr="002521F6" w:rsidRDefault="00FA00ED" w:rsidP="00DF5735">
            <w:pPr>
              <w:pStyle w:val="Tabletext"/>
            </w:pPr>
          </w:p>
        </w:tc>
        <w:tc>
          <w:tcPr>
            <w:tcW w:w="717" w:type="dxa"/>
            <w:vAlign w:val="center"/>
          </w:tcPr>
          <w:p w14:paraId="52CAE1D7" w14:textId="77777777" w:rsidR="00FA00ED" w:rsidRPr="002521F6" w:rsidRDefault="00FA00ED" w:rsidP="00DF5735">
            <w:pPr>
              <w:pStyle w:val="Tabletext"/>
            </w:pPr>
            <w:r w:rsidRPr="002521F6">
              <w:t>6.2.3</w:t>
            </w:r>
          </w:p>
        </w:tc>
        <w:tc>
          <w:tcPr>
            <w:tcW w:w="6271" w:type="dxa"/>
            <w:vAlign w:val="center"/>
          </w:tcPr>
          <w:p w14:paraId="4C46CDBF" w14:textId="77777777" w:rsidR="00FA00ED" w:rsidRPr="002521F6" w:rsidRDefault="00FA00ED" w:rsidP="00DF5735">
            <w:pPr>
              <w:pStyle w:val="Tabletext"/>
              <w:jc w:val="right"/>
            </w:pPr>
            <w:r w:rsidRPr="002521F6">
              <w:t>Review of identified change in risk</w:t>
            </w:r>
          </w:p>
        </w:tc>
        <w:tc>
          <w:tcPr>
            <w:tcW w:w="648" w:type="dxa"/>
            <w:vMerge/>
            <w:vAlign w:val="center"/>
          </w:tcPr>
          <w:p w14:paraId="534FEDA7" w14:textId="77777777" w:rsidR="00FA00ED" w:rsidRPr="002521F6" w:rsidRDefault="00FA00ED" w:rsidP="00DF5735">
            <w:pPr>
              <w:pStyle w:val="Tabletext"/>
            </w:pPr>
          </w:p>
        </w:tc>
        <w:tc>
          <w:tcPr>
            <w:tcW w:w="1650" w:type="dxa"/>
            <w:vMerge/>
            <w:vAlign w:val="center"/>
          </w:tcPr>
          <w:p w14:paraId="3C5D14A2" w14:textId="77777777" w:rsidR="00FA00ED" w:rsidRPr="002521F6" w:rsidRDefault="00FA00ED" w:rsidP="00DF5735">
            <w:pPr>
              <w:pStyle w:val="Tabletext"/>
            </w:pPr>
          </w:p>
        </w:tc>
        <w:tc>
          <w:tcPr>
            <w:tcW w:w="3158" w:type="dxa"/>
            <w:vMerge/>
            <w:vAlign w:val="center"/>
          </w:tcPr>
          <w:p w14:paraId="59ED5315" w14:textId="77777777" w:rsidR="00FA00ED" w:rsidRPr="002521F6" w:rsidRDefault="00FA00ED" w:rsidP="00DF5735">
            <w:pPr>
              <w:pStyle w:val="Tabletext"/>
            </w:pPr>
          </w:p>
        </w:tc>
        <w:tc>
          <w:tcPr>
            <w:tcW w:w="684" w:type="dxa"/>
            <w:vMerge/>
            <w:vAlign w:val="center"/>
          </w:tcPr>
          <w:p w14:paraId="00992A5E" w14:textId="77777777" w:rsidR="00FA00ED" w:rsidRPr="002521F6" w:rsidRDefault="00FA00ED" w:rsidP="00DF5735">
            <w:pPr>
              <w:pStyle w:val="Tabletext"/>
            </w:pPr>
          </w:p>
        </w:tc>
      </w:tr>
      <w:tr w:rsidR="00FA00ED" w:rsidRPr="002521F6" w14:paraId="25CE63CF" w14:textId="77777777" w:rsidTr="00DF5735">
        <w:trPr>
          <w:jc w:val="center"/>
        </w:trPr>
        <w:tc>
          <w:tcPr>
            <w:tcW w:w="495" w:type="dxa"/>
            <w:vAlign w:val="center"/>
          </w:tcPr>
          <w:p w14:paraId="514FDB68" w14:textId="77777777" w:rsidR="00FA00ED" w:rsidRPr="002521F6" w:rsidRDefault="00FA00ED" w:rsidP="00DF5735">
            <w:pPr>
              <w:pStyle w:val="Tabletext"/>
            </w:pPr>
          </w:p>
        </w:tc>
        <w:tc>
          <w:tcPr>
            <w:tcW w:w="525" w:type="dxa"/>
            <w:vAlign w:val="center"/>
          </w:tcPr>
          <w:p w14:paraId="7FA111FC" w14:textId="77777777" w:rsidR="00FA00ED" w:rsidRPr="002521F6" w:rsidRDefault="00FA00ED" w:rsidP="00DF5735">
            <w:pPr>
              <w:pStyle w:val="Tabletext"/>
            </w:pPr>
          </w:p>
        </w:tc>
        <w:tc>
          <w:tcPr>
            <w:tcW w:w="717" w:type="dxa"/>
            <w:vAlign w:val="center"/>
          </w:tcPr>
          <w:p w14:paraId="613BF9F7" w14:textId="77777777" w:rsidR="00FA00ED" w:rsidRPr="002521F6" w:rsidRDefault="00FA00ED" w:rsidP="00DF5735">
            <w:pPr>
              <w:pStyle w:val="Tabletext"/>
            </w:pPr>
            <w:r w:rsidRPr="002521F6">
              <w:t>6.2.4</w:t>
            </w:r>
          </w:p>
        </w:tc>
        <w:tc>
          <w:tcPr>
            <w:tcW w:w="6271" w:type="dxa"/>
            <w:vAlign w:val="center"/>
          </w:tcPr>
          <w:p w14:paraId="54F157AA" w14:textId="77777777" w:rsidR="00FA00ED" w:rsidRPr="002521F6" w:rsidRDefault="00FA00ED" w:rsidP="00DF5735">
            <w:pPr>
              <w:pStyle w:val="Tabletext"/>
              <w:jc w:val="right"/>
            </w:pPr>
            <w:r w:rsidRPr="002521F6">
              <w:t>Risk mitigation measures</w:t>
            </w:r>
          </w:p>
        </w:tc>
        <w:tc>
          <w:tcPr>
            <w:tcW w:w="648" w:type="dxa"/>
            <w:vMerge/>
            <w:vAlign w:val="center"/>
          </w:tcPr>
          <w:p w14:paraId="49BCF3EB" w14:textId="77777777" w:rsidR="00FA00ED" w:rsidRPr="002521F6" w:rsidRDefault="00FA00ED" w:rsidP="00DF5735">
            <w:pPr>
              <w:pStyle w:val="Tabletext"/>
            </w:pPr>
          </w:p>
        </w:tc>
        <w:tc>
          <w:tcPr>
            <w:tcW w:w="1650" w:type="dxa"/>
            <w:vMerge/>
            <w:vAlign w:val="center"/>
          </w:tcPr>
          <w:p w14:paraId="70E64C12" w14:textId="77777777" w:rsidR="00FA00ED" w:rsidRPr="002521F6" w:rsidRDefault="00FA00ED" w:rsidP="00DF5735">
            <w:pPr>
              <w:pStyle w:val="Tabletext"/>
            </w:pPr>
          </w:p>
        </w:tc>
        <w:tc>
          <w:tcPr>
            <w:tcW w:w="3158" w:type="dxa"/>
            <w:vMerge/>
            <w:vAlign w:val="center"/>
          </w:tcPr>
          <w:p w14:paraId="4E01363D" w14:textId="77777777" w:rsidR="00FA00ED" w:rsidRPr="002521F6" w:rsidRDefault="00FA00ED" w:rsidP="00DF5735">
            <w:pPr>
              <w:pStyle w:val="Tabletext"/>
            </w:pPr>
          </w:p>
        </w:tc>
        <w:tc>
          <w:tcPr>
            <w:tcW w:w="684" w:type="dxa"/>
            <w:vMerge/>
            <w:vAlign w:val="center"/>
          </w:tcPr>
          <w:p w14:paraId="1F8AAAFD" w14:textId="77777777" w:rsidR="00FA00ED" w:rsidRPr="002521F6" w:rsidRDefault="00FA00ED" w:rsidP="00DF5735">
            <w:pPr>
              <w:pStyle w:val="Tabletext"/>
            </w:pPr>
          </w:p>
        </w:tc>
      </w:tr>
      <w:tr w:rsidR="00FA00ED" w:rsidRPr="002521F6" w14:paraId="21FB2058" w14:textId="77777777" w:rsidTr="00DF5735">
        <w:trPr>
          <w:jc w:val="center"/>
        </w:trPr>
        <w:tc>
          <w:tcPr>
            <w:tcW w:w="495" w:type="dxa"/>
            <w:vAlign w:val="center"/>
          </w:tcPr>
          <w:p w14:paraId="79D7C301" w14:textId="77777777" w:rsidR="00FA00ED" w:rsidRPr="002521F6" w:rsidRDefault="00FA00ED" w:rsidP="00DF5735">
            <w:pPr>
              <w:pStyle w:val="Tabletext"/>
            </w:pPr>
          </w:p>
        </w:tc>
        <w:tc>
          <w:tcPr>
            <w:tcW w:w="525" w:type="dxa"/>
            <w:vAlign w:val="center"/>
          </w:tcPr>
          <w:p w14:paraId="6560F027" w14:textId="77777777" w:rsidR="00FA00ED" w:rsidRPr="002521F6" w:rsidRDefault="00FA00ED" w:rsidP="00DF5735">
            <w:pPr>
              <w:pStyle w:val="Tabletext"/>
            </w:pPr>
          </w:p>
        </w:tc>
        <w:tc>
          <w:tcPr>
            <w:tcW w:w="717" w:type="dxa"/>
            <w:shd w:val="clear" w:color="auto" w:fill="auto"/>
            <w:vAlign w:val="center"/>
          </w:tcPr>
          <w:p w14:paraId="52E9EC7F" w14:textId="77777777" w:rsidR="00FA00ED" w:rsidRPr="002521F6" w:rsidRDefault="00FA00ED" w:rsidP="00DF5735">
            <w:pPr>
              <w:pStyle w:val="Tabletext"/>
            </w:pPr>
            <w:r w:rsidRPr="002521F6">
              <w:t>6.2.5</w:t>
            </w:r>
          </w:p>
        </w:tc>
        <w:tc>
          <w:tcPr>
            <w:tcW w:w="6271" w:type="dxa"/>
            <w:vAlign w:val="center"/>
          </w:tcPr>
          <w:p w14:paraId="7322A64A" w14:textId="77777777" w:rsidR="00FA00ED" w:rsidRPr="002521F6" w:rsidRDefault="00FA00ED" w:rsidP="00DF5735">
            <w:pPr>
              <w:pStyle w:val="Tabletext"/>
              <w:jc w:val="right"/>
            </w:pPr>
            <w:r w:rsidRPr="002521F6">
              <w:t xml:space="preserve">Qualitative Risk Assessment </w:t>
            </w:r>
          </w:p>
        </w:tc>
        <w:tc>
          <w:tcPr>
            <w:tcW w:w="648" w:type="dxa"/>
            <w:vMerge/>
            <w:vAlign w:val="center"/>
          </w:tcPr>
          <w:p w14:paraId="13526324" w14:textId="77777777" w:rsidR="00FA00ED" w:rsidRPr="002521F6" w:rsidRDefault="00FA00ED" w:rsidP="00DF5735">
            <w:pPr>
              <w:pStyle w:val="Tabletext"/>
            </w:pPr>
          </w:p>
        </w:tc>
        <w:tc>
          <w:tcPr>
            <w:tcW w:w="1650" w:type="dxa"/>
            <w:vMerge/>
            <w:shd w:val="clear" w:color="auto" w:fill="auto"/>
            <w:vAlign w:val="center"/>
          </w:tcPr>
          <w:p w14:paraId="5AB2121A" w14:textId="77777777" w:rsidR="00FA00ED" w:rsidRPr="002521F6" w:rsidRDefault="00FA00ED" w:rsidP="00DF5735">
            <w:pPr>
              <w:pStyle w:val="Tabletext"/>
            </w:pPr>
          </w:p>
        </w:tc>
        <w:tc>
          <w:tcPr>
            <w:tcW w:w="3158" w:type="dxa"/>
            <w:vMerge/>
            <w:shd w:val="clear" w:color="auto" w:fill="auto"/>
            <w:vAlign w:val="center"/>
          </w:tcPr>
          <w:p w14:paraId="7C6D47DB" w14:textId="77777777" w:rsidR="00FA00ED" w:rsidRPr="002521F6" w:rsidRDefault="00FA00ED" w:rsidP="00DF5735">
            <w:pPr>
              <w:pStyle w:val="Tabletext"/>
            </w:pPr>
          </w:p>
        </w:tc>
        <w:tc>
          <w:tcPr>
            <w:tcW w:w="684" w:type="dxa"/>
            <w:vMerge/>
            <w:shd w:val="clear" w:color="auto" w:fill="auto"/>
            <w:vAlign w:val="center"/>
          </w:tcPr>
          <w:p w14:paraId="076AA9A7" w14:textId="77777777" w:rsidR="00FA00ED" w:rsidRPr="002521F6" w:rsidRDefault="00FA00ED" w:rsidP="00DF5735">
            <w:pPr>
              <w:pStyle w:val="Tabletext"/>
            </w:pPr>
          </w:p>
        </w:tc>
      </w:tr>
    </w:tbl>
    <w:p w14:paraId="43FFF02D" w14:textId="6C422F66" w:rsidR="00FA00ED" w:rsidRPr="002521F6" w:rsidRDefault="00FA00ED" w:rsidP="00CA3E18">
      <w:pPr>
        <w:pStyle w:val="Module"/>
      </w:pPr>
      <w:r w:rsidRPr="002521F6">
        <w:br w:type="page"/>
      </w:r>
      <w:bookmarkStart w:id="55" w:name="_Toc434431163"/>
      <w:bookmarkStart w:id="56" w:name="_Toc449169115"/>
      <w:r w:rsidR="00E058DF" w:rsidRPr="002521F6">
        <w:lastRenderedPageBreak/>
        <w:t>DISCUSSION ON THE IALA RISK MANAGEMENT TOOLBOX</w:t>
      </w:r>
      <w:bookmarkEnd w:id="55"/>
      <w:bookmarkEnd w:id="56"/>
    </w:p>
    <w:p w14:paraId="4CADC291" w14:textId="5E0DDA1D" w:rsidR="00FA00ED" w:rsidRPr="002521F6" w:rsidRDefault="00FA00ED" w:rsidP="0035449D">
      <w:pPr>
        <w:pStyle w:val="Heading1"/>
        <w:numPr>
          <w:ilvl w:val="0"/>
          <w:numId w:val="48"/>
        </w:numPr>
      </w:pPr>
      <w:bookmarkStart w:id="57" w:name="_Toc449169116"/>
      <w:r w:rsidRPr="002521F6">
        <w:t>S</w:t>
      </w:r>
      <w:r w:rsidR="00E058DF" w:rsidRPr="002521F6">
        <w:rPr>
          <w:caps w:val="0"/>
        </w:rPr>
        <w:t>COPE</w:t>
      </w:r>
      <w:bookmarkEnd w:id="57"/>
    </w:p>
    <w:p w14:paraId="33E6BB7C" w14:textId="77777777" w:rsidR="00FA00ED" w:rsidRPr="002521F6" w:rsidRDefault="00FA00ED" w:rsidP="0035449D">
      <w:pPr>
        <w:pStyle w:val="Headingseparationline-landscape"/>
      </w:pPr>
    </w:p>
    <w:p w14:paraId="622C2554" w14:textId="5F5E7E9F" w:rsidR="00FA00ED" w:rsidRPr="002521F6" w:rsidRDefault="00FA00ED" w:rsidP="00FA00ED">
      <w:pPr>
        <w:pStyle w:val="BodyText"/>
      </w:pPr>
      <w:r w:rsidRPr="002521F6">
        <w:rPr>
          <w:lang w:eastAsia="de-DE"/>
        </w:rPr>
        <w:t xml:space="preserve">This module uses a panel of experts to </w:t>
      </w:r>
      <w:r w:rsidRPr="002521F6">
        <w:t>review the elements comprising the IALA Risk management toolbox with the aim of consolidating an understanding of how they interact Learning Objectives.</w:t>
      </w:r>
    </w:p>
    <w:p w14:paraId="7C7A28FA" w14:textId="36C2AF3F" w:rsidR="00FA00ED" w:rsidRPr="002521F6" w:rsidRDefault="00FA00ED" w:rsidP="00FA00ED">
      <w:pPr>
        <w:pStyle w:val="Heading1"/>
        <w:rPr>
          <w:lang w:eastAsia="de-DE"/>
        </w:rPr>
      </w:pPr>
      <w:bookmarkStart w:id="58" w:name="_Toc449169117"/>
      <w:r w:rsidRPr="002521F6">
        <w:rPr>
          <w:lang w:eastAsia="de-DE"/>
        </w:rPr>
        <w:t>L</w:t>
      </w:r>
      <w:r w:rsidR="00E058DF" w:rsidRPr="002521F6">
        <w:rPr>
          <w:caps w:val="0"/>
          <w:lang w:eastAsia="de-DE"/>
        </w:rPr>
        <w:t>EARNING OBJECTIVES</w:t>
      </w:r>
      <w:bookmarkEnd w:id="58"/>
    </w:p>
    <w:p w14:paraId="7582E791" w14:textId="77777777" w:rsidR="00FA00ED" w:rsidRPr="002521F6" w:rsidRDefault="00FA00ED" w:rsidP="0035449D">
      <w:pPr>
        <w:pStyle w:val="Headingseparationline-landscape"/>
      </w:pPr>
    </w:p>
    <w:p w14:paraId="0D4E495A" w14:textId="472C8AE7" w:rsidR="00FA00ED" w:rsidRPr="002521F6" w:rsidRDefault="00FA00ED" w:rsidP="00FA00ED">
      <w:pPr>
        <w:pStyle w:val="BodyText"/>
        <w:rPr>
          <w:lang w:eastAsia="de-DE"/>
        </w:rPr>
      </w:pPr>
      <w:r w:rsidRPr="002521F6">
        <w:rPr>
          <w:lang w:eastAsia="de-DE"/>
        </w:rPr>
        <w:t xml:space="preserve">To reinforce a </w:t>
      </w:r>
      <w:r w:rsidRPr="002521F6">
        <w:rPr>
          <w:b/>
          <w:lang w:eastAsia="de-DE"/>
        </w:rPr>
        <w:t xml:space="preserve">satisfactory </w:t>
      </w:r>
      <w:r w:rsidRPr="002521F6">
        <w:rPr>
          <w:lang w:eastAsia="de-DE"/>
        </w:rPr>
        <w:t>understanding of the sequence in which components of the IALA Risk Management Toolbox might be used regionally.</w:t>
      </w:r>
    </w:p>
    <w:p w14:paraId="0F60C01D" w14:textId="7B30CCC6" w:rsidR="00FA00ED" w:rsidRPr="002521F6" w:rsidRDefault="00FA00ED" w:rsidP="00FA00ED">
      <w:pPr>
        <w:pStyle w:val="Heading1"/>
      </w:pPr>
      <w:bookmarkStart w:id="59" w:name="_Toc347745413"/>
      <w:bookmarkStart w:id="60" w:name="_Toc449169118"/>
      <w:r w:rsidRPr="002521F6">
        <w:t>D</w:t>
      </w:r>
      <w:r w:rsidR="00E058DF" w:rsidRPr="002521F6">
        <w:rPr>
          <w:caps w:val="0"/>
        </w:rPr>
        <w:t>ETAILED TEACHING SYLLABUS FOR MODULE 3 – PANEL DISCUSSION ON THE IALA RISK MANAGEMENT TOOLBOX</w:t>
      </w:r>
      <w:bookmarkEnd w:id="59"/>
      <w:bookmarkEnd w:id="60"/>
    </w:p>
    <w:p w14:paraId="35333D44" w14:textId="77777777" w:rsidR="0035449D" w:rsidRPr="002521F6" w:rsidRDefault="0035449D" w:rsidP="0035449D">
      <w:pPr>
        <w:pStyle w:val="Headingseparationline-landscape"/>
      </w:pPr>
    </w:p>
    <w:p w14:paraId="3A80AC75" w14:textId="52247927" w:rsidR="00FA00ED" w:rsidRPr="002521F6" w:rsidRDefault="00FA00ED" w:rsidP="00FA00ED">
      <w:pPr>
        <w:pStyle w:val="Tablecaption"/>
      </w:pPr>
      <w:bookmarkStart w:id="61" w:name="_Toc449169127"/>
      <w:r w:rsidRPr="002521F6">
        <w:t xml:space="preserve">Detailed Teaching Syllabus </w:t>
      </w:r>
      <w:r w:rsidR="004A58F7">
        <w:t xml:space="preserve">- </w:t>
      </w:r>
      <w:r w:rsidRPr="002521F6">
        <w:t>Module 7</w:t>
      </w:r>
      <w:bookmarkEnd w:id="61"/>
    </w:p>
    <w:tbl>
      <w:tblPr>
        <w:tblStyle w:val="TableGrid"/>
        <w:tblW w:w="14148" w:type="dxa"/>
        <w:jc w:val="center"/>
        <w:tblLook w:val="04A0" w:firstRow="1" w:lastRow="0" w:firstColumn="1" w:lastColumn="0" w:noHBand="0" w:noVBand="1"/>
      </w:tblPr>
      <w:tblGrid>
        <w:gridCol w:w="544"/>
        <w:gridCol w:w="699"/>
        <w:gridCol w:w="848"/>
        <w:gridCol w:w="5964"/>
        <w:gridCol w:w="641"/>
        <w:gridCol w:w="1696"/>
        <w:gridCol w:w="3075"/>
        <w:gridCol w:w="681"/>
      </w:tblGrid>
      <w:tr w:rsidR="00FA00ED" w:rsidRPr="002521F6" w14:paraId="53DD64E7" w14:textId="77777777" w:rsidTr="001B0758">
        <w:trPr>
          <w:cantSplit/>
          <w:trHeight w:val="1514"/>
          <w:jc w:val="center"/>
        </w:trPr>
        <w:tc>
          <w:tcPr>
            <w:tcW w:w="495" w:type="dxa"/>
            <w:textDirection w:val="btLr"/>
            <w:vAlign w:val="center"/>
          </w:tcPr>
          <w:p w14:paraId="7564E30F" w14:textId="77777777" w:rsidR="00FA00ED" w:rsidRPr="002521F6" w:rsidRDefault="00FA00ED" w:rsidP="00FA00ED">
            <w:pPr>
              <w:pStyle w:val="Tableheading"/>
              <w:rPr>
                <w:lang w:val="en-GB"/>
              </w:rPr>
            </w:pPr>
            <w:r w:rsidRPr="002521F6">
              <w:rPr>
                <w:lang w:val="en-GB"/>
              </w:rPr>
              <w:t>Module</w:t>
            </w:r>
          </w:p>
        </w:tc>
        <w:tc>
          <w:tcPr>
            <w:tcW w:w="525" w:type="dxa"/>
            <w:textDirection w:val="btLr"/>
            <w:vAlign w:val="center"/>
          </w:tcPr>
          <w:p w14:paraId="3A67BF7E" w14:textId="77777777" w:rsidR="00FA00ED" w:rsidRPr="002521F6" w:rsidRDefault="00FA00ED" w:rsidP="00FA00ED">
            <w:pPr>
              <w:pStyle w:val="Tableheading"/>
              <w:rPr>
                <w:lang w:val="en-GB"/>
              </w:rPr>
            </w:pPr>
            <w:r w:rsidRPr="002521F6">
              <w:rPr>
                <w:lang w:val="en-GB"/>
              </w:rPr>
              <w:t>Element</w:t>
            </w:r>
          </w:p>
        </w:tc>
        <w:tc>
          <w:tcPr>
            <w:tcW w:w="717" w:type="dxa"/>
            <w:textDirection w:val="btLr"/>
            <w:vAlign w:val="center"/>
          </w:tcPr>
          <w:p w14:paraId="392A2728" w14:textId="77777777" w:rsidR="00FA00ED" w:rsidRPr="002521F6" w:rsidRDefault="00FA00ED" w:rsidP="00FA00ED">
            <w:pPr>
              <w:pStyle w:val="Tableheading"/>
              <w:rPr>
                <w:lang w:val="en-GB"/>
              </w:rPr>
            </w:pPr>
            <w:r w:rsidRPr="002521F6">
              <w:rPr>
                <w:lang w:val="en-GB"/>
              </w:rPr>
              <w:t>Sub-element</w:t>
            </w:r>
          </w:p>
        </w:tc>
        <w:tc>
          <w:tcPr>
            <w:tcW w:w="6271" w:type="dxa"/>
            <w:vAlign w:val="center"/>
          </w:tcPr>
          <w:p w14:paraId="212CEFF7" w14:textId="77777777" w:rsidR="00FA00ED" w:rsidRPr="002521F6" w:rsidRDefault="00FA00ED" w:rsidP="00FA00ED">
            <w:pPr>
              <w:pStyle w:val="Tableheading"/>
              <w:rPr>
                <w:lang w:val="en-GB"/>
              </w:rPr>
            </w:pPr>
            <w:r w:rsidRPr="002521F6">
              <w:rPr>
                <w:lang w:val="en-GB"/>
              </w:rPr>
              <w:t>Subject</w:t>
            </w:r>
          </w:p>
        </w:tc>
        <w:tc>
          <w:tcPr>
            <w:tcW w:w="648" w:type="dxa"/>
            <w:textDirection w:val="btLr"/>
            <w:vAlign w:val="center"/>
          </w:tcPr>
          <w:p w14:paraId="53FEA6AE" w14:textId="77777777" w:rsidR="00FA00ED" w:rsidRPr="002521F6" w:rsidRDefault="00FA00ED" w:rsidP="00FA00ED">
            <w:pPr>
              <w:pStyle w:val="Tableheading"/>
              <w:rPr>
                <w:lang w:val="en-GB"/>
              </w:rPr>
            </w:pPr>
            <w:r w:rsidRPr="002521F6">
              <w:rPr>
                <w:lang w:val="en-GB"/>
              </w:rPr>
              <w:t>Level of Competence</w:t>
            </w:r>
          </w:p>
        </w:tc>
        <w:tc>
          <w:tcPr>
            <w:tcW w:w="1650" w:type="dxa"/>
            <w:vAlign w:val="center"/>
          </w:tcPr>
          <w:p w14:paraId="6B4D33C8" w14:textId="77777777" w:rsidR="00FA00ED" w:rsidRPr="002521F6" w:rsidRDefault="00FA00ED" w:rsidP="00FA00ED">
            <w:pPr>
              <w:pStyle w:val="Tableheading"/>
              <w:rPr>
                <w:lang w:val="en-GB"/>
              </w:rPr>
            </w:pPr>
            <w:r w:rsidRPr="002521F6">
              <w:rPr>
                <w:lang w:val="en-GB"/>
              </w:rPr>
              <w:t>Recommended training aids and exercises</w:t>
            </w:r>
          </w:p>
        </w:tc>
        <w:tc>
          <w:tcPr>
            <w:tcW w:w="3158" w:type="dxa"/>
            <w:vAlign w:val="center"/>
          </w:tcPr>
          <w:p w14:paraId="0BC85FF1" w14:textId="77777777" w:rsidR="00FA00ED" w:rsidRPr="002521F6" w:rsidRDefault="00FA00ED" w:rsidP="00FA00ED">
            <w:pPr>
              <w:pStyle w:val="Tableheading"/>
              <w:rPr>
                <w:lang w:val="en-GB"/>
              </w:rPr>
            </w:pPr>
            <w:r w:rsidRPr="002521F6">
              <w:rPr>
                <w:lang w:val="en-GB"/>
              </w:rPr>
              <w:t>References</w:t>
            </w:r>
          </w:p>
          <w:p w14:paraId="211563C4" w14:textId="77777777" w:rsidR="00FA00ED" w:rsidRPr="002521F6" w:rsidRDefault="00FA00ED" w:rsidP="00FA00ED">
            <w:pPr>
              <w:pStyle w:val="Tableheading"/>
              <w:rPr>
                <w:lang w:val="en-GB"/>
              </w:rPr>
            </w:pPr>
          </w:p>
          <w:p w14:paraId="4CA1070E" w14:textId="77777777" w:rsidR="00FA00ED" w:rsidRPr="002521F6" w:rsidRDefault="00FA00ED" w:rsidP="00FA00ED">
            <w:pPr>
              <w:pStyle w:val="Tableheading"/>
              <w:rPr>
                <w:lang w:val="en-GB"/>
              </w:rPr>
            </w:pPr>
            <w:r w:rsidRPr="002521F6">
              <w:rPr>
                <w:lang w:val="en-GB"/>
              </w:rPr>
              <w:t>Rec = Recommendation</w:t>
            </w:r>
          </w:p>
          <w:p w14:paraId="58988E68" w14:textId="77777777" w:rsidR="00FA00ED" w:rsidRPr="002521F6" w:rsidRDefault="00FA00ED" w:rsidP="00FA00ED">
            <w:pPr>
              <w:pStyle w:val="Tableheading"/>
              <w:rPr>
                <w:lang w:val="en-GB"/>
              </w:rPr>
            </w:pPr>
            <w:r w:rsidRPr="002521F6">
              <w:rPr>
                <w:lang w:val="en-GB"/>
              </w:rPr>
              <w:t>GL   = Guideline</w:t>
            </w:r>
          </w:p>
        </w:tc>
        <w:tc>
          <w:tcPr>
            <w:tcW w:w="684" w:type="dxa"/>
            <w:textDirection w:val="btLr"/>
            <w:vAlign w:val="center"/>
          </w:tcPr>
          <w:p w14:paraId="6F9C2251" w14:textId="77777777" w:rsidR="00FA00ED" w:rsidRPr="002521F6" w:rsidRDefault="00FA00ED" w:rsidP="00FA00ED">
            <w:pPr>
              <w:pStyle w:val="Tableheading"/>
              <w:rPr>
                <w:lang w:val="en-GB"/>
              </w:rPr>
            </w:pPr>
            <w:r w:rsidRPr="002521F6">
              <w:rPr>
                <w:lang w:val="en-GB"/>
              </w:rPr>
              <w:t>Lecture No.</w:t>
            </w:r>
          </w:p>
        </w:tc>
      </w:tr>
      <w:tr w:rsidR="00FA00ED" w:rsidRPr="002521F6" w14:paraId="711916CB" w14:textId="77777777" w:rsidTr="00FA00ED">
        <w:trPr>
          <w:jc w:val="center"/>
        </w:trPr>
        <w:tc>
          <w:tcPr>
            <w:tcW w:w="495" w:type="dxa"/>
            <w:shd w:val="clear" w:color="auto" w:fill="auto"/>
            <w:vAlign w:val="center"/>
          </w:tcPr>
          <w:p w14:paraId="6F74C5E9" w14:textId="77777777" w:rsidR="00FA00ED" w:rsidRPr="002521F6" w:rsidRDefault="00FA00ED" w:rsidP="00FA00ED">
            <w:pPr>
              <w:pStyle w:val="Tabletext"/>
              <w:rPr>
                <w:b/>
              </w:rPr>
            </w:pPr>
            <w:r w:rsidRPr="002521F6">
              <w:rPr>
                <w:b/>
              </w:rPr>
              <w:t>7</w:t>
            </w:r>
          </w:p>
        </w:tc>
        <w:tc>
          <w:tcPr>
            <w:tcW w:w="525" w:type="dxa"/>
            <w:shd w:val="clear" w:color="auto" w:fill="00AFAA"/>
            <w:vAlign w:val="center"/>
          </w:tcPr>
          <w:p w14:paraId="6DD96D3C" w14:textId="77777777" w:rsidR="00FA00ED" w:rsidRPr="002521F6" w:rsidRDefault="00FA00ED" w:rsidP="00FA00ED">
            <w:pPr>
              <w:pStyle w:val="Tabletext"/>
              <w:rPr>
                <w:b/>
              </w:rPr>
            </w:pPr>
          </w:p>
        </w:tc>
        <w:tc>
          <w:tcPr>
            <w:tcW w:w="717" w:type="dxa"/>
            <w:shd w:val="clear" w:color="auto" w:fill="00AFAA"/>
            <w:vAlign w:val="center"/>
          </w:tcPr>
          <w:p w14:paraId="49407EB9" w14:textId="77777777" w:rsidR="00FA00ED" w:rsidRPr="002521F6" w:rsidRDefault="00FA00ED" w:rsidP="00FA00ED">
            <w:pPr>
              <w:pStyle w:val="Tabletext"/>
              <w:rPr>
                <w:b/>
              </w:rPr>
            </w:pPr>
          </w:p>
        </w:tc>
        <w:tc>
          <w:tcPr>
            <w:tcW w:w="6271" w:type="dxa"/>
            <w:shd w:val="clear" w:color="auto" w:fill="auto"/>
            <w:vAlign w:val="center"/>
          </w:tcPr>
          <w:p w14:paraId="4A4A56A6" w14:textId="77777777" w:rsidR="00FA00ED" w:rsidRPr="002521F6" w:rsidRDefault="00FA00ED" w:rsidP="00FA00ED">
            <w:pPr>
              <w:pStyle w:val="Tabletext"/>
              <w:jc w:val="center"/>
              <w:rPr>
                <w:b/>
              </w:rPr>
            </w:pPr>
            <w:r w:rsidRPr="002521F6">
              <w:rPr>
                <w:b/>
              </w:rPr>
              <w:t>DISCUSSION ON THE IALA RISK MANAGEMENT TOOLBOX</w:t>
            </w:r>
          </w:p>
        </w:tc>
        <w:tc>
          <w:tcPr>
            <w:tcW w:w="6140" w:type="dxa"/>
            <w:gridSpan w:val="4"/>
            <w:vMerge w:val="restart"/>
            <w:shd w:val="clear" w:color="auto" w:fill="00AFAA"/>
            <w:vAlign w:val="center"/>
          </w:tcPr>
          <w:p w14:paraId="20EAF72C" w14:textId="77777777" w:rsidR="00FA00ED" w:rsidRPr="002521F6" w:rsidRDefault="00FA00ED" w:rsidP="00FA00ED">
            <w:pPr>
              <w:pStyle w:val="Tabletext"/>
              <w:rPr>
                <w:b/>
              </w:rPr>
            </w:pPr>
          </w:p>
        </w:tc>
      </w:tr>
      <w:tr w:rsidR="00FA00ED" w:rsidRPr="002521F6" w14:paraId="3F7E2B71" w14:textId="77777777" w:rsidTr="00FA00ED">
        <w:trPr>
          <w:jc w:val="center"/>
        </w:trPr>
        <w:tc>
          <w:tcPr>
            <w:tcW w:w="495" w:type="dxa"/>
            <w:shd w:val="clear" w:color="auto" w:fill="auto"/>
            <w:vAlign w:val="center"/>
          </w:tcPr>
          <w:p w14:paraId="6A8C5258" w14:textId="77777777" w:rsidR="00FA00ED" w:rsidRPr="002521F6" w:rsidRDefault="00FA00ED" w:rsidP="00FA00ED">
            <w:pPr>
              <w:pStyle w:val="Tabletext"/>
              <w:rPr>
                <w:b/>
              </w:rPr>
            </w:pPr>
          </w:p>
        </w:tc>
        <w:tc>
          <w:tcPr>
            <w:tcW w:w="525" w:type="dxa"/>
            <w:shd w:val="clear" w:color="auto" w:fill="auto"/>
            <w:vAlign w:val="center"/>
          </w:tcPr>
          <w:p w14:paraId="243FE9B0" w14:textId="77777777" w:rsidR="00FA00ED" w:rsidRPr="002521F6" w:rsidRDefault="00FA00ED" w:rsidP="00FA00ED">
            <w:pPr>
              <w:pStyle w:val="Tabletext"/>
              <w:rPr>
                <w:b/>
              </w:rPr>
            </w:pPr>
            <w:r w:rsidRPr="002521F6">
              <w:rPr>
                <w:b/>
              </w:rPr>
              <w:t>7.1</w:t>
            </w:r>
          </w:p>
        </w:tc>
        <w:tc>
          <w:tcPr>
            <w:tcW w:w="717" w:type="dxa"/>
            <w:shd w:val="clear" w:color="auto" w:fill="00AFAA"/>
            <w:vAlign w:val="center"/>
          </w:tcPr>
          <w:p w14:paraId="42F4D81C" w14:textId="77777777" w:rsidR="00FA00ED" w:rsidRPr="002521F6" w:rsidRDefault="00FA00ED" w:rsidP="00FA00ED">
            <w:pPr>
              <w:pStyle w:val="Tabletext"/>
              <w:rPr>
                <w:b/>
              </w:rPr>
            </w:pPr>
          </w:p>
        </w:tc>
        <w:tc>
          <w:tcPr>
            <w:tcW w:w="6271" w:type="dxa"/>
            <w:shd w:val="clear" w:color="auto" w:fill="auto"/>
            <w:vAlign w:val="center"/>
          </w:tcPr>
          <w:p w14:paraId="4613757A" w14:textId="77777777" w:rsidR="00FA00ED" w:rsidRPr="002521F6" w:rsidRDefault="00FA00ED" w:rsidP="00FA00ED">
            <w:pPr>
              <w:pStyle w:val="Tabletext"/>
              <w:rPr>
                <w:b/>
              </w:rPr>
            </w:pPr>
            <w:r w:rsidRPr="002521F6">
              <w:rPr>
                <w:b/>
              </w:rPr>
              <w:t>Summary of interaction between Risk Management Tools</w:t>
            </w:r>
          </w:p>
        </w:tc>
        <w:tc>
          <w:tcPr>
            <w:tcW w:w="6140" w:type="dxa"/>
            <w:gridSpan w:val="4"/>
            <w:vMerge/>
            <w:shd w:val="clear" w:color="auto" w:fill="00AFAA"/>
            <w:vAlign w:val="center"/>
          </w:tcPr>
          <w:p w14:paraId="738E91D9" w14:textId="77777777" w:rsidR="00FA00ED" w:rsidRPr="002521F6" w:rsidRDefault="00FA00ED" w:rsidP="00FA00ED">
            <w:pPr>
              <w:pStyle w:val="Tabletext"/>
              <w:rPr>
                <w:b/>
              </w:rPr>
            </w:pPr>
          </w:p>
        </w:tc>
      </w:tr>
      <w:tr w:rsidR="00FA00ED" w:rsidRPr="002521F6" w14:paraId="57CFB9AE" w14:textId="77777777" w:rsidTr="00FA00ED">
        <w:trPr>
          <w:jc w:val="center"/>
        </w:trPr>
        <w:tc>
          <w:tcPr>
            <w:tcW w:w="495" w:type="dxa"/>
            <w:shd w:val="clear" w:color="auto" w:fill="auto"/>
            <w:vAlign w:val="center"/>
          </w:tcPr>
          <w:p w14:paraId="66556065" w14:textId="77777777" w:rsidR="00FA00ED" w:rsidRPr="002521F6" w:rsidRDefault="00FA00ED" w:rsidP="00FA00ED">
            <w:pPr>
              <w:pStyle w:val="Tabletext"/>
            </w:pPr>
          </w:p>
        </w:tc>
        <w:tc>
          <w:tcPr>
            <w:tcW w:w="525" w:type="dxa"/>
            <w:shd w:val="clear" w:color="auto" w:fill="auto"/>
            <w:vAlign w:val="center"/>
          </w:tcPr>
          <w:p w14:paraId="745FF46E" w14:textId="77777777" w:rsidR="00FA00ED" w:rsidRPr="002521F6" w:rsidRDefault="00FA00ED" w:rsidP="00FA00ED">
            <w:pPr>
              <w:pStyle w:val="Tabletext"/>
            </w:pPr>
          </w:p>
        </w:tc>
        <w:tc>
          <w:tcPr>
            <w:tcW w:w="717" w:type="dxa"/>
            <w:shd w:val="clear" w:color="auto" w:fill="auto"/>
            <w:vAlign w:val="center"/>
          </w:tcPr>
          <w:p w14:paraId="203115D3" w14:textId="77777777" w:rsidR="00FA00ED" w:rsidRPr="002521F6" w:rsidRDefault="00FA00ED" w:rsidP="00FA00ED">
            <w:pPr>
              <w:pStyle w:val="Tabletext"/>
            </w:pPr>
            <w:r w:rsidRPr="002521F6">
              <w:t>7.1.1</w:t>
            </w:r>
          </w:p>
        </w:tc>
        <w:tc>
          <w:tcPr>
            <w:tcW w:w="6271" w:type="dxa"/>
            <w:shd w:val="clear" w:color="auto" w:fill="auto"/>
            <w:vAlign w:val="center"/>
          </w:tcPr>
          <w:p w14:paraId="161F0EDB" w14:textId="77777777" w:rsidR="00FA00ED" w:rsidRPr="002521F6" w:rsidRDefault="00FA00ED" w:rsidP="00FA00ED">
            <w:pPr>
              <w:pStyle w:val="Tabletext"/>
              <w:jc w:val="right"/>
            </w:pPr>
            <w:r w:rsidRPr="002521F6">
              <w:t>Sequence of use of IALA risk Management Tools</w:t>
            </w:r>
          </w:p>
        </w:tc>
        <w:tc>
          <w:tcPr>
            <w:tcW w:w="648" w:type="dxa"/>
            <w:vMerge w:val="restart"/>
            <w:shd w:val="clear" w:color="auto" w:fill="auto"/>
            <w:vAlign w:val="center"/>
          </w:tcPr>
          <w:p w14:paraId="40899ACF" w14:textId="77777777" w:rsidR="00FA00ED" w:rsidRPr="002521F6" w:rsidRDefault="00FA00ED" w:rsidP="00FA00ED">
            <w:pPr>
              <w:pStyle w:val="Tabletext"/>
            </w:pPr>
            <w:r w:rsidRPr="002521F6">
              <w:t>2</w:t>
            </w:r>
          </w:p>
        </w:tc>
        <w:tc>
          <w:tcPr>
            <w:tcW w:w="1650" w:type="dxa"/>
            <w:vMerge w:val="restart"/>
            <w:shd w:val="clear" w:color="auto" w:fill="auto"/>
            <w:vAlign w:val="center"/>
          </w:tcPr>
          <w:p w14:paraId="7A04DA53" w14:textId="77777777" w:rsidR="00FA00ED" w:rsidRPr="002521F6" w:rsidRDefault="00FA00ED" w:rsidP="00FA00ED">
            <w:pPr>
              <w:pStyle w:val="Tabletext"/>
            </w:pPr>
            <w:r w:rsidRPr="002521F6">
              <w:t>Discussion led by panel of experts</w:t>
            </w:r>
          </w:p>
        </w:tc>
        <w:tc>
          <w:tcPr>
            <w:tcW w:w="3158" w:type="dxa"/>
            <w:vMerge w:val="restart"/>
            <w:shd w:val="clear" w:color="auto" w:fill="auto"/>
            <w:vAlign w:val="center"/>
          </w:tcPr>
          <w:p w14:paraId="2738AE45" w14:textId="77777777" w:rsidR="00FA00ED" w:rsidRPr="002521F6" w:rsidRDefault="00FA00ED" w:rsidP="00FA00ED">
            <w:pPr>
              <w:pStyle w:val="Tabletext"/>
            </w:pPr>
          </w:p>
        </w:tc>
        <w:tc>
          <w:tcPr>
            <w:tcW w:w="684" w:type="dxa"/>
            <w:vMerge w:val="restart"/>
            <w:shd w:val="clear" w:color="auto" w:fill="auto"/>
            <w:vAlign w:val="center"/>
          </w:tcPr>
          <w:p w14:paraId="44825A51" w14:textId="77777777" w:rsidR="00FA00ED" w:rsidRPr="002521F6" w:rsidRDefault="00FA00ED" w:rsidP="00FA00ED">
            <w:pPr>
              <w:pStyle w:val="Tabletext"/>
            </w:pPr>
            <w:r w:rsidRPr="002521F6">
              <w:t>19</w:t>
            </w:r>
          </w:p>
        </w:tc>
      </w:tr>
      <w:tr w:rsidR="00FA00ED" w:rsidRPr="002521F6" w14:paraId="75DB4F1C" w14:textId="77777777" w:rsidTr="00FA00ED">
        <w:trPr>
          <w:jc w:val="center"/>
        </w:trPr>
        <w:tc>
          <w:tcPr>
            <w:tcW w:w="495" w:type="dxa"/>
            <w:shd w:val="clear" w:color="auto" w:fill="auto"/>
            <w:vAlign w:val="center"/>
          </w:tcPr>
          <w:p w14:paraId="57132366" w14:textId="77777777" w:rsidR="00FA00ED" w:rsidRPr="002521F6" w:rsidRDefault="00FA00ED" w:rsidP="00FA00ED">
            <w:pPr>
              <w:pStyle w:val="Tabletext"/>
            </w:pPr>
          </w:p>
        </w:tc>
        <w:tc>
          <w:tcPr>
            <w:tcW w:w="525" w:type="dxa"/>
            <w:shd w:val="clear" w:color="auto" w:fill="auto"/>
            <w:vAlign w:val="center"/>
          </w:tcPr>
          <w:p w14:paraId="1441DC12" w14:textId="77777777" w:rsidR="00FA00ED" w:rsidRPr="002521F6" w:rsidRDefault="00FA00ED" w:rsidP="00FA00ED">
            <w:pPr>
              <w:pStyle w:val="Tabletext"/>
            </w:pPr>
          </w:p>
        </w:tc>
        <w:tc>
          <w:tcPr>
            <w:tcW w:w="717" w:type="dxa"/>
            <w:shd w:val="clear" w:color="auto" w:fill="auto"/>
            <w:vAlign w:val="center"/>
          </w:tcPr>
          <w:p w14:paraId="3DA4541D" w14:textId="77777777" w:rsidR="00FA00ED" w:rsidRPr="002521F6" w:rsidRDefault="00FA00ED" w:rsidP="00FA00ED">
            <w:pPr>
              <w:pStyle w:val="Tabletext"/>
            </w:pPr>
            <w:r w:rsidRPr="002521F6">
              <w:t>7.1.2</w:t>
            </w:r>
          </w:p>
        </w:tc>
        <w:tc>
          <w:tcPr>
            <w:tcW w:w="6271" w:type="dxa"/>
            <w:shd w:val="clear" w:color="auto" w:fill="auto"/>
            <w:vAlign w:val="center"/>
          </w:tcPr>
          <w:p w14:paraId="643BB181" w14:textId="77777777" w:rsidR="00FA00ED" w:rsidRPr="002521F6" w:rsidRDefault="00FA00ED" w:rsidP="00FA00ED">
            <w:pPr>
              <w:pStyle w:val="Tabletext"/>
              <w:jc w:val="right"/>
            </w:pPr>
            <w:r w:rsidRPr="002521F6">
              <w:t>Regional review: future use of the IALA Risk Management Toolbox</w:t>
            </w:r>
          </w:p>
        </w:tc>
        <w:tc>
          <w:tcPr>
            <w:tcW w:w="648" w:type="dxa"/>
            <w:vMerge/>
            <w:shd w:val="clear" w:color="auto" w:fill="auto"/>
            <w:vAlign w:val="center"/>
          </w:tcPr>
          <w:p w14:paraId="61157AF4" w14:textId="77777777" w:rsidR="00FA00ED" w:rsidRPr="002521F6" w:rsidRDefault="00FA00ED" w:rsidP="00FA00ED">
            <w:pPr>
              <w:pStyle w:val="Tabletext"/>
            </w:pPr>
          </w:p>
        </w:tc>
        <w:tc>
          <w:tcPr>
            <w:tcW w:w="1650" w:type="dxa"/>
            <w:vMerge/>
            <w:shd w:val="clear" w:color="auto" w:fill="auto"/>
            <w:vAlign w:val="center"/>
          </w:tcPr>
          <w:p w14:paraId="101ABB5C" w14:textId="77777777" w:rsidR="00FA00ED" w:rsidRPr="002521F6" w:rsidRDefault="00FA00ED" w:rsidP="00FA00ED">
            <w:pPr>
              <w:pStyle w:val="Tabletext"/>
            </w:pPr>
          </w:p>
        </w:tc>
        <w:tc>
          <w:tcPr>
            <w:tcW w:w="3158" w:type="dxa"/>
            <w:vMerge/>
            <w:shd w:val="clear" w:color="auto" w:fill="auto"/>
            <w:vAlign w:val="center"/>
          </w:tcPr>
          <w:p w14:paraId="6C926E4B" w14:textId="77777777" w:rsidR="00FA00ED" w:rsidRPr="002521F6" w:rsidRDefault="00FA00ED" w:rsidP="00FA00ED">
            <w:pPr>
              <w:pStyle w:val="Tabletext"/>
            </w:pPr>
          </w:p>
        </w:tc>
        <w:tc>
          <w:tcPr>
            <w:tcW w:w="684" w:type="dxa"/>
            <w:vMerge/>
            <w:shd w:val="clear" w:color="auto" w:fill="auto"/>
            <w:vAlign w:val="center"/>
          </w:tcPr>
          <w:p w14:paraId="489E2417" w14:textId="77777777" w:rsidR="00FA00ED" w:rsidRPr="002521F6" w:rsidRDefault="00FA00ED" w:rsidP="00FA00ED">
            <w:pPr>
              <w:pStyle w:val="Tabletext"/>
            </w:pPr>
          </w:p>
        </w:tc>
      </w:tr>
    </w:tbl>
    <w:p w14:paraId="7976CD52" w14:textId="77777777" w:rsidR="00FA00ED" w:rsidRPr="002521F6" w:rsidRDefault="00FA00ED" w:rsidP="00FA00ED">
      <w:pPr>
        <w:pStyle w:val="List1"/>
        <w:numPr>
          <w:ilvl w:val="0"/>
          <w:numId w:val="0"/>
        </w:numPr>
        <w:ind w:left="567"/>
        <w:jc w:val="right"/>
        <w:rPr>
          <w:b/>
        </w:rPr>
      </w:pPr>
    </w:p>
    <w:p w14:paraId="4AB67353" w14:textId="2756BD2D" w:rsidR="00BA7C48" w:rsidRPr="001266CA" w:rsidRDefault="00BA7C48" w:rsidP="001266CA">
      <w:pPr>
        <w:pStyle w:val="BodyText"/>
        <w:rPr>
          <w:rFonts w:ascii="Times New Roman" w:hAnsi="Times New Roman"/>
          <w:sz w:val="24"/>
          <w:szCs w:val="24"/>
        </w:rPr>
      </w:pPr>
      <w:bookmarkStart w:id="62" w:name="_GoBack"/>
      <w:bookmarkEnd w:id="62"/>
    </w:p>
    <w:sectPr w:rsidR="00BA7C48" w:rsidRPr="001266CA" w:rsidSect="0035449D">
      <w:headerReference w:type="default" r:id="rId20"/>
      <w:footerReference w:type="default" r:id="rId21"/>
      <w:pgSz w:w="16838" w:h="11906" w:orient="landscape" w:code="9"/>
      <w:pgMar w:top="907" w:right="567" w:bottom="794" w:left="567" w:header="851" w:footer="85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7444D0" w14:textId="77777777" w:rsidR="00B1638E" w:rsidRDefault="00B1638E" w:rsidP="003274DB">
      <w:r>
        <w:separator/>
      </w:r>
    </w:p>
    <w:p w14:paraId="7280C038" w14:textId="77777777" w:rsidR="00B1638E" w:rsidRDefault="00B1638E"/>
    <w:p w14:paraId="505B0A52" w14:textId="77777777" w:rsidR="00B1638E" w:rsidRDefault="00B1638E"/>
    <w:p w14:paraId="4FA7CDDF" w14:textId="77777777" w:rsidR="00B1638E" w:rsidRDefault="00B1638E"/>
  </w:endnote>
  <w:endnote w:type="continuationSeparator" w:id="0">
    <w:p w14:paraId="37D71542" w14:textId="77777777" w:rsidR="00B1638E" w:rsidRDefault="00B1638E" w:rsidP="003274DB">
      <w:r>
        <w:continuationSeparator/>
      </w:r>
    </w:p>
    <w:p w14:paraId="51575620" w14:textId="77777777" w:rsidR="00B1638E" w:rsidRDefault="00B1638E"/>
    <w:p w14:paraId="1E8FD89A" w14:textId="77777777" w:rsidR="00B1638E" w:rsidRDefault="00B1638E"/>
    <w:p w14:paraId="0F7550A8" w14:textId="77777777" w:rsidR="00B1638E" w:rsidRDefault="00B163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E2B2A" w14:textId="77777777" w:rsidR="000F5C25" w:rsidRDefault="000F5C25" w:rsidP="008747E0">
    <w:pPr>
      <w:pStyle w:val="Footer"/>
    </w:pPr>
    <w:r>
      <w:rPr>
        <w:noProof/>
        <w:lang w:val="en-US"/>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97A370"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F5AD974" w14:textId="77777777" w:rsidR="000F5C25" w:rsidRPr="00ED2A8D" w:rsidRDefault="000F5C25" w:rsidP="008747E0">
    <w:pPr>
      <w:pStyle w:val="Footer"/>
    </w:pPr>
    <w:r w:rsidRPr="00442889">
      <w:rPr>
        <w:noProof/>
        <w:lang w:val="en-US"/>
      </w:rPr>
      <w:drawing>
        <wp:anchor distT="0" distB="0" distL="114300" distR="114300" simplePos="0" relativeHeight="251661312" behindDoc="1" locked="0" layoutInCell="1" allowOverlap="1" wp14:anchorId="689C5235" wp14:editId="500AAC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B54FFE6" w14:textId="77777777" w:rsidR="000F5C25" w:rsidRPr="00ED2A8D" w:rsidRDefault="000F5C25" w:rsidP="008747E0">
    <w:pPr>
      <w:pStyle w:val="Footer"/>
    </w:pPr>
  </w:p>
  <w:p w14:paraId="26E9DC58" w14:textId="77777777" w:rsidR="000F5C25" w:rsidRPr="00ED2A8D" w:rsidRDefault="000F5C25" w:rsidP="008747E0">
    <w:pPr>
      <w:pStyle w:val="Footer"/>
    </w:pPr>
  </w:p>
  <w:p w14:paraId="74B6E1E0" w14:textId="77777777" w:rsidR="000F5C25" w:rsidRPr="00ED2A8D" w:rsidRDefault="000F5C25" w:rsidP="008747E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CC64F" w14:textId="77777777" w:rsidR="000F5C25" w:rsidRPr="003028AF" w:rsidRDefault="000F5C25" w:rsidP="003028AF">
    <w:pPr>
      <w:pStyle w:val="Footer"/>
      <w:rPr>
        <w:sz w:val="15"/>
        <w:szCs w:val="15"/>
      </w:rPr>
    </w:pPr>
  </w:p>
  <w:p w14:paraId="3170B192" w14:textId="77777777" w:rsidR="000F5C25" w:rsidRDefault="000F5C25" w:rsidP="00AB4A21">
    <w:pPr>
      <w:pStyle w:val="Footerportrait"/>
    </w:pPr>
  </w:p>
  <w:p w14:paraId="3122D953" w14:textId="2C258E5F" w:rsidR="000F5C25" w:rsidRPr="004C6CA4" w:rsidRDefault="00DE5A16" w:rsidP="004C6CA4">
    <w:pPr>
      <w:pStyle w:val="Footerportrait"/>
      <w:rPr>
        <w:rStyle w:val="PageNumber"/>
      </w:rPr>
    </w:pPr>
    <w:fldSimple w:instr=" STYLEREF &quot;Document type&quot; \* MERGEFORMAT ">
      <w:r w:rsidR="001266CA">
        <w:t>IALA Model Course</w:t>
      </w:r>
    </w:fldSimple>
    <w:r w:rsidR="000F5C25">
      <w:t xml:space="preserve"> </w:t>
    </w:r>
    <w:fldSimple w:instr=" STYLEREF &quot;Document number&quot; \* MERGEFORMAT ">
      <w:r w:rsidR="001266CA">
        <w:t>L1 3</w:t>
      </w:r>
    </w:fldSimple>
    <w:r w:rsidR="000F5C25" w:rsidRPr="00C907DF">
      <w:t xml:space="preserve"> –</w:t>
    </w:r>
    <w:r w:rsidR="000F5C25">
      <w:t xml:space="preserve"> </w:t>
    </w:r>
    <w:fldSimple w:instr=" STYLEREF &quot;Document name&quot; \* MERGEFORMAT ">
      <w:r w:rsidR="001266CA">
        <w:t>Level 1 - Use of the IALA Risk Management Tools</w:t>
      </w:r>
    </w:fldSimple>
    <w:r w:rsidR="000F5C25">
      <w:tab/>
    </w:r>
  </w:p>
  <w:p w14:paraId="20F821B1" w14:textId="37D38CF5" w:rsidR="000F5C25" w:rsidRPr="003028AF" w:rsidRDefault="00DE5A16" w:rsidP="004C6CA4">
    <w:pPr>
      <w:pStyle w:val="Footerportrait"/>
    </w:pPr>
    <w:fldSimple w:instr=" STYLEREF &quot;Edition number&quot; \* MERGEFORMAT ">
      <w:r w:rsidR="001266CA" w:rsidRPr="001266CA">
        <w:rPr>
          <w:bCs/>
        </w:rPr>
        <w:t>Edition 2.0</w:t>
      </w:r>
    </w:fldSimple>
    <w:r w:rsidR="000F5C25" w:rsidRPr="003028AF">
      <w:t xml:space="preserve">  </w:t>
    </w:r>
    <w:fldSimple w:instr=" STYLEREF &quot;Document date&quot; \* MERGEFORMAT ">
      <w:r w:rsidR="001266CA" w:rsidRPr="001266CA">
        <w:rPr>
          <w:bCs/>
        </w:rPr>
        <w:t>December 2015</w:t>
      </w:r>
    </w:fldSimple>
    <w:r w:rsidR="000F5C25" w:rsidRPr="003028AF">
      <w:tab/>
    </w:r>
    <w:r w:rsidR="000F5C25" w:rsidRPr="004C6CA4">
      <w:rPr>
        <w:rStyle w:val="PageNumber"/>
        <w:szCs w:val="15"/>
      </w:rPr>
      <w:t xml:space="preserve">P </w:t>
    </w:r>
    <w:r w:rsidR="000F5C25" w:rsidRPr="004C6CA4">
      <w:rPr>
        <w:rStyle w:val="PageNumber"/>
        <w:szCs w:val="15"/>
      </w:rPr>
      <w:fldChar w:fldCharType="begin"/>
    </w:r>
    <w:r w:rsidR="000F5C25" w:rsidRPr="004C6CA4">
      <w:rPr>
        <w:rStyle w:val="PageNumber"/>
        <w:szCs w:val="15"/>
      </w:rPr>
      <w:instrText xml:space="preserve">PAGE  </w:instrText>
    </w:r>
    <w:r w:rsidR="000F5C25" w:rsidRPr="004C6CA4">
      <w:rPr>
        <w:rStyle w:val="PageNumber"/>
        <w:szCs w:val="15"/>
      </w:rPr>
      <w:fldChar w:fldCharType="separate"/>
    </w:r>
    <w:r w:rsidR="001266CA">
      <w:rPr>
        <w:rStyle w:val="PageNumber"/>
        <w:szCs w:val="15"/>
      </w:rPr>
      <w:t>4</w:t>
    </w:r>
    <w:r w:rsidR="000F5C25" w:rsidRPr="004C6CA4">
      <w:rPr>
        <w:rStyle w:val="PageNumber"/>
        <w:szCs w:val="15"/>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64132" w14:textId="77777777" w:rsidR="000F5C25" w:rsidRPr="007A6476" w:rsidRDefault="000F5C25" w:rsidP="007A6476">
    <w:pPr>
      <w:pStyle w:val="Footer"/>
      <w:rPr>
        <w:sz w:val="15"/>
        <w:szCs w:val="15"/>
      </w:rPr>
    </w:pPr>
  </w:p>
  <w:p w14:paraId="78CFD1A2" w14:textId="77777777" w:rsidR="000F5C25" w:rsidRDefault="000F5C25" w:rsidP="007A6476">
    <w:pPr>
      <w:pStyle w:val="Footerportrait"/>
    </w:pPr>
  </w:p>
  <w:p w14:paraId="57AA3613" w14:textId="2D7BBA91" w:rsidR="000F5C25" w:rsidRPr="00C907DF" w:rsidRDefault="000F5C25" w:rsidP="00292085">
    <w:pPr>
      <w:pStyle w:val="Footerlandscape"/>
      <w:tabs>
        <w:tab w:val="right" w:pos="15704"/>
      </w:tabs>
      <w:rPr>
        <w:szCs w:val="15"/>
      </w:rPr>
    </w:pPr>
    <w:r>
      <w:rPr>
        <w:szCs w:val="15"/>
      </w:rPr>
      <w:fldChar w:fldCharType="begin"/>
    </w:r>
    <w:r>
      <w:rPr>
        <w:szCs w:val="15"/>
      </w:rPr>
      <w:instrText xml:space="preserve"> STYLEREF "Document type" \* MERGEFORMAT </w:instrText>
    </w:r>
    <w:r>
      <w:rPr>
        <w:szCs w:val="15"/>
      </w:rPr>
      <w:fldChar w:fldCharType="separate"/>
    </w:r>
    <w:r w:rsidR="001266CA">
      <w:rPr>
        <w:noProof/>
        <w:szCs w:val="15"/>
      </w:rPr>
      <w:t>IALA Model Course</w:t>
    </w:r>
    <w:r>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1266CA">
      <w:rPr>
        <w:noProof/>
        <w:szCs w:val="15"/>
      </w:rPr>
      <w:t>L1 3</w:t>
    </w:r>
    <w:r>
      <w:rPr>
        <w:szCs w:val="15"/>
      </w:rPr>
      <w:fldChar w:fldCharType="end"/>
    </w:r>
    <w:r w:rsidRPr="00C907DF">
      <w:rPr>
        <w:szCs w:val="15"/>
      </w:rPr>
      <w:t xml:space="preserve"> –</w:t>
    </w:r>
    <w:r>
      <w:rPr>
        <w:szCs w:val="15"/>
      </w:rPr>
      <w:t xml:space="preserve"> </w:t>
    </w:r>
    <w:fldSimple w:instr=" STYLEREF &quot;Document name&quot; \* MERGEFORMAT ">
      <w:r w:rsidR="001266CA">
        <w:rPr>
          <w:noProof/>
        </w:rPr>
        <w:t>Level 1 - Use of the IALA Risk Management Tools</w:t>
      </w:r>
    </w:fldSimple>
    <w:r>
      <w:rPr>
        <w:szCs w:val="15"/>
      </w:rPr>
      <w:tab/>
    </w:r>
  </w:p>
  <w:p w14:paraId="37E96B6B" w14:textId="77777777" w:rsidR="000F5C25" w:rsidRPr="00292085" w:rsidRDefault="00DE5A16" w:rsidP="00CC48B9">
    <w:pPr>
      <w:pStyle w:val="Footerlandscape"/>
    </w:pPr>
    <w:fldSimple w:instr=" STYLEREF &quot;Edition number&quot; \* MERGEFORMAT ">
      <w:r w:rsidR="001266CA" w:rsidRPr="001266CA">
        <w:rPr>
          <w:bCs/>
          <w:noProof/>
        </w:rPr>
        <w:t>Edition 2.0</w:t>
      </w:r>
    </w:fldSimple>
    <w:r w:rsidR="000F5C25" w:rsidRPr="003028AF">
      <w:t xml:space="preserve">  </w:t>
    </w:r>
    <w:fldSimple w:instr=" STYLEREF &quot;Document date&quot; \* MERGEFORMAT ">
      <w:r w:rsidR="001266CA" w:rsidRPr="001266CA">
        <w:rPr>
          <w:bCs/>
          <w:noProof/>
        </w:rPr>
        <w:t>December 2015</w:t>
      </w:r>
    </w:fldSimple>
    <w:r w:rsidR="000F5C25">
      <w:tab/>
    </w:r>
    <w:r w:rsidR="000F5C25" w:rsidRPr="007A6476">
      <w:t xml:space="preserve">P </w:t>
    </w:r>
    <w:r w:rsidR="000F5C25" w:rsidRPr="007A6476">
      <w:fldChar w:fldCharType="begin"/>
    </w:r>
    <w:r w:rsidR="000F5C25" w:rsidRPr="007A6476">
      <w:instrText xml:space="preserve">PAGE  </w:instrText>
    </w:r>
    <w:r w:rsidR="000F5C25" w:rsidRPr="007A6476">
      <w:fldChar w:fldCharType="separate"/>
    </w:r>
    <w:r w:rsidR="001266CA">
      <w:rPr>
        <w:noProof/>
      </w:rPr>
      <w:t>8</w:t>
    </w:r>
    <w:r w:rsidR="000F5C25" w:rsidRPr="007A6476">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58EF1" w14:textId="77777777" w:rsidR="000F5C25" w:rsidRPr="002C5134" w:rsidRDefault="000F5C25" w:rsidP="002C5134">
    <w:pPr>
      <w:pStyle w:val="Footer"/>
      <w:rPr>
        <w:sz w:val="15"/>
        <w:szCs w:val="15"/>
      </w:rPr>
    </w:pPr>
  </w:p>
  <w:p w14:paraId="57E989F1" w14:textId="77777777" w:rsidR="000F5C25" w:rsidRDefault="000F5C25" w:rsidP="00E50CEB">
    <w:pPr>
      <w:pStyle w:val="Footerlandscape"/>
    </w:pPr>
  </w:p>
  <w:p w14:paraId="355DCCF3" w14:textId="6EF129C3" w:rsidR="000F5C25" w:rsidRPr="00C907DF" w:rsidRDefault="00DE5A16" w:rsidP="00E50CEB">
    <w:pPr>
      <w:pStyle w:val="Footerlandscape"/>
      <w:rPr>
        <w:rStyle w:val="PageNumber"/>
        <w:szCs w:val="15"/>
      </w:rPr>
    </w:pPr>
    <w:fldSimple w:instr=" STYLEREF &quot;Document type&quot; \* MERGEFORMAT ">
      <w:r w:rsidR="001266CA">
        <w:rPr>
          <w:noProof/>
        </w:rPr>
        <w:t>IALA Model Course</w:t>
      </w:r>
    </w:fldSimple>
    <w:r w:rsidR="000F5C25">
      <w:t xml:space="preserve"> </w:t>
    </w:r>
    <w:fldSimple w:instr=" STYLEREF &quot;Document number&quot; \* MERGEFORMAT ">
      <w:r w:rsidR="001266CA">
        <w:rPr>
          <w:noProof/>
        </w:rPr>
        <w:t>L1 3</w:t>
      </w:r>
    </w:fldSimple>
    <w:r w:rsidR="000F5C25" w:rsidRPr="00C907DF">
      <w:t xml:space="preserve"> –</w:t>
    </w:r>
    <w:r w:rsidR="000F5C25">
      <w:t xml:space="preserve"> </w:t>
    </w:r>
    <w:fldSimple w:instr=" STYLEREF &quot;Document name&quot; \* MERGEFORMAT ">
      <w:r w:rsidR="001266CA">
        <w:rPr>
          <w:noProof/>
        </w:rPr>
        <w:t>Level 1 - Use of the IALA Risk Management Tools</w:t>
      </w:r>
    </w:fldSimple>
  </w:p>
  <w:p w14:paraId="6A8C5D6B" w14:textId="77777777" w:rsidR="000F5C25" w:rsidRPr="00480D65" w:rsidRDefault="00DE5A16" w:rsidP="00E50CEB">
    <w:pPr>
      <w:pStyle w:val="Footerlandscape"/>
    </w:pPr>
    <w:fldSimple w:instr=" STYLEREF &quot;Edition number&quot; \* MERGEFORMAT ">
      <w:r w:rsidR="001266CA" w:rsidRPr="001266CA">
        <w:rPr>
          <w:bCs/>
          <w:noProof/>
        </w:rPr>
        <w:t>Edition 2.0</w:t>
      </w:r>
    </w:fldSimple>
    <w:r w:rsidR="000F5C25">
      <w:t xml:space="preserve">  </w:t>
    </w:r>
    <w:fldSimple w:instr=" STYLEREF &quot;Document date&quot; \* MERGEFORMAT ">
      <w:r w:rsidR="001266CA" w:rsidRPr="001266CA">
        <w:rPr>
          <w:bCs/>
          <w:noProof/>
        </w:rPr>
        <w:t>December 2015</w:t>
      </w:r>
    </w:fldSimple>
    <w:r w:rsidR="000F5C25" w:rsidRPr="00C907DF">
      <w:tab/>
    </w:r>
    <w:r w:rsidR="000F5C25" w:rsidRPr="002C5134">
      <w:t xml:space="preserve">P </w:t>
    </w:r>
    <w:r w:rsidR="000F5C25" w:rsidRPr="002C5134">
      <w:fldChar w:fldCharType="begin"/>
    </w:r>
    <w:r w:rsidR="000F5C25" w:rsidRPr="002C5134">
      <w:instrText xml:space="preserve">PAGE  </w:instrText>
    </w:r>
    <w:r w:rsidR="000F5C25" w:rsidRPr="002C5134">
      <w:fldChar w:fldCharType="separate"/>
    </w:r>
    <w:r w:rsidR="001266CA">
      <w:rPr>
        <w:noProof/>
      </w:rPr>
      <w:t>21</w:t>
    </w:r>
    <w:r w:rsidR="000F5C25" w:rsidRPr="002C5134">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C7215B" w14:textId="77777777" w:rsidR="00B1638E" w:rsidRDefault="00B1638E" w:rsidP="003274DB">
      <w:r>
        <w:separator/>
      </w:r>
    </w:p>
    <w:p w14:paraId="59576C7C" w14:textId="77777777" w:rsidR="00B1638E" w:rsidRDefault="00B1638E"/>
    <w:p w14:paraId="09E9B561" w14:textId="77777777" w:rsidR="00B1638E" w:rsidRDefault="00B1638E"/>
    <w:p w14:paraId="65E00607" w14:textId="77777777" w:rsidR="00B1638E" w:rsidRDefault="00B1638E"/>
  </w:footnote>
  <w:footnote w:type="continuationSeparator" w:id="0">
    <w:p w14:paraId="6013C66B" w14:textId="77777777" w:rsidR="00B1638E" w:rsidRDefault="00B1638E" w:rsidP="003274DB">
      <w:r>
        <w:continuationSeparator/>
      </w:r>
    </w:p>
    <w:p w14:paraId="71AFEEAE" w14:textId="77777777" w:rsidR="00B1638E" w:rsidRDefault="00B1638E"/>
    <w:p w14:paraId="05647410" w14:textId="77777777" w:rsidR="00B1638E" w:rsidRDefault="00B1638E"/>
    <w:p w14:paraId="79C53E2F" w14:textId="77777777" w:rsidR="00B1638E" w:rsidRDefault="00B1638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97B0D" w14:textId="77777777" w:rsidR="000F5C25" w:rsidRPr="00ED2A8D" w:rsidRDefault="000F5C25" w:rsidP="008747E0">
    <w:pPr>
      <w:pStyle w:val="Header"/>
    </w:pPr>
    <w:r w:rsidRPr="00442889">
      <w:rPr>
        <w:noProof/>
        <w:lang w:val="en-US"/>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2D29602" w14:textId="77777777" w:rsidR="000F5C25" w:rsidRPr="00ED2A8D" w:rsidRDefault="000F5C25" w:rsidP="008747E0">
    <w:pPr>
      <w:pStyle w:val="Header"/>
    </w:pPr>
  </w:p>
  <w:p w14:paraId="43D1C755" w14:textId="77777777" w:rsidR="000F5C25" w:rsidRDefault="000F5C25" w:rsidP="008747E0">
    <w:pPr>
      <w:pStyle w:val="Header"/>
    </w:pPr>
  </w:p>
  <w:p w14:paraId="61D8E457" w14:textId="77777777" w:rsidR="000F5C25" w:rsidRDefault="000F5C25" w:rsidP="008747E0">
    <w:pPr>
      <w:pStyle w:val="Header"/>
    </w:pPr>
  </w:p>
  <w:p w14:paraId="58BCBCFD" w14:textId="77777777" w:rsidR="000F5C25" w:rsidRDefault="000F5C25" w:rsidP="008747E0">
    <w:pPr>
      <w:pStyle w:val="Header"/>
    </w:pPr>
  </w:p>
  <w:p w14:paraId="5BAB1884" w14:textId="77777777" w:rsidR="000F5C25" w:rsidRDefault="000F5C25" w:rsidP="008747E0">
    <w:pPr>
      <w:pStyle w:val="Header"/>
    </w:pPr>
  </w:p>
  <w:p w14:paraId="4DD85B4A" w14:textId="77777777" w:rsidR="000F5C25" w:rsidRDefault="000F5C25" w:rsidP="008747E0">
    <w:pPr>
      <w:pStyle w:val="Header"/>
    </w:pPr>
    <w:r>
      <w:rPr>
        <w:noProof/>
        <w:lang w:val="en-US"/>
      </w:rPr>
      <w:drawing>
        <wp:anchor distT="0" distB="0" distL="114300" distR="114300" simplePos="0" relativeHeight="251656189" behindDoc="1" locked="0" layoutInCell="1" allowOverlap="1" wp14:anchorId="5BE99025" wp14:editId="2A4BC59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0F5C25" w:rsidRPr="00ED2A8D" w:rsidRDefault="000F5C25" w:rsidP="008747E0">
    <w:pPr>
      <w:pStyle w:val="Header"/>
    </w:pPr>
  </w:p>
  <w:p w14:paraId="41F33213" w14:textId="77777777" w:rsidR="000F5C25" w:rsidRPr="00ED2A8D" w:rsidRDefault="000F5C25" w:rsidP="001349DB">
    <w:pPr>
      <w:pStyle w:val="Header"/>
      <w:spacing w:line="360" w:lineRule="exac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7703E" w14:textId="77777777" w:rsidR="000F5C25" w:rsidRPr="00ED2A8D" w:rsidRDefault="000F5C25" w:rsidP="008747E0">
    <w:pPr>
      <w:pStyle w:val="Header"/>
    </w:pPr>
    <w:r>
      <w:rPr>
        <w:noProof/>
        <w:lang w:val="en-US"/>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0F5C25" w:rsidRPr="00ED2A8D" w:rsidRDefault="000F5C25" w:rsidP="008747E0">
    <w:pPr>
      <w:pStyle w:val="Header"/>
    </w:pPr>
  </w:p>
  <w:p w14:paraId="6D3E8DA9" w14:textId="77777777" w:rsidR="000F5C25" w:rsidRDefault="000F5C25" w:rsidP="008747E0">
    <w:pPr>
      <w:pStyle w:val="Header"/>
    </w:pPr>
  </w:p>
  <w:p w14:paraId="13CD8389" w14:textId="77777777" w:rsidR="000F5C25" w:rsidRDefault="000F5C25" w:rsidP="008747E0">
    <w:pPr>
      <w:pStyle w:val="Header"/>
    </w:pPr>
  </w:p>
  <w:p w14:paraId="4E3BCB0D" w14:textId="77777777" w:rsidR="000F5C25" w:rsidRDefault="000F5C25" w:rsidP="008747E0">
    <w:pPr>
      <w:pStyle w:val="Header"/>
    </w:pPr>
  </w:p>
  <w:p w14:paraId="66E998F9" w14:textId="77777777" w:rsidR="000F5C25" w:rsidRPr="00441393" w:rsidRDefault="000F5C25" w:rsidP="00441393">
    <w:pPr>
      <w:pStyle w:val="Contents"/>
    </w:pPr>
    <w:r>
      <w:t>DOCUMENT REVISION</w:t>
    </w:r>
  </w:p>
  <w:p w14:paraId="2A9E6DD6" w14:textId="77777777" w:rsidR="000F5C25" w:rsidRPr="00ED2A8D" w:rsidRDefault="000F5C25" w:rsidP="008747E0">
    <w:pPr>
      <w:pStyle w:val="Header"/>
    </w:pPr>
  </w:p>
  <w:p w14:paraId="1AE87B5E" w14:textId="77777777" w:rsidR="000F5C25" w:rsidRPr="00AC33A2" w:rsidRDefault="000F5C25" w:rsidP="0078486B">
    <w:pPr>
      <w:pStyle w:val="Header"/>
      <w:spacing w:line="140" w:lineRule="exac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F4C5D" w14:textId="77777777" w:rsidR="000F5C25" w:rsidRPr="00ED2A8D" w:rsidRDefault="000F5C25" w:rsidP="008747E0">
    <w:pPr>
      <w:pStyle w:val="Header"/>
    </w:pPr>
    <w:r>
      <w:rPr>
        <w:noProof/>
        <w:lang w:val="en-US"/>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0F5C25" w:rsidRPr="00ED2A8D" w:rsidRDefault="000F5C25" w:rsidP="008747E0">
    <w:pPr>
      <w:pStyle w:val="Header"/>
    </w:pPr>
  </w:p>
  <w:p w14:paraId="7CBC1758" w14:textId="77777777" w:rsidR="000F5C25" w:rsidRDefault="000F5C25" w:rsidP="008747E0">
    <w:pPr>
      <w:pStyle w:val="Header"/>
    </w:pPr>
  </w:p>
  <w:p w14:paraId="56D896C9" w14:textId="77777777" w:rsidR="000F5C25" w:rsidRDefault="000F5C25" w:rsidP="008747E0">
    <w:pPr>
      <w:pStyle w:val="Header"/>
    </w:pPr>
  </w:p>
  <w:p w14:paraId="4E1D74C3" w14:textId="77777777" w:rsidR="000F5C25" w:rsidRDefault="000F5C25" w:rsidP="008747E0">
    <w:pPr>
      <w:pStyle w:val="Header"/>
    </w:pPr>
  </w:p>
  <w:p w14:paraId="5B152B37" w14:textId="77777777" w:rsidR="000F5C25" w:rsidRPr="00441393" w:rsidRDefault="000F5C25" w:rsidP="00441393">
    <w:pPr>
      <w:pStyle w:val="Contents"/>
    </w:pPr>
    <w:r>
      <w:t>CONTENTS</w:t>
    </w:r>
  </w:p>
  <w:p w14:paraId="5627B6AB" w14:textId="77777777" w:rsidR="000F5C25" w:rsidRPr="00ED2A8D" w:rsidRDefault="000F5C25" w:rsidP="008747E0">
    <w:pPr>
      <w:pStyle w:val="Header"/>
    </w:pPr>
  </w:p>
  <w:p w14:paraId="4C97A838" w14:textId="77777777" w:rsidR="000F5C25" w:rsidRPr="00AC33A2" w:rsidRDefault="000F5C25" w:rsidP="0078486B">
    <w:pPr>
      <w:pStyle w:val="Header"/>
      <w:spacing w:line="140" w:lineRule="exact"/>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53D4D" w14:textId="77777777" w:rsidR="000F5C25" w:rsidRDefault="000F5C25">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7A759" w14:textId="0E56E6F1" w:rsidR="000F5C25" w:rsidRDefault="000F5C25" w:rsidP="00292085">
    <w:pPr>
      <w:pStyle w:val="Header"/>
    </w:pPr>
    <w:r>
      <w:rPr>
        <w:noProof/>
        <w:lang w:val="en-US"/>
      </w:rPr>
      <w:drawing>
        <wp:anchor distT="0" distB="0" distL="114300" distR="114300" simplePos="0" relativeHeight="251739136" behindDoc="1" locked="0" layoutInCell="1" allowOverlap="1" wp14:anchorId="0E9E03DE" wp14:editId="32C9F718">
          <wp:simplePos x="0" y="0"/>
          <wp:positionH relativeFrom="page">
            <wp:posOffset>6853799</wp:posOffset>
          </wp:positionH>
          <wp:positionV relativeFrom="page">
            <wp:posOffset>3663</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E7921" w14:textId="77777777" w:rsidR="000F5C25" w:rsidRDefault="000F5C25">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B53EA" w14:textId="77777777" w:rsidR="000F5C25" w:rsidRDefault="000F5C25" w:rsidP="00480D65">
    <w:pPr>
      <w:pStyle w:val="Header"/>
    </w:pPr>
    <w:r>
      <w:rPr>
        <w:noProof/>
        <w:lang w:val="en-US"/>
      </w:rPr>
      <w:drawing>
        <wp:anchor distT="0" distB="0" distL="114300" distR="114300" simplePos="0" relativeHeight="251678720" behindDoc="1" locked="0" layoutInCell="1" allowOverlap="1" wp14:anchorId="2EECDB2B" wp14:editId="6EC13144">
          <wp:simplePos x="0" y="0"/>
          <wp:positionH relativeFrom="page">
            <wp:posOffset>9995444</wp:posOffset>
          </wp:positionH>
          <wp:positionV relativeFrom="page">
            <wp:posOffset>-107950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15EEA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7C22FF0"/>
    <w:lvl w:ilvl="0">
      <w:start w:val="1"/>
      <w:numFmt w:val="decimal"/>
      <w:lvlText w:val="%1."/>
      <w:lvlJc w:val="left"/>
      <w:pPr>
        <w:tabs>
          <w:tab w:val="num" w:pos="1800"/>
        </w:tabs>
        <w:ind w:left="1800" w:hanging="360"/>
      </w:pPr>
    </w:lvl>
  </w:abstractNum>
  <w:abstractNum w:abstractNumId="2">
    <w:nsid w:val="FFFFFF7D"/>
    <w:multiLevelType w:val="singleLevel"/>
    <w:tmpl w:val="7E7491FE"/>
    <w:lvl w:ilvl="0">
      <w:start w:val="1"/>
      <w:numFmt w:val="decimal"/>
      <w:lvlText w:val="%1."/>
      <w:lvlJc w:val="left"/>
      <w:pPr>
        <w:tabs>
          <w:tab w:val="num" w:pos="1440"/>
        </w:tabs>
        <w:ind w:left="1440" w:hanging="360"/>
      </w:pPr>
    </w:lvl>
  </w:abstractNum>
  <w:abstractNum w:abstractNumId="3">
    <w:nsid w:val="FFFFFF7F"/>
    <w:multiLevelType w:val="singleLevel"/>
    <w:tmpl w:val="FFD65426"/>
    <w:lvl w:ilvl="0">
      <w:start w:val="1"/>
      <w:numFmt w:val="decimal"/>
      <w:lvlText w:val="%1."/>
      <w:lvlJc w:val="left"/>
      <w:pPr>
        <w:tabs>
          <w:tab w:val="num" w:pos="720"/>
        </w:tabs>
        <w:ind w:left="720" w:hanging="360"/>
      </w:pPr>
    </w:lvl>
  </w:abstractNum>
  <w:abstractNum w:abstractNumId="4">
    <w:nsid w:val="FFFFFF80"/>
    <w:multiLevelType w:val="singleLevel"/>
    <w:tmpl w:val="32F8ABE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674C55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40A8F9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48141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B1E8B85E"/>
    <w:lvl w:ilvl="0">
      <w:start w:val="1"/>
      <w:numFmt w:val="bullet"/>
      <w:lvlText w:val=""/>
      <w:lvlJc w:val="left"/>
      <w:pPr>
        <w:tabs>
          <w:tab w:val="num" w:pos="360"/>
        </w:tabs>
        <w:ind w:left="360" w:hanging="360"/>
      </w:pPr>
      <w:rPr>
        <w:rFonts w:ascii="Symbol" w:hAnsi="Symbol" w:hint="default"/>
      </w:rPr>
    </w:lvl>
  </w:abstractNum>
  <w:abstractNum w:abstractNumId="10">
    <w:nsid w:val="0A261241"/>
    <w:multiLevelType w:val="hybridMultilevel"/>
    <w:tmpl w:val="5E0087FC"/>
    <w:lvl w:ilvl="0" w:tplc="BB74CFCC">
      <w:start w:val="14"/>
      <w:numFmt w:val="bullet"/>
      <w:lvlText w:val="-"/>
      <w:lvlJc w:val="left"/>
      <w:pPr>
        <w:ind w:left="440" w:hanging="360"/>
      </w:pPr>
      <w:rPr>
        <w:rFonts w:ascii="Calibri" w:eastAsiaTheme="minorHAnsi" w:hAnsi="Calibri" w:cstheme="minorBidi"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0B75E14"/>
    <w:multiLevelType w:val="multilevel"/>
    <w:tmpl w:val="2E189C9C"/>
    <w:lvl w:ilvl="0">
      <w:start w:val="1"/>
      <w:numFmt w:val="decimal"/>
      <w:suff w:val="nothing"/>
      <w:lvlText w:val="MODULE %1"/>
      <w:lvlJc w:val="left"/>
      <w:pPr>
        <w:ind w:left="1843" w:hanging="1843"/>
      </w:pPr>
      <w:rPr>
        <w:rFonts w:asciiTheme="minorHAnsi" w:hAnsiTheme="minorHAnsi" w:hint="default"/>
        <w:b/>
        <w:i w:val="0"/>
        <w:color w:val="009FDF"/>
        <w:sz w:val="3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0AB65E28"/>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4746673"/>
    <w:multiLevelType w:val="multilevel"/>
    <w:tmpl w:val="CB3EA5AA"/>
    <w:lvl w:ilvl="0">
      <w:start w:val="1"/>
      <w:numFmt w:val="decimal"/>
      <w:suff w:val="nothing"/>
      <w:lvlText w:val="MODULE %1"/>
      <w:lvlJc w:val="left"/>
      <w:pPr>
        <w:ind w:left="0" w:firstLine="0"/>
      </w:pPr>
      <w:rPr>
        <w:rFonts w:asciiTheme="minorHAnsi" w:hAnsiTheme="minorHAnsi" w:hint="default"/>
        <w:b/>
        <w:i w:val="0"/>
        <w:sz w:val="3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09A08AB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2D92510"/>
    <w:multiLevelType w:val="multilevel"/>
    <w:tmpl w:val="04AA5AD8"/>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7">
    <w:nsid w:val="6416624B"/>
    <w:multiLevelType w:val="hybridMultilevel"/>
    <w:tmpl w:val="4ADE83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8">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6AFC218C"/>
    <w:multiLevelType w:val="multilevel"/>
    <w:tmpl w:val="DAE8B788"/>
    <w:lvl w:ilvl="0">
      <w:start w:val="1"/>
      <w:numFmt w:val="decimal"/>
      <w:suff w:val="nothing"/>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06C3C40"/>
    <w:multiLevelType w:val="multilevel"/>
    <w:tmpl w:val="5E72C35C"/>
    <w:lvl w:ilvl="0">
      <w:start w:val="1"/>
      <w:numFmt w:val="decimal"/>
      <w:suff w:val="space"/>
      <w:lvlText w:val="%1."/>
      <w:lvlJc w:val="left"/>
      <w:pPr>
        <w:ind w:left="0" w:firstLine="0"/>
      </w:pPr>
      <w:rPr>
        <w:rFonts w:ascii="Calibri" w:hAnsi="Calibri" w:hint="default"/>
        <w:b/>
        <w:bCs/>
        <w:i w:val="0"/>
        <w:iCs w:val="0"/>
        <w:caps/>
        <w:strike w:val="0"/>
        <w:dstrike w:val="0"/>
        <w:vanish w:val="0"/>
        <w:color w:val="00AFAA"/>
        <w:sz w:val="28"/>
        <w:szCs w:val="28"/>
        <w:u w:val="none"/>
        <w:vertAlign w:val="baseline"/>
      </w:rPr>
    </w:lvl>
    <w:lvl w:ilvl="1">
      <w:start w:val="1"/>
      <w:numFmt w:val="decimal"/>
      <w:suff w:val="space"/>
      <w:lvlText w:val="%1.%2."/>
      <w:lvlJc w:val="left"/>
      <w:pPr>
        <w:ind w:left="0" w:firstLine="0"/>
      </w:pPr>
      <w:rPr>
        <w:rFonts w:ascii="Calibri" w:hAnsi="Calibri" w:hint="default"/>
        <w:b/>
        <w:i w:val="0"/>
        <w:caps/>
        <w:strike w:val="0"/>
        <w:dstrike w:val="0"/>
        <w:vanish w:val="0"/>
        <w:color w:val="00AFAA"/>
        <w:sz w:val="24"/>
        <w:u w:val="none"/>
        <w:vertAlign w:val="baseline"/>
      </w:rPr>
    </w:lvl>
    <w:lvl w:ilvl="2">
      <w:start w:val="1"/>
      <w:numFmt w:val="decimal"/>
      <w:suff w:val="space"/>
      <w:lvlText w:val="%1.%2.%3."/>
      <w:lvlJc w:val="left"/>
      <w:pPr>
        <w:ind w:left="0" w:firstLine="0"/>
      </w:pPr>
      <w:rPr>
        <w:rFonts w:ascii="Calibri" w:hAnsi="Calibri" w:hint="default"/>
        <w:b/>
        <w:i w:val="0"/>
        <w:caps/>
        <w:strike w:val="0"/>
        <w:dstrike w:val="0"/>
        <w:vanish w:val="0"/>
        <w:color w:val="00AFAA"/>
        <w:sz w:val="22"/>
        <w:vertAlign w:val="baseline"/>
      </w:rPr>
    </w:lvl>
    <w:lvl w:ilvl="3">
      <w:start w:val="1"/>
      <w:numFmt w:val="decimal"/>
      <w:suff w:val="space"/>
      <w:lvlText w:val="%1.%2.%3.%4"/>
      <w:lvlJc w:val="left"/>
      <w:pPr>
        <w:ind w:left="0" w:firstLine="0"/>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BB11B89"/>
    <w:multiLevelType w:val="hybridMultilevel"/>
    <w:tmpl w:val="64DCC9CA"/>
    <w:lvl w:ilvl="0" w:tplc="D44E2B6C">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1"/>
  </w:num>
  <w:num w:numId="12">
    <w:abstractNumId w:val="23"/>
  </w:num>
  <w:num w:numId="13">
    <w:abstractNumId w:val="17"/>
  </w:num>
  <w:num w:numId="14">
    <w:abstractNumId w:val="11"/>
  </w:num>
  <w:num w:numId="15">
    <w:abstractNumId w:val="20"/>
  </w:num>
  <w:num w:numId="16">
    <w:abstractNumId w:val="24"/>
  </w:num>
  <w:num w:numId="17">
    <w:abstractNumId w:val="34"/>
  </w:num>
  <w:num w:numId="18">
    <w:abstractNumId w:val="31"/>
  </w:num>
  <w:num w:numId="19">
    <w:abstractNumId w:val="22"/>
  </w:num>
  <w:num w:numId="20">
    <w:abstractNumId w:val="19"/>
  </w:num>
  <w:num w:numId="21">
    <w:abstractNumId w:val="28"/>
  </w:num>
  <w:num w:numId="22">
    <w:abstractNumId w:val="13"/>
  </w:num>
  <w:num w:numId="23">
    <w:abstractNumId w:val="26"/>
  </w:num>
  <w:num w:numId="24">
    <w:abstractNumId w:val="32"/>
  </w:num>
  <w:num w:numId="25">
    <w:abstractNumId w:val="8"/>
  </w:num>
  <w:num w:numId="26">
    <w:abstractNumId w:val="33"/>
  </w:num>
  <w:num w:numId="27">
    <w:abstractNumId w:val="18"/>
  </w:num>
  <w:num w:numId="28">
    <w:abstractNumId w:val="16"/>
  </w:num>
  <w:num w:numId="29">
    <w:abstractNumId w:val="29"/>
  </w:num>
  <w:num w:numId="30">
    <w:abstractNumId w:val="15"/>
  </w:num>
  <w:num w:numId="31">
    <w:abstractNumId w:val="12"/>
  </w:num>
  <w:num w:numId="32">
    <w:abstractNumId w:val="1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54"/>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B52"/>
    <w:rsid w:val="000174F9"/>
    <w:rsid w:val="000249C2"/>
    <w:rsid w:val="000258F6"/>
    <w:rsid w:val="000379A7"/>
    <w:rsid w:val="00040EB8"/>
    <w:rsid w:val="00041CAC"/>
    <w:rsid w:val="000537D0"/>
    <w:rsid w:val="00057B6D"/>
    <w:rsid w:val="00061A7B"/>
    <w:rsid w:val="0008654C"/>
    <w:rsid w:val="000904ED"/>
    <w:rsid w:val="000A27A8"/>
    <w:rsid w:val="000A5291"/>
    <w:rsid w:val="000A6395"/>
    <w:rsid w:val="000B0A23"/>
    <w:rsid w:val="000C10B2"/>
    <w:rsid w:val="000C711B"/>
    <w:rsid w:val="000E3954"/>
    <w:rsid w:val="000E3E52"/>
    <w:rsid w:val="000F0F9F"/>
    <w:rsid w:val="000F3F43"/>
    <w:rsid w:val="000F5C25"/>
    <w:rsid w:val="000F6FF1"/>
    <w:rsid w:val="00113D5B"/>
    <w:rsid w:val="00113EFD"/>
    <w:rsid w:val="00113F8F"/>
    <w:rsid w:val="001205DE"/>
    <w:rsid w:val="001266CA"/>
    <w:rsid w:val="001349DB"/>
    <w:rsid w:val="00136E58"/>
    <w:rsid w:val="00156525"/>
    <w:rsid w:val="00161325"/>
    <w:rsid w:val="0017295E"/>
    <w:rsid w:val="00180C11"/>
    <w:rsid w:val="001836BE"/>
    <w:rsid w:val="001875B1"/>
    <w:rsid w:val="001B0758"/>
    <w:rsid w:val="001D4A3E"/>
    <w:rsid w:val="001E416D"/>
    <w:rsid w:val="00201337"/>
    <w:rsid w:val="002022EA"/>
    <w:rsid w:val="00205B17"/>
    <w:rsid w:val="00205D9B"/>
    <w:rsid w:val="00214898"/>
    <w:rsid w:val="002204DA"/>
    <w:rsid w:val="0022371A"/>
    <w:rsid w:val="002520AD"/>
    <w:rsid w:val="002521F6"/>
    <w:rsid w:val="00257DF8"/>
    <w:rsid w:val="00257E4A"/>
    <w:rsid w:val="0027175D"/>
    <w:rsid w:val="00273C59"/>
    <w:rsid w:val="00274ADD"/>
    <w:rsid w:val="00280DE0"/>
    <w:rsid w:val="00292085"/>
    <w:rsid w:val="002974BA"/>
    <w:rsid w:val="002B58A9"/>
    <w:rsid w:val="002B598C"/>
    <w:rsid w:val="002C5134"/>
    <w:rsid w:val="002C7B21"/>
    <w:rsid w:val="002E4993"/>
    <w:rsid w:val="002E5BAC"/>
    <w:rsid w:val="002E7635"/>
    <w:rsid w:val="002F265A"/>
    <w:rsid w:val="003028AF"/>
    <w:rsid w:val="00305EFE"/>
    <w:rsid w:val="00313D85"/>
    <w:rsid w:val="00315CE3"/>
    <w:rsid w:val="00320639"/>
    <w:rsid w:val="003251FE"/>
    <w:rsid w:val="003274DB"/>
    <w:rsid w:val="00327FBF"/>
    <w:rsid w:val="0035449D"/>
    <w:rsid w:val="00357F84"/>
    <w:rsid w:val="00360ED6"/>
    <w:rsid w:val="0036382D"/>
    <w:rsid w:val="00380350"/>
    <w:rsid w:val="00380B4E"/>
    <w:rsid w:val="003816E4"/>
    <w:rsid w:val="0038629E"/>
    <w:rsid w:val="003A7759"/>
    <w:rsid w:val="003B03EA"/>
    <w:rsid w:val="003C7C34"/>
    <w:rsid w:val="003C7F0E"/>
    <w:rsid w:val="003D0F37"/>
    <w:rsid w:val="003D5150"/>
    <w:rsid w:val="003F191B"/>
    <w:rsid w:val="003F1C3A"/>
    <w:rsid w:val="003F1ECC"/>
    <w:rsid w:val="00404119"/>
    <w:rsid w:val="0042518D"/>
    <w:rsid w:val="0042639D"/>
    <w:rsid w:val="00434423"/>
    <w:rsid w:val="00441393"/>
    <w:rsid w:val="00447CF0"/>
    <w:rsid w:val="00451AE2"/>
    <w:rsid w:val="00456F10"/>
    <w:rsid w:val="00465491"/>
    <w:rsid w:val="00473D57"/>
    <w:rsid w:val="0047453A"/>
    <w:rsid w:val="00480D65"/>
    <w:rsid w:val="00492A8D"/>
    <w:rsid w:val="004940B5"/>
    <w:rsid w:val="004A58F7"/>
    <w:rsid w:val="004C6CA4"/>
    <w:rsid w:val="004E1D57"/>
    <w:rsid w:val="004E2F16"/>
    <w:rsid w:val="004E6EFC"/>
    <w:rsid w:val="00503044"/>
    <w:rsid w:val="00523666"/>
    <w:rsid w:val="00526234"/>
    <w:rsid w:val="00540B91"/>
    <w:rsid w:val="00557434"/>
    <w:rsid w:val="00595415"/>
    <w:rsid w:val="00597652"/>
    <w:rsid w:val="005A080B"/>
    <w:rsid w:val="005B12A5"/>
    <w:rsid w:val="005B2163"/>
    <w:rsid w:val="005B282A"/>
    <w:rsid w:val="005C161A"/>
    <w:rsid w:val="005C1BCB"/>
    <w:rsid w:val="005C2312"/>
    <w:rsid w:val="005C4735"/>
    <w:rsid w:val="005C5C63"/>
    <w:rsid w:val="005D304B"/>
    <w:rsid w:val="005D319A"/>
    <w:rsid w:val="005D6E5D"/>
    <w:rsid w:val="005E3989"/>
    <w:rsid w:val="005E4659"/>
    <w:rsid w:val="005E6557"/>
    <w:rsid w:val="005F1386"/>
    <w:rsid w:val="005F17C2"/>
    <w:rsid w:val="006127AC"/>
    <w:rsid w:val="00617F1B"/>
    <w:rsid w:val="00634A78"/>
    <w:rsid w:val="00642025"/>
    <w:rsid w:val="0065107F"/>
    <w:rsid w:val="00666061"/>
    <w:rsid w:val="00667424"/>
    <w:rsid w:val="00667792"/>
    <w:rsid w:val="00671677"/>
    <w:rsid w:val="006750F2"/>
    <w:rsid w:val="0068553C"/>
    <w:rsid w:val="00685F34"/>
    <w:rsid w:val="006975A8"/>
    <w:rsid w:val="006A2EC5"/>
    <w:rsid w:val="006B1D22"/>
    <w:rsid w:val="006C0D59"/>
    <w:rsid w:val="006E0818"/>
    <w:rsid w:val="006E0E7D"/>
    <w:rsid w:val="006F0449"/>
    <w:rsid w:val="006F1C14"/>
    <w:rsid w:val="0072737A"/>
    <w:rsid w:val="00731DEE"/>
    <w:rsid w:val="00750AF1"/>
    <w:rsid w:val="007542FF"/>
    <w:rsid w:val="007715E8"/>
    <w:rsid w:val="00776004"/>
    <w:rsid w:val="0078486B"/>
    <w:rsid w:val="00785A39"/>
    <w:rsid w:val="00787D8A"/>
    <w:rsid w:val="00790277"/>
    <w:rsid w:val="00791EBC"/>
    <w:rsid w:val="00793577"/>
    <w:rsid w:val="007A446A"/>
    <w:rsid w:val="007A6476"/>
    <w:rsid w:val="007B29A6"/>
    <w:rsid w:val="007B6A93"/>
    <w:rsid w:val="007B7FEC"/>
    <w:rsid w:val="007D0C09"/>
    <w:rsid w:val="007D2107"/>
    <w:rsid w:val="007D5895"/>
    <w:rsid w:val="007D77AB"/>
    <w:rsid w:val="007E3079"/>
    <w:rsid w:val="007E30DF"/>
    <w:rsid w:val="007F7544"/>
    <w:rsid w:val="00800995"/>
    <w:rsid w:val="00815E10"/>
    <w:rsid w:val="008326B2"/>
    <w:rsid w:val="00846831"/>
    <w:rsid w:val="0084683E"/>
    <w:rsid w:val="008533FB"/>
    <w:rsid w:val="00855455"/>
    <w:rsid w:val="008577FC"/>
    <w:rsid w:val="00864E45"/>
    <w:rsid w:val="00865532"/>
    <w:rsid w:val="008737D3"/>
    <w:rsid w:val="008747E0"/>
    <w:rsid w:val="00876841"/>
    <w:rsid w:val="00882B3C"/>
    <w:rsid w:val="00891B41"/>
    <w:rsid w:val="008972C3"/>
    <w:rsid w:val="008B1139"/>
    <w:rsid w:val="008C33B5"/>
    <w:rsid w:val="008D1B79"/>
    <w:rsid w:val="008E1F69"/>
    <w:rsid w:val="008E54F8"/>
    <w:rsid w:val="008F57D8"/>
    <w:rsid w:val="00902834"/>
    <w:rsid w:val="009046C8"/>
    <w:rsid w:val="00913B44"/>
    <w:rsid w:val="00914E26"/>
    <w:rsid w:val="0091590F"/>
    <w:rsid w:val="0092094E"/>
    <w:rsid w:val="009249A2"/>
    <w:rsid w:val="0092540C"/>
    <w:rsid w:val="00925E0F"/>
    <w:rsid w:val="00931A57"/>
    <w:rsid w:val="009414E6"/>
    <w:rsid w:val="0094549B"/>
    <w:rsid w:val="00945B52"/>
    <w:rsid w:val="00971591"/>
    <w:rsid w:val="00974564"/>
    <w:rsid w:val="00974E99"/>
    <w:rsid w:val="009764FA"/>
    <w:rsid w:val="00980192"/>
    <w:rsid w:val="00981FD9"/>
    <w:rsid w:val="0098220E"/>
    <w:rsid w:val="00994D97"/>
    <w:rsid w:val="009A1FCD"/>
    <w:rsid w:val="009B26D0"/>
    <w:rsid w:val="009B785E"/>
    <w:rsid w:val="009C25D3"/>
    <w:rsid w:val="009C26F8"/>
    <w:rsid w:val="009C609E"/>
    <w:rsid w:val="009E16EC"/>
    <w:rsid w:val="009E4A4D"/>
    <w:rsid w:val="009E7ED7"/>
    <w:rsid w:val="009F081F"/>
    <w:rsid w:val="009F1315"/>
    <w:rsid w:val="00A04A9D"/>
    <w:rsid w:val="00A13E56"/>
    <w:rsid w:val="00A16679"/>
    <w:rsid w:val="00A24838"/>
    <w:rsid w:val="00A34B0B"/>
    <w:rsid w:val="00A4308C"/>
    <w:rsid w:val="00A4469B"/>
    <w:rsid w:val="00A549B3"/>
    <w:rsid w:val="00A72ED7"/>
    <w:rsid w:val="00A8083F"/>
    <w:rsid w:val="00A81A12"/>
    <w:rsid w:val="00A84CE0"/>
    <w:rsid w:val="00A86C2A"/>
    <w:rsid w:val="00A90D86"/>
    <w:rsid w:val="00AA3E01"/>
    <w:rsid w:val="00AA7005"/>
    <w:rsid w:val="00AB46CD"/>
    <w:rsid w:val="00AB4A21"/>
    <w:rsid w:val="00AB4FB9"/>
    <w:rsid w:val="00AC33A2"/>
    <w:rsid w:val="00AD4E86"/>
    <w:rsid w:val="00AD585E"/>
    <w:rsid w:val="00AE65F1"/>
    <w:rsid w:val="00AE6BB4"/>
    <w:rsid w:val="00AE74AD"/>
    <w:rsid w:val="00AF159C"/>
    <w:rsid w:val="00B01873"/>
    <w:rsid w:val="00B1638E"/>
    <w:rsid w:val="00B17253"/>
    <w:rsid w:val="00B31A41"/>
    <w:rsid w:val="00B3280D"/>
    <w:rsid w:val="00B40199"/>
    <w:rsid w:val="00B502FF"/>
    <w:rsid w:val="00B67422"/>
    <w:rsid w:val="00B67FEF"/>
    <w:rsid w:val="00B70BD4"/>
    <w:rsid w:val="00B70FA2"/>
    <w:rsid w:val="00B73463"/>
    <w:rsid w:val="00B9016D"/>
    <w:rsid w:val="00BA0F98"/>
    <w:rsid w:val="00BA1517"/>
    <w:rsid w:val="00BA67FD"/>
    <w:rsid w:val="00BA78B9"/>
    <w:rsid w:val="00BA7C48"/>
    <w:rsid w:val="00BB27A6"/>
    <w:rsid w:val="00BB2E2F"/>
    <w:rsid w:val="00BC27F6"/>
    <w:rsid w:val="00BC39F4"/>
    <w:rsid w:val="00BD4D44"/>
    <w:rsid w:val="00BD7EE1"/>
    <w:rsid w:val="00BE5568"/>
    <w:rsid w:val="00BF1358"/>
    <w:rsid w:val="00BF3CB4"/>
    <w:rsid w:val="00C0106D"/>
    <w:rsid w:val="00C133BE"/>
    <w:rsid w:val="00C2048E"/>
    <w:rsid w:val="00C222B4"/>
    <w:rsid w:val="00C352EA"/>
    <w:rsid w:val="00C35CF6"/>
    <w:rsid w:val="00C42E66"/>
    <w:rsid w:val="00C47A15"/>
    <w:rsid w:val="00C533EC"/>
    <w:rsid w:val="00C5470E"/>
    <w:rsid w:val="00C55EFB"/>
    <w:rsid w:val="00C56585"/>
    <w:rsid w:val="00C56B3F"/>
    <w:rsid w:val="00C57CBC"/>
    <w:rsid w:val="00C773D9"/>
    <w:rsid w:val="00C805CB"/>
    <w:rsid w:val="00C80ACE"/>
    <w:rsid w:val="00C81162"/>
    <w:rsid w:val="00C83666"/>
    <w:rsid w:val="00C870B5"/>
    <w:rsid w:val="00C91630"/>
    <w:rsid w:val="00C936F6"/>
    <w:rsid w:val="00C966EB"/>
    <w:rsid w:val="00C9781A"/>
    <w:rsid w:val="00CA04B1"/>
    <w:rsid w:val="00CA2DFC"/>
    <w:rsid w:val="00CA3E18"/>
    <w:rsid w:val="00CB03D4"/>
    <w:rsid w:val="00CB507B"/>
    <w:rsid w:val="00CC35EF"/>
    <w:rsid w:val="00CC48B9"/>
    <w:rsid w:val="00CC5048"/>
    <w:rsid w:val="00CC6246"/>
    <w:rsid w:val="00CE5E46"/>
    <w:rsid w:val="00D1463A"/>
    <w:rsid w:val="00D16B8E"/>
    <w:rsid w:val="00D216A5"/>
    <w:rsid w:val="00D347D9"/>
    <w:rsid w:val="00D3700C"/>
    <w:rsid w:val="00D653B1"/>
    <w:rsid w:val="00D74AE1"/>
    <w:rsid w:val="00D75348"/>
    <w:rsid w:val="00D836DB"/>
    <w:rsid w:val="00D865A8"/>
    <w:rsid w:val="00D92C2D"/>
    <w:rsid w:val="00D95BDA"/>
    <w:rsid w:val="00DA17CD"/>
    <w:rsid w:val="00DB25B3"/>
    <w:rsid w:val="00DB50E4"/>
    <w:rsid w:val="00DC1A1A"/>
    <w:rsid w:val="00DE0893"/>
    <w:rsid w:val="00DE10DD"/>
    <w:rsid w:val="00DE2814"/>
    <w:rsid w:val="00DE5A16"/>
    <w:rsid w:val="00DF5735"/>
    <w:rsid w:val="00E01272"/>
    <w:rsid w:val="00E0327F"/>
    <w:rsid w:val="00E03846"/>
    <w:rsid w:val="00E058DF"/>
    <w:rsid w:val="00E14AC9"/>
    <w:rsid w:val="00E20A7D"/>
    <w:rsid w:val="00E27A2F"/>
    <w:rsid w:val="00E3642C"/>
    <w:rsid w:val="00E400F2"/>
    <w:rsid w:val="00E42A94"/>
    <w:rsid w:val="00E458BF"/>
    <w:rsid w:val="00E50CEB"/>
    <w:rsid w:val="00E57E83"/>
    <w:rsid w:val="00E706E7"/>
    <w:rsid w:val="00E734BE"/>
    <w:rsid w:val="00E84229"/>
    <w:rsid w:val="00E86D30"/>
    <w:rsid w:val="00E90E4E"/>
    <w:rsid w:val="00E92F1E"/>
    <w:rsid w:val="00E9391E"/>
    <w:rsid w:val="00E94691"/>
    <w:rsid w:val="00EA1052"/>
    <w:rsid w:val="00EA218F"/>
    <w:rsid w:val="00EA3C9B"/>
    <w:rsid w:val="00EA4F29"/>
    <w:rsid w:val="00EA5F83"/>
    <w:rsid w:val="00EA668C"/>
    <w:rsid w:val="00EA6F9D"/>
    <w:rsid w:val="00EB3077"/>
    <w:rsid w:val="00EB6F3C"/>
    <w:rsid w:val="00EC1E2C"/>
    <w:rsid w:val="00ED030E"/>
    <w:rsid w:val="00ED1C7D"/>
    <w:rsid w:val="00ED2A8D"/>
    <w:rsid w:val="00EE54CB"/>
    <w:rsid w:val="00EF1C54"/>
    <w:rsid w:val="00EF23C8"/>
    <w:rsid w:val="00EF404B"/>
    <w:rsid w:val="00F00376"/>
    <w:rsid w:val="00F0136E"/>
    <w:rsid w:val="00F02F9B"/>
    <w:rsid w:val="00F157E2"/>
    <w:rsid w:val="00F32DDA"/>
    <w:rsid w:val="00F42554"/>
    <w:rsid w:val="00F47138"/>
    <w:rsid w:val="00F527AC"/>
    <w:rsid w:val="00F61D83"/>
    <w:rsid w:val="00F65874"/>
    <w:rsid w:val="00F65DD1"/>
    <w:rsid w:val="00F70611"/>
    <w:rsid w:val="00F707B3"/>
    <w:rsid w:val="00F71135"/>
    <w:rsid w:val="00F90461"/>
    <w:rsid w:val="00FA00ED"/>
    <w:rsid w:val="00FB16A8"/>
    <w:rsid w:val="00FC378B"/>
    <w:rsid w:val="00FC3977"/>
    <w:rsid w:val="00FC69F8"/>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80">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A6395"/>
    <w:pPr>
      <w:spacing w:after="0" w:line="216" w:lineRule="atLeast"/>
    </w:pPr>
    <w:rPr>
      <w:sz w:val="18"/>
      <w:lang w:val="en-GB"/>
    </w:rPr>
  </w:style>
  <w:style w:type="paragraph" w:styleId="Heading1">
    <w:name w:val="heading 1"/>
    <w:basedOn w:val="Normal"/>
    <w:next w:val="Heading1separatationline"/>
    <w:link w:val="Heading1Char"/>
    <w:qFormat/>
    <w:rsid w:val="000A6395"/>
    <w:pPr>
      <w:keepNext/>
      <w:keepLines/>
      <w:numPr>
        <w:numId w:val="21"/>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0A6395"/>
    <w:pPr>
      <w:keepNext/>
      <w:keepLines/>
      <w:numPr>
        <w:ilvl w:val="1"/>
        <w:numId w:val="21"/>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0A6395"/>
    <w:pPr>
      <w:keepNext/>
      <w:keepLines/>
      <w:numPr>
        <w:ilvl w:val="2"/>
        <w:numId w:val="21"/>
      </w:numPr>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0A6395"/>
    <w:pPr>
      <w:keepNext/>
      <w:keepLines/>
      <w:numPr>
        <w:ilvl w:val="3"/>
        <w:numId w:val="21"/>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0A6395"/>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0A6395"/>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0A639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0A639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0A639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0A6395"/>
    <w:pPr>
      <w:spacing w:after="0" w:line="240" w:lineRule="exact"/>
    </w:pPr>
    <w:rPr>
      <w:sz w:val="20"/>
      <w:lang w:val="en-GB"/>
    </w:rPr>
  </w:style>
  <w:style w:type="character" w:customStyle="1" w:styleId="HeaderChar">
    <w:name w:val="Header Char"/>
    <w:basedOn w:val="DefaultParagraphFont"/>
    <w:link w:val="Header"/>
    <w:rsid w:val="000A6395"/>
    <w:rPr>
      <w:sz w:val="20"/>
      <w:lang w:val="en-GB"/>
    </w:rPr>
  </w:style>
  <w:style w:type="paragraph" w:styleId="Footer">
    <w:name w:val="footer"/>
    <w:link w:val="FooterChar"/>
    <w:rsid w:val="000A6395"/>
    <w:pPr>
      <w:spacing w:after="0" w:line="240" w:lineRule="exact"/>
    </w:pPr>
    <w:rPr>
      <w:sz w:val="20"/>
      <w:lang w:val="en-GB"/>
    </w:rPr>
  </w:style>
  <w:style w:type="character" w:customStyle="1" w:styleId="FooterChar">
    <w:name w:val="Footer Char"/>
    <w:basedOn w:val="DefaultParagraphFont"/>
    <w:link w:val="Footer"/>
    <w:rsid w:val="000A6395"/>
    <w:rPr>
      <w:sz w:val="20"/>
      <w:lang w:val="en-GB"/>
    </w:rPr>
  </w:style>
  <w:style w:type="paragraph" w:styleId="BalloonText">
    <w:name w:val="Balloon Text"/>
    <w:basedOn w:val="Normal"/>
    <w:link w:val="BalloonTextChar"/>
    <w:rsid w:val="000A63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A6395"/>
    <w:rPr>
      <w:rFonts w:ascii="Tahoma" w:hAnsi="Tahoma" w:cs="Tahoma"/>
      <w:sz w:val="16"/>
      <w:szCs w:val="16"/>
      <w:lang w:val="en-GB"/>
    </w:rPr>
  </w:style>
  <w:style w:type="table" w:styleId="TableGrid">
    <w:name w:val="Table Grid"/>
    <w:basedOn w:val="TableNormal"/>
    <w:uiPriority w:val="59"/>
    <w:rsid w:val="000A6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0A6395"/>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0A6395"/>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0A6395"/>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0A6395"/>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0A6395"/>
    <w:pPr>
      <w:ind w:left="360" w:hanging="360"/>
      <w:contextualSpacing/>
    </w:pPr>
    <w:rPr>
      <w:sz w:val="22"/>
    </w:rPr>
  </w:style>
  <w:style w:type="character" w:customStyle="1" w:styleId="Heading4Char">
    <w:name w:val="Heading 4 Char"/>
    <w:basedOn w:val="DefaultParagraphFont"/>
    <w:link w:val="Heading4"/>
    <w:rsid w:val="000A6395"/>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0A6395"/>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0A6395"/>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0A6395"/>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0A6395"/>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0A6395"/>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F0449"/>
    <w:pPr>
      <w:numPr>
        <w:numId w:val="16"/>
      </w:numPr>
      <w:spacing w:after="120"/>
    </w:pPr>
    <w:rPr>
      <w:color w:val="000000" w:themeColor="text1"/>
      <w:sz w:val="22"/>
    </w:rPr>
  </w:style>
  <w:style w:type="paragraph" w:customStyle="1" w:styleId="Bullet2">
    <w:name w:val="Bullet 2"/>
    <w:basedOn w:val="Normal"/>
    <w:link w:val="Bullet2Char"/>
    <w:qFormat/>
    <w:rsid w:val="000A6395"/>
    <w:pPr>
      <w:numPr>
        <w:numId w:val="17"/>
      </w:numPr>
      <w:spacing w:after="120"/>
    </w:pPr>
    <w:rPr>
      <w:color w:val="000000" w:themeColor="text1"/>
      <w:sz w:val="22"/>
    </w:rPr>
  </w:style>
  <w:style w:type="paragraph" w:customStyle="1" w:styleId="Heading1separatationline">
    <w:name w:val="Heading 1 separatation line"/>
    <w:basedOn w:val="Normal"/>
    <w:next w:val="BodyText"/>
    <w:rsid w:val="000A6395"/>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0A6395"/>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0A6395"/>
    <w:pPr>
      <w:spacing w:line="180" w:lineRule="exact"/>
      <w:jc w:val="right"/>
    </w:pPr>
    <w:rPr>
      <w:color w:val="00558C" w:themeColor="accent1"/>
    </w:rPr>
  </w:style>
  <w:style w:type="paragraph" w:customStyle="1" w:styleId="Editionnumber">
    <w:name w:val="Edition number"/>
    <w:basedOn w:val="Normal"/>
    <w:rsid w:val="000A6395"/>
    <w:rPr>
      <w:b/>
      <w:color w:val="00558C" w:themeColor="accent1"/>
      <w:sz w:val="50"/>
      <w:szCs w:val="50"/>
    </w:rPr>
  </w:style>
  <w:style w:type="paragraph" w:customStyle="1" w:styleId="Contents">
    <w:name w:val="Contents"/>
    <w:basedOn w:val="Header"/>
    <w:rsid w:val="000A6395"/>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A6395"/>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0A6395"/>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0A6395"/>
    <w:rPr>
      <w:color w:val="00558C" w:themeColor="accent1"/>
      <w:u w:val="single"/>
    </w:rPr>
  </w:style>
  <w:style w:type="paragraph" w:styleId="ListNumber3">
    <w:name w:val="List Number 3"/>
    <w:basedOn w:val="Normal"/>
    <w:uiPriority w:val="99"/>
    <w:unhideWhenUsed/>
    <w:rsid w:val="000A6395"/>
    <w:pPr>
      <w:contextualSpacing/>
    </w:pPr>
  </w:style>
  <w:style w:type="paragraph" w:styleId="TableofFigures">
    <w:name w:val="table of figures"/>
    <w:basedOn w:val="Normal"/>
    <w:next w:val="Normal"/>
    <w:uiPriority w:val="99"/>
    <w:rsid w:val="000A6395"/>
    <w:pPr>
      <w:tabs>
        <w:tab w:val="right" w:leader="dot" w:pos="9781"/>
      </w:tabs>
      <w:spacing w:after="60"/>
      <w:ind w:left="1276" w:hanging="1276"/>
    </w:pPr>
    <w:rPr>
      <w:i/>
      <w:sz w:val="22"/>
    </w:rPr>
  </w:style>
  <w:style w:type="paragraph" w:customStyle="1" w:styleId="Tabletext">
    <w:name w:val="Table text"/>
    <w:basedOn w:val="Normal"/>
    <w:qFormat/>
    <w:rsid w:val="000A6395"/>
    <w:pPr>
      <w:ind w:left="113" w:right="113"/>
    </w:pPr>
    <w:rPr>
      <w:color w:val="000000" w:themeColor="text1"/>
      <w:sz w:val="20"/>
    </w:rPr>
  </w:style>
  <w:style w:type="paragraph" w:customStyle="1" w:styleId="Tabletexttitle">
    <w:name w:val="Table text title"/>
    <w:basedOn w:val="Tabletext"/>
    <w:rsid w:val="000A6395"/>
    <w:rPr>
      <w:b/>
      <w:color w:val="009FE3" w:themeColor="accent2"/>
    </w:rPr>
  </w:style>
  <w:style w:type="table" w:styleId="MediumShading1">
    <w:name w:val="Medium Shading 1"/>
    <w:basedOn w:val="TableNormal"/>
    <w:uiPriority w:val="63"/>
    <w:rsid w:val="000A6395"/>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0A6395"/>
    <w:rPr>
      <w:b/>
      <w:bCs/>
      <w:i/>
      <w:color w:val="575756"/>
      <w:sz w:val="22"/>
      <w:u w:val="single"/>
    </w:rPr>
  </w:style>
  <w:style w:type="paragraph" w:styleId="TOC3">
    <w:name w:val="toc 3"/>
    <w:basedOn w:val="Normal"/>
    <w:next w:val="Normal"/>
    <w:uiPriority w:val="39"/>
    <w:unhideWhenUsed/>
    <w:rsid w:val="000A6395"/>
    <w:pPr>
      <w:spacing w:after="60"/>
      <w:ind w:left="1134" w:hanging="709"/>
    </w:pPr>
  </w:style>
  <w:style w:type="paragraph" w:styleId="BodyTextIndent3">
    <w:name w:val="Body Text Indent 3"/>
    <w:basedOn w:val="Normal"/>
    <w:link w:val="BodyTextIndent3Char"/>
    <w:semiHidden/>
    <w:unhideWhenUsed/>
    <w:rsid w:val="000A6395"/>
    <w:pPr>
      <w:spacing w:after="120"/>
      <w:ind w:left="360"/>
    </w:pPr>
    <w:rPr>
      <w:sz w:val="16"/>
      <w:szCs w:val="16"/>
    </w:rPr>
  </w:style>
  <w:style w:type="paragraph" w:styleId="List2">
    <w:name w:val="List 2"/>
    <w:basedOn w:val="Normal"/>
    <w:unhideWhenUsed/>
    <w:rsid w:val="000A6395"/>
    <w:pPr>
      <w:ind w:left="720" w:hanging="360"/>
      <w:contextualSpacing/>
    </w:pPr>
  </w:style>
  <w:style w:type="character" w:customStyle="1" w:styleId="Bullet2Char">
    <w:name w:val="Bullet 2 Char"/>
    <w:basedOn w:val="DefaultParagraphFont"/>
    <w:link w:val="Bullet2"/>
    <w:rsid w:val="000A6395"/>
    <w:rPr>
      <w:color w:val="000000" w:themeColor="text1"/>
      <w:lang w:val="en-GB"/>
    </w:rPr>
  </w:style>
  <w:style w:type="character" w:customStyle="1" w:styleId="BodyTextIndent3Char">
    <w:name w:val="Body Text Indent 3 Char"/>
    <w:basedOn w:val="DefaultParagraphFont"/>
    <w:link w:val="BodyTextIndent3"/>
    <w:semiHidden/>
    <w:rsid w:val="000A6395"/>
    <w:rPr>
      <w:sz w:val="16"/>
      <w:szCs w:val="16"/>
      <w:lang w:val="en-GB"/>
    </w:rPr>
  </w:style>
  <w:style w:type="paragraph" w:customStyle="1" w:styleId="AppendixHead1">
    <w:name w:val="Appendix Head 1"/>
    <w:basedOn w:val="Normal"/>
    <w:next w:val="Heading1separatationline"/>
    <w:rsid w:val="000A6395"/>
    <w:pPr>
      <w:numPr>
        <w:numId w:val="1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0A6395"/>
    <w:pPr>
      <w:numPr>
        <w:ilvl w:val="1"/>
        <w:numId w:val="1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0A6395"/>
    <w:pPr>
      <w:numPr>
        <w:ilvl w:val="2"/>
        <w:numId w:val="1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0A6395"/>
    <w:pPr>
      <w:numPr>
        <w:ilvl w:val="3"/>
        <w:numId w:val="1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0A6395"/>
    <w:pPr>
      <w:numPr>
        <w:numId w:val="10"/>
      </w:numPr>
      <w:spacing w:after="360"/>
    </w:pPr>
    <w:rPr>
      <w:b/>
      <w:i/>
      <w:caps/>
      <w:color w:val="407EC9"/>
      <w:sz w:val="28"/>
      <w:u w:val="single"/>
    </w:rPr>
  </w:style>
  <w:style w:type="character" w:customStyle="1" w:styleId="AnnexChar">
    <w:name w:val="Annex Char"/>
    <w:basedOn w:val="DefaultParagraphFont"/>
    <w:link w:val="Annex"/>
    <w:rsid w:val="000A6395"/>
    <w:rPr>
      <w:b/>
      <w:i/>
      <w:caps/>
      <w:color w:val="407EC9"/>
      <w:sz w:val="28"/>
      <w:u w:val="single"/>
      <w:lang w:val="en-GB"/>
    </w:rPr>
  </w:style>
  <w:style w:type="paragraph" w:customStyle="1" w:styleId="AnnexAHead1">
    <w:name w:val="Annex A Head 1"/>
    <w:basedOn w:val="Normal"/>
    <w:next w:val="Heading1separatationline"/>
    <w:rsid w:val="000A6395"/>
    <w:pPr>
      <w:numPr>
        <w:numId w:val="11"/>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0A6395"/>
    <w:pPr>
      <w:numPr>
        <w:ilvl w:val="1"/>
        <w:numId w:val="11"/>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0A6395"/>
    <w:pPr>
      <w:spacing w:after="120"/>
    </w:pPr>
    <w:rPr>
      <w:sz w:val="22"/>
    </w:rPr>
  </w:style>
  <w:style w:type="character" w:customStyle="1" w:styleId="BodyTextChar">
    <w:name w:val="Body Text Char"/>
    <w:basedOn w:val="DefaultParagraphFont"/>
    <w:link w:val="BodyText"/>
    <w:rsid w:val="000A6395"/>
    <w:rPr>
      <w:lang w:val="en-GB"/>
    </w:rPr>
  </w:style>
  <w:style w:type="paragraph" w:customStyle="1" w:styleId="AnnexAHead3">
    <w:name w:val="Annex A Head 3"/>
    <w:basedOn w:val="Normal"/>
    <w:next w:val="BodyText"/>
    <w:rsid w:val="000A6395"/>
    <w:pPr>
      <w:numPr>
        <w:ilvl w:val="2"/>
        <w:numId w:val="11"/>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0A6395"/>
    <w:pPr>
      <w:numPr>
        <w:ilvl w:val="3"/>
        <w:numId w:val="11"/>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0A6395"/>
    <w:pPr>
      <w:numPr>
        <w:numId w:val="1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0A6395"/>
    <w:rPr>
      <w:noProof w:val="0"/>
      <w:sz w:val="18"/>
      <w:szCs w:val="18"/>
      <w:lang w:val="en-GB"/>
    </w:rPr>
  </w:style>
  <w:style w:type="paragraph" w:styleId="CommentText">
    <w:name w:val="annotation text"/>
    <w:basedOn w:val="Normal"/>
    <w:link w:val="CommentTextChar"/>
    <w:unhideWhenUsed/>
    <w:rsid w:val="000A6395"/>
    <w:pPr>
      <w:spacing w:line="240" w:lineRule="auto"/>
    </w:pPr>
    <w:rPr>
      <w:sz w:val="24"/>
      <w:szCs w:val="24"/>
    </w:rPr>
  </w:style>
  <w:style w:type="character" w:customStyle="1" w:styleId="CommentTextChar">
    <w:name w:val="Comment Text Char"/>
    <w:basedOn w:val="DefaultParagraphFont"/>
    <w:link w:val="CommentText"/>
    <w:rsid w:val="000A6395"/>
    <w:rPr>
      <w:sz w:val="24"/>
      <w:szCs w:val="24"/>
      <w:lang w:val="en-GB"/>
    </w:rPr>
  </w:style>
  <w:style w:type="paragraph" w:styleId="CommentSubject">
    <w:name w:val="annotation subject"/>
    <w:basedOn w:val="CommentText"/>
    <w:next w:val="CommentText"/>
    <w:link w:val="CommentSubjectChar"/>
    <w:unhideWhenUsed/>
    <w:rsid w:val="000A6395"/>
    <w:rPr>
      <w:b/>
      <w:bCs/>
      <w:sz w:val="20"/>
      <w:szCs w:val="20"/>
    </w:rPr>
  </w:style>
  <w:style w:type="character" w:customStyle="1" w:styleId="CommentSubjectChar">
    <w:name w:val="Comment Subject Char"/>
    <w:basedOn w:val="CommentTextChar"/>
    <w:link w:val="CommentSubject"/>
    <w:rsid w:val="000A6395"/>
    <w:rPr>
      <w:b/>
      <w:bCs/>
      <w:sz w:val="20"/>
      <w:szCs w:val="20"/>
      <w:lang w:val="en-GB"/>
    </w:rPr>
  </w:style>
  <w:style w:type="paragraph" w:styleId="FootnoteText">
    <w:name w:val="footnote text"/>
    <w:basedOn w:val="Normal"/>
    <w:link w:val="FootnoteTextChar"/>
    <w:unhideWhenUsed/>
    <w:rsid w:val="000A6395"/>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0A6395"/>
    <w:rPr>
      <w:sz w:val="18"/>
      <w:szCs w:val="24"/>
      <w:vertAlign w:val="superscript"/>
      <w:lang w:val="en-GB"/>
    </w:rPr>
  </w:style>
  <w:style w:type="paragraph" w:customStyle="1" w:styleId="InsetList">
    <w:name w:val="Inset List"/>
    <w:basedOn w:val="Normal"/>
    <w:rsid w:val="000A6395"/>
    <w:pPr>
      <w:numPr>
        <w:numId w:val="22"/>
      </w:numPr>
      <w:tabs>
        <w:tab w:val="num" w:pos="360"/>
      </w:tabs>
      <w:spacing w:after="120"/>
      <w:jc w:val="both"/>
    </w:pPr>
    <w:rPr>
      <w:sz w:val="22"/>
    </w:rPr>
  </w:style>
  <w:style w:type="paragraph" w:customStyle="1" w:styleId="Footereditionno">
    <w:name w:val="Footer edition no."/>
    <w:basedOn w:val="Normal"/>
    <w:rsid w:val="000A6395"/>
    <w:pPr>
      <w:tabs>
        <w:tab w:val="right" w:pos="10206"/>
      </w:tabs>
    </w:pPr>
    <w:rPr>
      <w:b/>
      <w:color w:val="00558C"/>
      <w:sz w:val="15"/>
    </w:rPr>
  </w:style>
  <w:style w:type="paragraph" w:customStyle="1" w:styleId="Forward">
    <w:name w:val="Forward"/>
    <w:basedOn w:val="Normal"/>
    <w:next w:val="BodyText"/>
    <w:rsid w:val="000A6395"/>
    <w:pPr>
      <w:spacing w:before="240" w:after="360"/>
      <w:jc w:val="center"/>
    </w:pPr>
    <w:rPr>
      <w:b/>
      <w:caps/>
      <w:color w:val="009FE3"/>
      <w:sz w:val="32"/>
    </w:rPr>
  </w:style>
  <w:style w:type="paragraph" w:customStyle="1" w:styleId="References">
    <w:name w:val="References"/>
    <w:basedOn w:val="Normal"/>
    <w:qFormat/>
    <w:rsid w:val="000A6395"/>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0A6395"/>
    <w:pPr>
      <w:numPr>
        <w:numId w:val="28"/>
      </w:numPr>
      <w:tabs>
        <w:tab w:val="left" w:pos="851"/>
      </w:tabs>
      <w:spacing w:after="240"/>
    </w:pPr>
  </w:style>
  <w:style w:type="paragraph" w:styleId="ListNumber">
    <w:name w:val="List Number"/>
    <w:basedOn w:val="Normal"/>
    <w:rsid w:val="000A6395"/>
    <w:pPr>
      <w:numPr>
        <w:numId w:val="25"/>
      </w:numPr>
      <w:contextualSpacing/>
    </w:pPr>
  </w:style>
  <w:style w:type="paragraph" w:styleId="TOC4">
    <w:name w:val="toc 4"/>
    <w:basedOn w:val="Normal"/>
    <w:next w:val="Normal"/>
    <w:autoRedefine/>
    <w:uiPriority w:val="39"/>
    <w:unhideWhenUsed/>
    <w:rsid w:val="00F6587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0A6395"/>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0A6395"/>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0A6395"/>
    <w:pPr>
      <w:spacing w:line="240" w:lineRule="auto"/>
      <w:ind w:left="4320"/>
    </w:pPr>
  </w:style>
  <w:style w:type="character" w:styleId="FootnoteReference">
    <w:name w:val="footnote reference"/>
    <w:rsid w:val="000A6395"/>
    <w:rPr>
      <w:vertAlign w:val="superscript"/>
    </w:rPr>
  </w:style>
  <w:style w:type="character" w:customStyle="1" w:styleId="ClosingChar">
    <w:name w:val="Closing Char"/>
    <w:basedOn w:val="DefaultParagraphFont"/>
    <w:link w:val="Closing"/>
    <w:uiPriority w:val="99"/>
    <w:semiHidden/>
    <w:rsid w:val="000A6395"/>
    <w:rPr>
      <w:sz w:val="18"/>
      <w:lang w:val="en-GB"/>
    </w:rPr>
  </w:style>
  <w:style w:type="paragraph" w:styleId="BodyText2">
    <w:name w:val="Body Text 2"/>
    <w:basedOn w:val="Normal"/>
    <w:link w:val="BodyText2Char"/>
    <w:semiHidden/>
    <w:unhideWhenUsed/>
    <w:rsid w:val="000A6395"/>
    <w:pPr>
      <w:spacing w:after="120" w:line="480" w:lineRule="auto"/>
    </w:pPr>
  </w:style>
  <w:style w:type="paragraph" w:customStyle="1" w:styleId="Listatext">
    <w:name w:val="List a text"/>
    <w:basedOn w:val="Normal"/>
    <w:qFormat/>
    <w:rsid w:val="000A6395"/>
    <w:pPr>
      <w:spacing w:after="120"/>
      <w:ind w:left="1134"/>
    </w:pPr>
    <w:rPr>
      <w:sz w:val="22"/>
    </w:rPr>
  </w:style>
  <w:style w:type="character" w:customStyle="1" w:styleId="BodyText2Char">
    <w:name w:val="Body Text 2 Char"/>
    <w:basedOn w:val="DefaultParagraphFont"/>
    <w:link w:val="BodyText2"/>
    <w:semiHidden/>
    <w:rsid w:val="000A6395"/>
    <w:rPr>
      <w:sz w:val="18"/>
      <w:lang w:val="en-GB"/>
    </w:rPr>
  </w:style>
  <w:style w:type="paragraph" w:styleId="BodyTextFirstIndent">
    <w:name w:val="Body Text First Indent"/>
    <w:basedOn w:val="BodyText"/>
    <w:link w:val="BodyTextFirstIndentChar"/>
    <w:semiHidden/>
    <w:rsid w:val="000A6395"/>
    <w:pPr>
      <w:spacing w:after="0"/>
      <w:ind w:firstLine="360"/>
    </w:pPr>
    <w:rPr>
      <w:sz w:val="18"/>
    </w:rPr>
  </w:style>
  <w:style w:type="character" w:customStyle="1" w:styleId="BodyTextFirstIndentChar">
    <w:name w:val="Body Text First Indent Char"/>
    <w:basedOn w:val="BodyTextChar"/>
    <w:link w:val="BodyTextFirstIndent"/>
    <w:semiHidden/>
    <w:rsid w:val="000A6395"/>
    <w:rPr>
      <w:sz w:val="18"/>
      <w:lang w:val="en-GB"/>
    </w:rPr>
  </w:style>
  <w:style w:type="paragraph" w:customStyle="1" w:styleId="List1indent">
    <w:name w:val="List 1 indent"/>
    <w:basedOn w:val="Normal"/>
    <w:rsid w:val="000A6395"/>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0A6395"/>
    <w:pPr>
      <w:numPr>
        <w:ilvl w:val="2"/>
        <w:numId w:val="23"/>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0A6395"/>
    <w:pPr>
      <w:numPr>
        <w:numId w:val="15"/>
      </w:numPr>
    </w:pPr>
  </w:style>
  <w:style w:type="paragraph" w:customStyle="1" w:styleId="List1indent2text">
    <w:name w:val="List 1 indent 2 text"/>
    <w:basedOn w:val="Normal"/>
    <w:rsid w:val="000A6395"/>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0A6395"/>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0A6395"/>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0A6395"/>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0A6395"/>
    <w:pPr>
      <w:spacing w:line="240" w:lineRule="auto"/>
      <w:ind w:left="1680"/>
    </w:pPr>
    <w:rPr>
      <w:rFonts w:ascii="Arial" w:eastAsia="Times New Roman" w:hAnsi="Arial" w:cs="Times New Roman"/>
      <w:sz w:val="20"/>
      <w:szCs w:val="20"/>
    </w:rPr>
  </w:style>
  <w:style w:type="paragraph" w:customStyle="1" w:styleId="THECOUNCIL">
    <w:name w:val="THE COUNCIL"/>
    <w:basedOn w:val="BodyText"/>
    <w:rsid w:val="008972C3"/>
    <w:pPr>
      <w:spacing w:line="240" w:lineRule="auto"/>
    </w:pPr>
    <w:rPr>
      <w:rFonts w:ascii="Arial" w:eastAsia="Times New Roman" w:hAnsi="Arial" w:cs="Times New Roman"/>
      <w:b/>
      <w:sz w:val="28"/>
      <w:szCs w:val="24"/>
    </w:rPr>
  </w:style>
  <w:style w:type="paragraph" w:customStyle="1" w:styleId="List1indenttext">
    <w:name w:val="List 1 indent text"/>
    <w:basedOn w:val="Normal"/>
    <w:rsid w:val="000A6395"/>
    <w:pPr>
      <w:spacing w:after="120" w:line="240" w:lineRule="auto"/>
      <w:ind w:left="1134"/>
      <w:jc w:val="both"/>
    </w:pPr>
    <w:rPr>
      <w:rFonts w:ascii="Arial" w:eastAsia="Times New Roman" w:hAnsi="Arial" w:cs="Times New Roman"/>
      <w:sz w:val="22"/>
      <w:szCs w:val="20"/>
      <w:lang w:eastAsia="en-GB"/>
    </w:rPr>
  </w:style>
  <w:style w:type="paragraph" w:customStyle="1" w:styleId="Tabletext0">
    <w:name w:val="Table_text"/>
    <w:basedOn w:val="Normal"/>
    <w:rsid w:val="00D95BD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paragraph" w:customStyle="1" w:styleId="Listitext">
    <w:name w:val="List i text"/>
    <w:basedOn w:val="Normal"/>
    <w:rsid w:val="000A6395"/>
    <w:pPr>
      <w:ind w:left="2268" w:hanging="567"/>
    </w:pPr>
    <w:rPr>
      <w:sz w:val="20"/>
    </w:rPr>
  </w:style>
  <w:style w:type="paragraph" w:styleId="TOC5">
    <w:name w:val="toc 5"/>
    <w:basedOn w:val="Normal"/>
    <w:next w:val="Normal"/>
    <w:autoRedefine/>
    <w:uiPriority w:val="39"/>
    <w:rsid w:val="000A6395"/>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0A6395"/>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0A6395"/>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0A6395"/>
    <w:pPr>
      <w:numPr>
        <w:numId w:val="1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0A6395"/>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0A6395"/>
    <w:pPr>
      <w:numPr>
        <w:numId w:val="24"/>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0A6395"/>
    <w:pPr>
      <w:numPr>
        <w:ilvl w:val="1"/>
        <w:numId w:val="24"/>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0A6395"/>
    <w:pPr>
      <w:numPr>
        <w:ilvl w:val="2"/>
        <w:numId w:val="24"/>
      </w:numPr>
      <w:spacing w:after="120"/>
    </w:pPr>
    <w:rPr>
      <w:sz w:val="20"/>
    </w:rPr>
  </w:style>
  <w:style w:type="paragraph" w:customStyle="1" w:styleId="List1text">
    <w:name w:val="List 1 text"/>
    <w:basedOn w:val="Normal"/>
    <w:qFormat/>
    <w:rsid w:val="000A6395"/>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0A6395"/>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0A6395"/>
    <w:rPr>
      <w:rFonts w:ascii="Tahoma" w:eastAsia="Times New Roman" w:hAnsi="Tahoma" w:cs="Times New Roman"/>
      <w:sz w:val="20"/>
      <w:szCs w:val="24"/>
      <w:shd w:val="clear" w:color="auto" w:fill="000080"/>
      <w:lang w:val="de-DE" w:eastAsia="de-DE"/>
    </w:rPr>
  </w:style>
  <w:style w:type="character" w:styleId="FollowedHyperlink">
    <w:name w:val="FollowedHyperlink"/>
    <w:rsid w:val="000A6395"/>
    <w:rPr>
      <w:color w:val="800080"/>
      <w:u w:val="single"/>
    </w:rPr>
  </w:style>
  <w:style w:type="paragraph" w:styleId="NormalWeb">
    <w:name w:val="Normal (Web)"/>
    <w:basedOn w:val="Normal"/>
    <w:uiPriority w:val="99"/>
    <w:rsid w:val="000A6395"/>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0A6395"/>
    <w:pPr>
      <w:tabs>
        <w:tab w:val="left" w:pos="1134"/>
        <w:tab w:val="right" w:pos="9781"/>
      </w:tabs>
    </w:pPr>
  </w:style>
  <w:style w:type="character" w:styleId="Emphasis">
    <w:name w:val="Emphasis"/>
    <w:rsid w:val="000A6395"/>
    <w:rPr>
      <w:i/>
      <w:iCs/>
    </w:rPr>
  </w:style>
  <w:style w:type="character" w:styleId="HTMLCite">
    <w:name w:val="HTML Cite"/>
    <w:rsid w:val="000A6395"/>
    <w:rPr>
      <w:i/>
      <w:iCs/>
    </w:rPr>
  </w:style>
  <w:style w:type="paragraph" w:customStyle="1" w:styleId="equation">
    <w:name w:val="equation"/>
    <w:basedOn w:val="Normal"/>
    <w:next w:val="BodyText"/>
    <w:qFormat/>
    <w:rsid w:val="000A6395"/>
    <w:pPr>
      <w:keepNext/>
      <w:numPr>
        <w:numId w:val="19"/>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0A6395"/>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0A6395"/>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0A6395"/>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0A6395"/>
    <w:rPr>
      <w:color w:val="000000" w:themeColor="text1"/>
      <w:sz w:val="22"/>
    </w:rPr>
  </w:style>
  <w:style w:type="character" w:customStyle="1" w:styleId="TextedesaisieCar">
    <w:name w:val="Texte de saisie Car"/>
    <w:basedOn w:val="DefaultParagraphFont"/>
    <w:link w:val="Textedesaisie"/>
    <w:rsid w:val="000A6395"/>
    <w:rPr>
      <w:color w:val="000000" w:themeColor="text1"/>
      <w:lang w:val="en-GB"/>
    </w:rPr>
  </w:style>
  <w:style w:type="paragraph" w:customStyle="1" w:styleId="AnnexTablecaption">
    <w:name w:val="Annex Table caption"/>
    <w:basedOn w:val="Tablecaption"/>
    <w:next w:val="Normal"/>
    <w:rsid w:val="000A6395"/>
    <w:pPr>
      <w:ind w:left="851" w:hanging="851"/>
    </w:pPr>
  </w:style>
  <w:style w:type="paragraph" w:customStyle="1" w:styleId="Figurecaption">
    <w:name w:val="Figure caption"/>
    <w:basedOn w:val="Caption"/>
    <w:next w:val="Normal"/>
    <w:rsid w:val="000A6395"/>
    <w:pPr>
      <w:numPr>
        <w:numId w:val="2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0A6395"/>
    <w:pPr>
      <w:numPr>
        <w:numId w:val="0"/>
      </w:numPr>
    </w:pPr>
  </w:style>
  <w:style w:type="paragraph" w:styleId="NoSpacing">
    <w:name w:val="No Spacing"/>
    <w:uiPriority w:val="1"/>
    <w:semiHidden/>
    <w:rsid w:val="000A6395"/>
    <w:pPr>
      <w:spacing w:after="0" w:line="240" w:lineRule="auto"/>
    </w:pPr>
    <w:rPr>
      <w:sz w:val="18"/>
      <w:lang w:val="en-GB"/>
    </w:rPr>
  </w:style>
  <w:style w:type="paragraph" w:customStyle="1" w:styleId="AnnexBHead2">
    <w:name w:val="Annex B Head 2"/>
    <w:basedOn w:val="AnnexAHead2"/>
    <w:next w:val="Heading2separationline"/>
    <w:rsid w:val="000A6395"/>
    <w:pPr>
      <w:numPr>
        <w:numId w:val="12"/>
      </w:numPr>
    </w:pPr>
  </w:style>
  <w:style w:type="paragraph" w:customStyle="1" w:styleId="AnnexBHead3">
    <w:name w:val="Annex B Head 3"/>
    <w:basedOn w:val="AnnexAHead3"/>
    <w:next w:val="BodyText"/>
    <w:rsid w:val="000A6395"/>
    <w:pPr>
      <w:numPr>
        <w:numId w:val="12"/>
      </w:numPr>
    </w:pPr>
  </w:style>
  <w:style w:type="paragraph" w:customStyle="1" w:styleId="AnnexBHead4">
    <w:name w:val="Annex B Head 4"/>
    <w:basedOn w:val="AnnexAHead4"/>
    <w:next w:val="BodyText"/>
    <w:rsid w:val="000A6395"/>
    <w:pPr>
      <w:numPr>
        <w:numId w:val="12"/>
      </w:numPr>
    </w:pPr>
  </w:style>
  <w:style w:type="paragraph" w:customStyle="1" w:styleId="Editionnumber-footer">
    <w:name w:val="Edition number - footer"/>
    <w:basedOn w:val="Footer"/>
    <w:next w:val="NoSpacing"/>
    <w:rsid w:val="000A6395"/>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0A6395"/>
    <w:pPr>
      <w:ind w:left="113" w:right="113"/>
    </w:pPr>
    <w:rPr>
      <w:b/>
      <w:color w:val="00AFAA"/>
      <w:sz w:val="20"/>
      <w:lang w:val="en-US"/>
    </w:rPr>
  </w:style>
  <w:style w:type="character" w:styleId="PageNumber">
    <w:name w:val="page number"/>
    <w:rsid w:val="000A6395"/>
    <w:rPr>
      <w:rFonts w:asciiTheme="minorHAnsi" w:hAnsiTheme="minorHAnsi"/>
      <w:sz w:val="15"/>
    </w:rPr>
  </w:style>
  <w:style w:type="paragraph" w:customStyle="1" w:styleId="Part">
    <w:name w:val="Part"/>
    <w:basedOn w:val="Normal"/>
    <w:next w:val="Heading1"/>
    <w:qFormat/>
    <w:rsid w:val="000A6395"/>
    <w:pPr>
      <w:numPr>
        <w:numId w:val="26"/>
      </w:numPr>
      <w:jc w:val="center"/>
    </w:pPr>
    <w:rPr>
      <w:b/>
      <w:caps/>
      <w:color w:val="009FDF"/>
      <w:sz w:val="32"/>
    </w:rPr>
  </w:style>
  <w:style w:type="paragraph" w:customStyle="1" w:styleId="Documentdate">
    <w:name w:val="Document date"/>
    <w:basedOn w:val="Normal"/>
    <w:rsid w:val="000A6395"/>
    <w:rPr>
      <w:b/>
      <w:color w:val="00558C"/>
      <w:sz w:val="28"/>
    </w:rPr>
  </w:style>
  <w:style w:type="paragraph" w:customStyle="1" w:styleId="Documentnumber">
    <w:name w:val="Document number"/>
    <w:basedOn w:val="Normal"/>
    <w:next w:val="Normal"/>
    <w:rsid w:val="000A6395"/>
    <w:rPr>
      <w:caps/>
      <w:color w:val="00558C"/>
      <w:sz w:val="50"/>
    </w:rPr>
  </w:style>
  <w:style w:type="paragraph" w:customStyle="1" w:styleId="Footerlandscape">
    <w:name w:val="Footer landscape"/>
    <w:basedOn w:val="Normal"/>
    <w:rsid w:val="000A6395"/>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0A639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0A6395"/>
    <w:pPr>
      <w:ind w:left="0" w:right="0"/>
    </w:pPr>
    <w:rPr>
      <w:b w:val="0"/>
      <w:color w:val="00558C"/>
    </w:rPr>
  </w:style>
  <w:style w:type="paragraph" w:customStyle="1" w:styleId="CM14">
    <w:name w:val="CM14"/>
    <w:basedOn w:val="Normal"/>
    <w:next w:val="Normal"/>
    <w:rsid w:val="00273C59"/>
    <w:pPr>
      <w:widowControl w:val="0"/>
      <w:autoSpaceDE w:val="0"/>
      <w:autoSpaceDN w:val="0"/>
      <w:adjustRightInd w:val="0"/>
      <w:spacing w:line="240" w:lineRule="auto"/>
    </w:pPr>
    <w:rPr>
      <w:rFonts w:ascii="Arial" w:eastAsia="MS Mincho" w:hAnsi="Arial" w:cs="Arial"/>
      <w:sz w:val="24"/>
      <w:szCs w:val="24"/>
    </w:rPr>
  </w:style>
  <w:style w:type="table" w:customStyle="1" w:styleId="TableGrid2">
    <w:name w:val="Table Grid2"/>
    <w:basedOn w:val="TableNormal"/>
    <w:next w:val="TableGrid"/>
    <w:uiPriority w:val="59"/>
    <w:locked/>
    <w:rsid w:val="00981FD9"/>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quationcaption">
    <w:name w:val="Equation caption"/>
    <w:basedOn w:val="TableofFigures"/>
    <w:next w:val="BodyText"/>
    <w:rsid w:val="000A6395"/>
    <w:pPr>
      <w:tabs>
        <w:tab w:val="left" w:pos="1843"/>
      </w:tabs>
    </w:pPr>
  </w:style>
  <w:style w:type="paragraph" w:customStyle="1" w:styleId="Headingseparationline-landscape">
    <w:name w:val="Heading separation line - landscape"/>
    <w:basedOn w:val="Heading1separatationline"/>
    <w:rsid w:val="000A6395"/>
    <w:pPr>
      <w:ind w:right="14317"/>
    </w:pPr>
  </w:style>
  <w:style w:type="character" w:styleId="PlaceholderText">
    <w:name w:val="Placeholder Text"/>
    <w:basedOn w:val="DefaultParagraphFont"/>
    <w:uiPriority w:val="99"/>
    <w:semiHidden/>
    <w:rsid w:val="000A6395"/>
    <w:rPr>
      <w:color w:val="808080"/>
    </w:rPr>
  </w:style>
  <w:style w:type="paragraph" w:customStyle="1" w:styleId="Reference">
    <w:name w:val="Reference"/>
    <w:basedOn w:val="Normal"/>
    <w:rsid w:val="000A6395"/>
    <w:pPr>
      <w:numPr>
        <w:numId w:val="27"/>
      </w:numPr>
      <w:spacing w:after="120" w:line="240" w:lineRule="auto"/>
    </w:pPr>
    <w:rPr>
      <w:rFonts w:eastAsia="Times New Roman" w:cs="Times New Roman"/>
      <w:sz w:val="22"/>
      <w:szCs w:val="20"/>
    </w:rPr>
  </w:style>
  <w:style w:type="paragraph" w:customStyle="1" w:styleId="Style1">
    <w:name w:val="Style1"/>
    <w:basedOn w:val="Tableheading"/>
    <w:rsid w:val="000A6395"/>
    <w:rPr>
      <w:color w:val="407EC9"/>
    </w:rPr>
  </w:style>
  <w:style w:type="paragraph" w:customStyle="1" w:styleId="Style2">
    <w:name w:val="Style2"/>
    <w:basedOn w:val="TOC3"/>
    <w:autoRedefine/>
    <w:rsid w:val="000A6395"/>
    <w:pPr>
      <w:tabs>
        <w:tab w:val="left" w:pos="1985"/>
        <w:tab w:val="right" w:pos="10195"/>
      </w:tabs>
    </w:pPr>
    <w:rPr>
      <w:rFonts w:eastAsiaTheme="minorEastAsia"/>
      <w:noProof/>
      <w:sz w:val="24"/>
      <w:szCs w:val="24"/>
      <w:lang w:val="en-US"/>
    </w:rPr>
  </w:style>
  <w:style w:type="paragraph" w:customStyle="1" w:styleId="Module">
    <w:name w:val="Module"/>
    <w:basedOn w:val="Normal"/>
    <w:next w:val="Heading1"/>
    <w:qFormat/>
    <w:rsid w:val="00F0136E"/>
    <w:pPr>
      <w:numPr>
        <w:numId w:val="49"/>
      </w:numPr>
      <w:spacing w:after="240" w:line="240" w:lineRule="auto"/>
    </w:pPr>
    <w:rPr>
      <w:rFonts w:eastAsia="Times New Roman" w:cs="Times New Roman"/>
      <w:b/>
      <w:color w:val="009FDF"/>
      <w:sz w:val="32"/>
      <w:szCs w:val="24"/>
      <w:u w:val="single" w:color="009FD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eader" Target="header7.xml"/><Relationship Id="rId21" Type="http://schemas.openxmlformats.org/officeDocument/2006/relationships/footer" Target="footer4.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hyperlink" Target="mailto:academy@iala-aism.org" TargetMode="External"/><Relationship Id="rId14" Type="http://schemas.openxmlformats.org/officeDocument/2006/relationships/hyperlink" Target="http://www.iala-aism.org" TargetMode="External"/><Relationship Id="rId15" Type="http://schemas.openxmlformats.org/officeDocument/2006/relationships/hyperlink" Target="http://www.iala-aism.org/wiki/dictionary" TargetMode="External"/><Relationship Id="rId16" Type="http://schemas.openxmlformats.org/officeDocument/2006/relationships/header" Target="header4.xml"/><Relationship Id="rId17" Type="http://schemas.openxmlformats.org/officeDocument/2006/relationships/header" Target="header5.xml"/><Relationship Id="rId18" Type="http://schemas.openxmlformats.org/officeDocument/2006/relationships/footer" Target="footer3.xml"/><Relationship Id="rId19" Type="http://schemas.openxmlformats.org/officeDocument/2006/relationships/header" Target="header6.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ike/Documents/IALA/Editing/Current%20templates/IALA%20Model%20Course%208Feb16_2.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17204-CF7D-C04D-9055-1812EAA35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Model Course 8Feb16_2.dotx</Template>
  <TotalTime>2</TotalTime>
  <Pages>21</Pages>
  <Words>3447</Words>
  <Characters>19649</Characters>
  <Application>Microsoft Macintosh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23050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Michael Hadley</cp:lastModifiedBy>
  <cp:revision>4</cp:revision>
  <dcterms:created xsi:type="dcterms:W3CDTF">2016-04-25T12:35:00Z</dcterms:created>
  <dcterms:modified xsi:type="dcterms:W3CDTF">2016-05-25T15:43:00Z</dcterms:modified>
  <cp:category/>
</cp:coreProperties>
</file>